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0B571" w14:textId="03694A33" w:rsidR="0025496D" w:rsidRPr="00EA569A" w:rsidRDefault="0025496D" w:rsidP="009D131B">
      <w:pPr>
        <w:tabs>
          <w:tab w:val="left" w:pos="360"/>
          <w:tab w:val="right" w:pos="10224"/>
        </w:tabs>
        <w:spacing w:after="0" w:line="240" w:lineRule="auto"/>
        <w:rPr>
          <w:b/>
        </w:rPr>
      </w:pPr>
      <w:r w:rsidRPr="00EA569A">
        <w:rPr>
          <w:b/>
          <w:sz w:val="36"/>
          <w:u w:val="single"/>
        </w:rPr>
        <w:t>Airport Operations Report</w:t>
      </w:r>
      <w:r w:rsidR="002A6B26">
        <w:rPr>
          <w:b/>
          <w:sz w:val="36"/>
        </w:rPr>
        <w:tab/>
      </w:r>
      <w:sdt>
        <w:sdtPr>
          <w:rPr>
            <w:b/>
            <w:sz w:val="24"/>
            <w:szCs w:val="24"/>
          </w:rPr>
          <w:alias w:val="Company"/>
          <w:tag w:val=""/>
          <w:id w:val="6184312"/>
          <w:placeholder>
            <w:docPart w:val="EAFBB1FF19E34B3390267DD4BD27F018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AF3611">
            <w:rPr>
              <w:b/>
              <w:sz w:val="24"/>
              <w:szCs w:val="24"/>
            </w:rPr>
            <w:t>MAY</w:t>
          </w:r>
          <w:r w:rsidR="002C6C42">
            <w:rPr>
              <w:b/>
              <w:sz w:val="24"/>
              <w:szCs w:val="24"/>
            </w:rPr>
            <w:t xml:space="preserve"> 2022</w:t>
          </w:r>
        </w:sdtContent>
      </w:sdt>
    </w:p>
    <w:p w14:paraId="5C3D89F7" w14:textId="77777777" w:rsidR="00EA569A" w:rsidRDefault="00EA569A" w:rsidP="009F2463">
      <w:pPr>
        <w:tabs>
          <w:tab w:val="left" w:pos="360"/>
          <w:tab w:val="right" w:pos="10224"/>
        </w:tabs>
        <w:spacing w:after="240" w:line="240" w:lineRule="auto"/>
        <w:rPr>
          <w:b/>
        </w:rPr>
      </w:pPr>
      <w:r>
        <w:rPr>
          <w:b/>
        </w:rPr>
        <w:t>Mark Wilson, Airport Manager</w:t>
      </w:r>
    </w:p>
    <w:p w14:paraId="74558EC7" w14:textId="77777777" w:rsidR="0025496D" w:rsidRPr="00C223DF" w:rsidRDefault="0025496D" w:rsidP="00A65470">
      <w:pPr>
        <w:spacing w:after="0" w:line="240" w:lineRule="auto"/>
        <w:ind w:firstLine="360"/>
        <w:rPr>
          <w:i/>
        </w:rPr>
      </w:pPr>
      <w:r w:rsidRPr="00C223DF">
        <w:rPr>
          <w:i/>
        </w:rPr>
        <w:t>Physical Maintenance and Repair Highlight</w:t>
      </w:r>
      <w:r w:rsidR="00B71F2E" w:rsidRPr="00C223DF">
        <w:rPr>
          <w:i/>
        </w:rPr>
        <w:t>s:</w:t>
      </w:r>
    </w:p>
    <w:p w14:paraId="11535D42" w14:textId="64A9E058" w:rsidR="008774D3" w:rsidRPr="008774D3" w:rsidRDefault="00435853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FBO Building</w:t>
      </w:r>
      <w:r w:rsidRPr="00C223DF">
        <w:rPr>
          <w:b/>
          <w:bCs/>
        </w:rPr>
        <w:t>:</w:t>
      </w:r>
      <w:r w:rsidR="002F6627">
        <w:tab/>
      </w:r>
      <w:r w:rsidR="00B04D7F" w:rsidRPr="00C223DF">
        <w:rPr>
          <w:b/>
          <w:color w:val="538135" w:themeColor="accent6" w:themeShade="BF"/>
        </w:rPr>
        <w:t>Fully operational</w:t>
      </w:r>
    </w:p>
    <w:p w14:paraId="462D7548" w14:textId="42E93DB1" w:rsidR="004D5A8B" w:rsidRPr="00C36511" w:rsidRDefault="004D5A8B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Front Gate</w:t>
      </w:r>
      <w:r w:rsidRPr="00C223DF">
        <w:rPr>
          <w:b/>
        </w:rPr>
        <w:t>:</w:t>
      </w:r>
      <w:r w:rsidR="002F6627">
        <w:rPr>
          <w:bCs/>
        </w:rPr>
        <w:tab/>
      </w:r>
      <w:r w:rsidR="00BF7CDD" w:rsidRPr="00C223DF">
        <w:rPr>
          <w:b/>
          <w:color w:val="538135" w:themeColor="accent6" w:themeShade="BF"/>
        </w:rPr>
        <w:t>Fully operational</w:t>
      </w:r>
    </w:p>
    <w:p w14:paraId="6AADE98E" w14:textId="4017C7E8" w:rsidR="00E91E40" w:rsidRPr="00624CA7" w:rsidRDefault="00E91E40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</w:rPr>
      </w:pPr>
      <w:r>
        <w:rPr>
          <w:b/>
          <w:u w:val="single"/>
        </w:rPr>
        <w:t>Square</w:t>
      </w:r>
      <w:r>
        <w:rPr>
          <w:b/>
        </w:rPr>
        <w:t>:</w:t>
      </w:r>
      <w:r w:rsidR="002F6627">
        <w:rPr>
          <w:b/>
        </w:rPr>
        <w:tab/>
      </w:r>
      <w:r w:rsidR="00F114BC" w:rsidRPr="00C223DF">
        <w:rPr>
          <w:b/>
          <w:color w:val="538135" w:themeColor="accent6" w:themeShade="BF"/>
        </w:rPr>
        <w:t>Fully operational</w:t>
      </w:r>
    </w:p>
    <w:p w14:paraId="000FAADC" w14:textId="21C367FF" w:rsidR="008A63DF" w:rsidRPr="000D4E90" w:rsidRDefault="009304B4" w:rsidP="00E760FF">
      <w:pPr>
        <w:pStyle w:val="ListParagraph"/>
        <w:numPr>
          <w:ilvl w:val="1"/>
          <w:numId w:val="3"/>
        </w:numPr>
        <w:tabs>
          <w:tab w:val="left" w:pos="2430"/>
          <w:tab w:val="left" w:pos="4140"/>
          <w:tab w:val="left" w:pos="5310"/>
        </w:tabs>
        <w:spacing w:before="60" w:after="0" w:line="240" w:lineRule="auto"/>
        <w:contextualSpacing w:val="0"/>
      </w:pPr>
      <w:r w:rsidRPr="00070BDE">
        <w:rPr>
          <w:b/>
          <w:u w:val="single"/>
        </w:rPr>
        <w:t>Fuel Far</w:t>
      </w:r>
      <w:r w:rsidR="0073192A" w:rsidRPr="00070BDE">
        <w:rPr>
          <w:b/>
          <w:u w:val="single"/>
        </w:rPr>
        <w:t>m</w:t>
      </w:r>
      <w:r w:rsidRPr="00070BDE">
        <w:rPr>
          <w:b/>
          <w:bCs/>
        </w:rPr>
        <w:t>:</w:t>
      </w:r>
      <w:r w:rsidR="00E760FF">
        <w:rPr>
          <w:b/>
          <w:bCs/>
        </w:rPr>
        <w:tab/>
      </w:r>
      <w:r w:rsidR="008A63DF" w:rsidRPr="00E760FF">
        <w:rPr>
          <w:b/>
          <w:color w:val="538135" w:themeColor="accent6" w:themeShade="BF"/>
        </w:rPr>
        <w:t>Fully operationa</w:t>
      </w:r>
      <w:r w:rsidR="00E760FF">
        <w:rPr>
          <w:b/>
          <w:color w:val="538135" w:themeColor="accent6" w:themeShade="BF"/>
        </w:rPr>
        <w:t>l</w:t>
      </w:r>
    </w:p>
    <w:p w14:paraId="30A131F3" w14:textId="176D716B" w:rsidR="008A63DF" w:rsidRPr="00C223DF" w:rsidRDefault="009304B4" w:rsidP="009055AE">
      <w:pPr>
        <w:pStyle w:val="ListParagraph"/>
        <w:numPr>
          <w:ilvl w:val="1"/>
          <w:numId w:val="3"/>
        </w:numPr>
        <w:tabs>
          <w:tab w:val="left" w:pos="2430"/>
          <w:tab w:val="left" w:pos="4140"/>
          <w:tab w:val="left" w:pos="5310"/>
        </w:tabs>
        <w:spacing w:before="60" w:after="0" w:line="240" w:lineRule="auto"/>
        <w:contextualSpacing w:val="0"/>
      </w:pPr>
      <w:r w:rsidRPr="00070BDE">
        <w:rPr>
          <w:b/>
          <w:u w:val="single"/>
        </w:rPr>
        <w:t>Fuel Truck</w:t>
      </w:r>
      <w:r w:rsidR="00340B0E" w:rsidRPr="00070BDE">
        <w:rPr>
          <w:b/>
          <w:u w:val="single"/>
        </w:rPr>
        <w:t>s</w:t>
      </w:r>
      <w:r w:rsidRPr="00070BDE">
        <w:rPr>
          <w:b/>
          <w:bCs/>
        </w:rPr>
        <w:t>:</w:t>
      </w:r>
      <w:r w:rsidR="002F6627">
        <w:rPr>
          <w:b/>
          <w:bCs/>
        </w:rPr>
        <w:tab/>
      </w:r>
      <w:r w:rsidR="009055AE" w:rsidRPr="00411BC0">
        <w:rPr>
          <w:b/>
          <w:color w:val="538135" w:themeColor="accent6" w:themeShade="BF"/>
        </w:rPr>
        <w:t>Fully operational</w:t>
      </w:r>
    </w:p>
    <w:p w14:paraId="4A181863" w14:textId="0C92F807" w:rsidR="00DE4C47" w:rsidRPr="00C96997" w:rsidRDefault="00DE4C47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Lektro Tug</w:t>
      </w:r>
      <w:r w:rsidRPr="00C223DF">
        <w:rPr>
          <w:b/>
          <w:bCs/>
        </w:rPr>
        <w:t>:</w:t>
      </w:r>
      <w:r w:rsidR="002F6627">
        <w:tab/>
      </w:r>
      <w:r w:rsidRPr="00C223DF">
        <w:rPr>
          <w:b/>
          <w:color w:val="538135" w:themeColor="accent6" w:themeShade="BF"/>
        </w:rPr>
        <w:t>Fully operational</w:t>
      </w:r>
    </w:p>
    <w:p w14:paraId="196C5E84" w14:textId="5BD9185F" w:rsidR="00DE4C47" w:rsidRPr="00C223DF" w:rsidRDefault="00DE4C47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Rotating beacon</w:t>
      </w:r>
      <w:r w:rsidRPr="00C223DF">
        <w:rPr>
          <w:b/>
          <w:bCs/>
        </w:rPr>
        <w:t>:</w:t>
      </w:r>
      <w:bookmarkStart w:id="0" w:name="_Hlk52863972"/>
      <w:r w:rsidR="002F6627">
        <w:tab/>
      </w:r>
      <w:r w:rsidR="00994D31" w:rsidRPr="00C223DF">
        <w:rPr>
          <w:b/>
          <w:color w:val="538135" w:themeColor="accent6" w:themeShade="BF"/>
        </w:rPr>
        <w:t>Fully operational</w:t>
      </w:r>
      <w:bookmarkEnd w:id="0"/>
    </w:p>
    <w:p w14:paraId="6D72AB8B" w14:textId="051AAB26" w:rsidR="00C7485A" w:rsidRPr="00C7485A" w:rsidRDefault="00DE4C47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</w:rPr>
      </w:pPr>
      <w:r w:rsidRPr="00C223DF">
        <w:rPr>
          <w:b/>
          <w:u w:val="single"/>
        </w:rPr>
        <w:t>Hangar</w:t>
      </w:r>
      <w:r w:rsidR="00CE710C" w:rsidRPr="00C223DF">
        <w:rPr>
          <w:b/>
          <w:u w:val="single"/>
        </w:rPr>
        <w:t>s</w:t>
      </w:r>
      <w:r w:rsidRPr="00C223DF">
        <w:rPr>
          <w:b/>
          <w:bCs/>
        </w:rPr>
        <w:t>:</w:t>
      </w:r>
      <w:r w:rsidR="002F6627">
        <w:tab/>
      </w:r>
      <w:r w:rsidR="00257E1E" w:rsidRPr="00C223DF">
        <w:rPr>
          <w:b/>
          <w:color w:val="538135" w:themeColor="accent6" w:themeShade="BF"/>
        </w:rPr>
        <w:t>Fully operational</w:t>
      </w:r>
    </w:p>
    <w:p w14:paraId="60910E07" w14:textId="77777777" w:rsidR="00594A5E" w:rsidRPr="003B0348" w:rsidRDefault="00594A5E" w:rsidP="00594A5E">
      <w:pPr>
        <w:pStyle w:val="ListParagraph"/>
        <w:numPr>
          <w:ilvl w:val="1"/>
          <w:numId w:val="3"/>
        </w:numPr>
        <w:spacing w:before="60" w:after="0" w:line="240" w:lineRule="auto"/>
        <w:contextualSpacing w:val="0"/>
        <w:rPr>
          <w:bCs/>
        </w:rPr>
      </w:pPr>
      <w:r>
        <w:rPr>
          <w:b/>
          <w:u w:val="single"/>
        </w:rPr>
        <w:t>Runway / Taxiway / Apron side marker lights</w:t>
      </w:r>
      <w:r>
        <w:rPr>
          <w:b/>
        </w:rPr>
        <w:t>:</w:t>
      </w:r>
    </w:p>
    <w:p w14:paraId="7B456F39" w14:textId="37BA98E8" w:rsidR="00594A5E" w:rsidRPr="00211E8F" w:rsidRDefault="009812F7" w:rsidP="00225B49">
      <w:pPr>
        <w:pStyle w:val="ListParagraph"/>
        <w:numPr>
          <w:ilvl w:val="2"/>
          <w:numId w:val="9"/>
        </w:numPr>
        <w:spacing w:before="60" w:after="0" w:line="240" w:lineRule="auto"/>
        <w:contextualSpacing w:val="0"/>
        <w:rPr>
          <w:bCs/>
          <w:color w:val="538135" w:themeColor="accent6" w:themeShade="BF"/>
        </w:rPr>
      </w:pPr>
      <w:r w:rsidRPr="00BF7CDD">
        <w:rPr>
          <w:bCs/>
          <w:color w:val="538135" w:themeColor="accent6" w:themeShade="BF"/>
        </w:rPr>
        <w:t>Taxiway lights operational on low and medium power</w:t>
      </w:r>
      <w:r w:rsidR="0057369D">
        <w:rPr>
          <w:bCs/>
          <w:color w:val="538135" w:themeColor="accent6" w:themeShade="BF"/>
        </w:rPr>
        <w:t>.</w:t>
      </w:r>
    </w:p>
    <w:p w14:paraId="76DA9B4C" w14:textId="77777777" w:rsidR="003C70E4" w:rsidRPr="003C70E4" w:rsidRDefault="003C70E4" w:rsidP="003C70E4">
      <w:pPr>
        <w:pStyle w:val="ListParagraph"/>
        <w:numPr>
          <w:ilvl w:val="1"/>
          <w:numId w:val="3"/>
        </w:numPr>
        <w:spacing w:before="60" w:after="0" w:line="240" w:lineRule="auto"/>
        <w:contextualSpacing w:val="0"/>
        <w:rPr>
          <w:bCs/>
          <w:u w:val="single"/>
        </w:rPr>
      </w:pPr>
      <w:r>
        <w:rPr>
          <w:b/>
          <w:u w:val="single"/>
        </w:rPr>
        <w:t>Lawn Equipment:</w:t>
      </w:r>
    </w:p>
    <w:p w14:paraId="3B8496DD" w14:textId="77777777" w:rsidR="003C70E4" w:rsidRPr="00D959BB" w:rsidRDefault="003C70E4" w:rsidP="003C70E4">
      <w:pPr>
        <w:tabs>
          <w:tab w:val="left" w:pos="2520"/>
          <w:tab w:val="left" w:pos="5310"/>
          <w:tab w:val="left" w:pos="7380"/>
        </w:tabs>
        <w:spacing w:before="60" w:after="0" w:line="240" w:lineRule="auto"/>
        <w:ind w:left="720"/>
        <w:rPr>
          <w:bCs/>
        </w:rPr>
      </w:pPr>
      <w:r w:rsidRPr="00D959BB">
        <w:rPr>
          <w:b/>
        </w:rPr>
        <w:t>Tractor:</w:t>
      </w:r>
      <w:r w:rsidRPr="00D959BB">
        <w:rPr>
          <w:bCs/>
        </w:rPr>
        <w:t xml:space="preserve"> </w:t>
      </w:r>
      <w:r w:rsidRPr="00D959BB">
        <w:rPr>
          <w:b/>
          <w:color w:val="538135" w:themeColor="accent6" w:themeShade="BF"/>
        </w:rPr>
        <w:t>Full-op</w:t>
      </w:r>
      <w:r w:rsidRPr="00D959BB">
        <w:rPr>
          <w:b/>
          <w:color w:val="538135" w:themeColor="accent6" w:themeShade="BF"/>
        </w:rPr>
        <w:tab/>
      </w:r>
      <w:r w:rsidRPr="00D959BB">
        <w:rPr>
          <w:b/>
        </w:rPr>
        <w:t xml:space="preserve">Lawn Mower: </w:t>
      </w:r>
      <w:r w:rsidRPr="003340BE">
        <w:rPr>
          <w:b/>
          <w:color w:val="538135" w:themeColor="accent6" w:themeShade="BF"/>
        </w:rPr>
        <w:t>Full-op</w:t>
      </w:r>
      <w:r w:rsidRPr="00D959BB">
        <w:rPr>
          <w:b/>
          <w:color w:val="538135" w:themeColor="accent6" w:themeShade="BF"/>
        </w:rPr>
        <w:tab/>
      </w:r>
      <w:r w:rsidRPr="00D959BB">
        <w:rPr>
          <w:b/>
        </w:rPr>
        <w:t xml:space="preserve">Edger: </w:t>
      </w:r>
      <w:r w:rsidRPr="00D959BB">
        <w:rPr>
          <w:b/>
          <w:color w:val="538135" w:themeColor="accent6" w:themeShade="BF"/>
        </w:rPr>
        <w:t>Full-op</w:t>
      </w:r>
      <w:r w:rsidRPr="00D959BB">
        <w:rPr>
          <w:b/>
          <w:color w:val="538135" w:themeColor="accent6" w:themeShade="BF"/>
        </w:rPr>
        <w:tab/>
      </w:r>
      <w:r w:rsidRPr="00D959BB">
        <w:rPr>
          <w:b/>
        </w:rPr>
        <w:t xml:space="preserve">Weed Trimmer: </w:t>
      </w:r>
      <w:r w:rsidRPr="00D959BB">
        <w:rPr>
          <w:b/>
          <w:color w:val="538135" w:themeColor="accent6" w:themeShade="BF"/>
        </w:rPr>
        <w:t>Full</w:t>
      </w:r>
      <w:r>
        <w:rPr>
          <w:b/>
          <w:color w:val="538135" w:themeColor="accent6" w:themeShade="BF"/>
        </w:rPr>
        <w:t>-op</w:t>
      </w:r>
    </w:p>
    <w:p w14:paraId="0C88E0C3" w14:textId="77777777" w:rsidR="00225B49" w:rsidRPr="00225B49" w:rsidRDefault="00225B49" w:rsidP="00225B49">
      <w:pPr>
        <w:spacing w:before="60" w:after="0" w:line="240" w:lineRule="auto"/>
        <w:rPr>
          <w:bCs/>
        </w:rPr>
      </w:pPr>
    </w:p>
    <w:p w14:paraId="3705C87D" w14:textId="77777777" w:rsidR="00DE4C47" w:rsidRPr="006A0A05" w:rsidRDefault="00DE4C47" w:rsidP="000029CC">
      <w:pPr>
        <w:pStyle w:val="ListParagraph"/>
        <w:spacing w:before="60" w:after="0" w:line="240" w:lineRule="auto"/>
        <w:contextualSpacing w:val="0"/>
        <w:rPr>
          <w:color w:val="2E74B5" w:themeColor="accent5" w:themeShade="BF"/>
        </w:rPr>
      </w:pPr>
      <w:r w:rsidRPr="006A0A05">
        <w:rPr>
          <w:b/>
          <w:color w:val="2E74B5" w:themeColor="accent5" w:themeShade="BF"/>
          <w:u w:val="single"/>
        </w:rPr>
        <w:t>Hangar Rental</w:t>
      </w:r>
      <w:r w:rsidRPr="006A0A05">
        <w:rPr>
          <w:b/>
          <w:bCs/>
          <w:color w:val="2E74B5" w:themeColor="accent5" w:themeShade="BF"/>
        </w:rPr>
        <w:t>:</w:t>
      </w:r>
    </w:p>
    <w:p w14:paraId="73E93814" w14:textId="3D2847AF" w:rsidR="00DE4C47" w:rsidRPr="0042787A" w:rsidRDefault="00D66785" w:rsidP="00F36531">
      <w:pPr>
        <w:pStyle w:val="ListParagraph"/>
        <w:numPr>
          <w:ilvl w:val="2"/>
          <w:numId w:val="4"/>
        </w:numPr>
        <w:spacing w:after="0" w:line="240" w:lineRule="auto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 xml:space="preserve">There are </w:t>
      </w:r>
      <w:r w:rsidR="00856C57" w:rsidRPr="006A0A05">
        <w:rPr>
          <w:b/>
          <w:bCs/>
          <w:color w:val="2E74B5" w:themeColor="accent5" w:themeShade="BF"/>
          <w:u w:val="single"/>
        </w:rPr>
        <w:t>3</w:t>
      </w:r>
      <w:r w:rsidR="00F7716D">
        <w:rPr>
          <w:b/>
          <w:bCs/>
          <w:color w:val="2E74B5" w:themeColor="accent5" w:themeShade="BF"/>
          <w:u w:val="single"/>
        </w:rPr>
        <w:t>5</w:t>
      </w:r>
      <w:r w:rsidR="00856C57" w:rsidRPr="006A0A05">
        <w:rPr>
          <w:color w:val="2E74B5" w:themeColor="accent5" w:themeShade="BF"/>
        </w:rPr>
        <w:t xml:space="preserve"> of 3</w:t>
      </w:r>
      <w:r w:rsidR="0042787A">
        <w:rPr>
          <w:color w:val="2E74B5" w:themeColor="accent5" w:themeShade="BF"/>
        </w:rPr>
        <w:t>6</w:t>
      </w:r>
      <w:r w:rsidR="00DE4C47" w:rsidRPr="006A0A05">
        <w:rPr>
          <w:color w:val="2E74B5" w:themeColor="accent5" w:themeShade="BF"/>
        </w:rPr>
        <w:t xml:space="preserve"> enclosed hangars currently </w:t>
      </w:r>
      <w:r w:rsidRPr="006A0A05">
        <w:rPr>
          <w:color w:val="2E74B5" w:themeColor="accent5" w:themeShade="BF"/>
        </w:rPr>
        <w:t xml:space="preserve">being </w:t>
      </w:r>
      <w:r w:rsidR="00DE4C47" w:rsidRPr="006A0A05">
        <w:rPr>
          <w:color w:val="2E74B5" w:themeColor="accent5" w:themeShade="BF"/>
        </w:rPr>
        <w:t>rented.</w:t>
      </w:r>
      <w:r w:rsidRPr="006A0A05">
        <w:rPr>
          <w:color w:val="2E74B5" w:themeColor="accent5" w:themeShade="BF"/>
        </w:rPr>
        <w:t xml:space="preserve"> </w:t>
      </w:r>
      <w:r w:rsidRPr="006A0A05">
        <w:rPr>
          <w:i/>
          <w:iCs/>
          <w:color w:val="2E74B5" w:themeColor="accent5" w:themeShade="BF"/>
        </w:rPr>
        <w:t>(T, Box, Double Box, &amp; Commercial)</w:t>
      </w:r>
    </w:p>
    <w:p w14:paraId="55193AD8" w14:textId="19C83C38" w:rsidR="00923568" w:rsidRDefault="00D66785" w:rsidP="00F36531">
      <w:pPr>
        <w:pStyle w:val="ListParagraph"/>
        <w:numPr>
          <w:ilvl w:val="2"/>
          <w:numId w:val="4"/>
        </w:numPr>
        <w:spacing w:after="0" w:line="240" w:lineRule="auto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>There are</w:t>
      </w:r>
      <w:r w:rsidRPr="00A66EC8">
        <w:rPr>
          <w:b/>
          <w:bCs/>
          <w:color w:val="2E74B5" w:themeColor="accent5" w:themeShade="BF"/>
        </w:rPr>
        <w:t xml:space="preserve"> </w:t>
      </w:r>
      <w:r w:rsidR="00017A48">
        <w:rPr>
          <w:b/>
          <w:bCs/>
          <w:color w:val="2E74B5" w:themeColor="accent5" w:themeShade="BF"/>
          <w:u w:val="single"/>
        </w:rPr>
        <w:t>7</w:t>
      </w:r>
      <w:r w:rsidR="00DE4C47" w:rsidRPr="006A0A05">
        <w:rPr>
          <w:color w:val="2E74B5" w:themeColor="accent5" w:themeShade="BF"/>
        </w:rPr>
        <w:t xml:space="preserve"> of</w:t>
      </w:r>
      <w:r w:rsidR="00DE4C47" w:rsidRPr="006335E0">
        <w:rPr>
          <w:color w:val="2E74B5" w:themeColor="accent5" w:themeShade="BF"/>
        </w:rPr>
        <w:t xml:space="preserve"> </w:t>
      </w:r>
      <w:r w:rsidR="000318AB" w:rsidRPr="006335E0">
        <w:rPr>
          <w:color w:val="2E74B5" w:themeColor="accent5" w:themeShade="BF"/>
        </w:rPr>
        <w:t>7</w:t>
      </w:r>
      <w:r w:rsidR="00DE4C47" w:rsidRPr="006335E0">
        <w:rPr>
          <w:color w:val="2E74B5" w:themeColor="accent5" w:themeShade="BF"/>
        </w:rPr>
        <w:t xml:space="preserve"> </w:t>
      </w:r>
      <w:r w:rsidR="00DE4C47" w:rsidRPr="006A0A05">
        <w:rPr>
          <w:color w:val="2E74B5" w:themeColor="accent5" w:themeShade="BF"/>
        </w:rPr>
        <w:t>shade hangar tie</w:t>
      </w:r>
      <w:r w:rsidR="00856C57" w:rsidRPr="006A0A05">
        <w:rPr>
          <w:color w:val="2E74B5" w:themeColor="accent5" w:themeShade="BF"/>
        </w:rPr>
        <w:t>-</w:t>
      </w:r>
      <w:r w:rsidR="00DE4C47" w:rsidRPr="006A0A05">
        <w:rPr>
          <w:color w:val="2E74B5" w:themeColor="accent5" w:themeShade="BF"/>
        </w:rPr>
        <w:t xml:space="preserve">downs </w:t>
      </w:r>
      <w:r w:rsidRPr="006A0A05">
        <w:rPr>
          <w:color w:val="2E74B5" w:themeColor="accent5" w:themeShade="BF"/>
        </w:rPr>
        <w:t>currently being rente</w:t>
      </w:r>
      <w:r w:rsidR="009D5423">
        <w:rPr>
          <w:color w:val="2E74B5" w:themeColor="accent5" w:themeShade="BF"/>
        </w:rPr>
        <w:t>d.</w:t>
      </w:r>
    </w:p>
    <w:p w14:paraId="43F359BE" w14:textId="1A1A914B" w:rsidR="00923568" w:rsidRDefault="00D66785" w:rsidP="00F36531">
      <w:pPr>
        <w:pStyle w:val="ListParagraph"/>
        <w:numPr>
          <w:ilvl w:val="2"/>
          <w:numId w:val="4"/>
        </w:numPr>
        <w:spacing w:after="0" w:line="240" w:lineRule="auto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 xml:space="preserve">There </w:t>
      </w:r>
      <w:r w:rsidR="00753AD2">
        <w:rPr>
          <w:color w:val="2E74B5" w:themeColor="accent5" w:themeShade="BF"/>
        </w:rPr>
        <w:t>are</w:t>
      </w:r>
      <w:r w:rsidRPr="006A0A05">
        <w:rPr>
          <w:color w:val="2E74B5" w:themeColor="accent5" w:themeShade="BF"/>
        </w:rPr>
        <w:t xml:space="preserve"> </w:t>
      </w:r>
      <w:r w:rsidR="00753AD2">
        <w:rPr>
          <w:b/>
          <w:bCs/>
          <w:color w:val="2E74B5" w:themeColor="accent5" w:themeShade="BF"/>
          <w:u w:val="single"/>
        </w:rPr>
        <w:t>3</w:t>
      </w:r>
      <w:r w:rsidR="00DE4C47" w:rsidRPr="006A0A05">
        <w:rPr>
          <w:color w:val="2E74B5" w:themeColor="accent5" w:themeShade="BF"/>
        </w:rPr>
        <w:t xml:space="preserve"> of </w:t>
      </w:r>
      <w:r w:rsidR="00856C57" w:rsidRPr="006A0A05">
        <w:rPr>
          <w:color w:val="2E74B5" w:themeColor="accent5" w:themeShade="BF"/>
        </w:rPr>
        <w:t>15</w:t>
      </w:r>
      <w:r w:rsidR="00DE4C47" w:rsidRPr="006A0A05">
        <w:rPr>
          <w:color w:val="2E74B5" w:themeColor="accent5" w:themeShade="BF"/>
        </w:rPr>
        <w:t xml:space="preserve"> open </w:t>
      </w:r>
      <w:r w:rsidR="00856C57" w:rsidRPr="006A0A05">
        <w:rPr>
          <w:color w:val="2E74B5" w:themeColor="accent5" w:themeShade="BF"/>
        </w:rPr>
        <w:t xml:space="preserve">area </w:t>
      </w:r>
      <w:r w:rsidR="00DE4C47" w:rsidRPr="006A0A05">
        <w:rPr>
          <w:color w:val="2E74B5" w:themeColor="accent5" w:themeShade="BF"/>
        </w:rPr>
        <w:t>tie-down</w:t>
      </w:r>
      <w:r w:rsidR="00856C57" w:rsidRPr="006A0A05">
        <w:rPr>
          <w:color w:val="2E74B5" w:themeColor="accent5" w:themeShade="BF"/>
        </w:rPr>
        <w:t xml:space="preserve">s </w:t>
      </w:r>
      <w:r w:rsidRPr="006A0A05">
        <w:rPr>
          <w:color w:val="2E74B5" w:themeColor="accent5" w:themeShade="BF"/>
        </w:rPr>
        <w:t>currently being rented</w:t>
      </w:r>
      <w:r w:rsidR="00C755C9">
        <w:rPr>
          <w:color w:val="2E74B5" w:themeColor="accent5" w:themeShade="BF"/>
        </w:rPr>
        <w:t>.</w:t>
      </w:r>
    </w:p>
    <w:p w14:paraId="18535C3B" w14:textId="77777777" w:rsidR="009637DE" w:rsidRDefault="009637DE" w:rsidP="00C1008F">
      <w:pPr>
        <w:tabs>
          <w:tab w:val="center" w:pos="3060"/>
          <w:tab w:val="center" w:pos="4500"/>
          <w:tab w:val="center" w:pos="5760"/>
          <w:tab w:val="center" w:pos="7200"/>
        </w:tabs>
        <w:spacing w:after="0" w:line="240" w:lineRule="auto"/>
        <w:ind w:left="720"/>
        <w:rPr>
          <w:b/>
          <w:bCs/>
          <w:color w:val="2E74B5" w:themeColor="accent5" w:themeShade="BF"/>
          <w:u w:val="single"/>
        </w:rPr>
      </w:pPr>
    </w:p>
    <w:p w14:paraId="5F28E8D3" w14:textId="4EB88857" w:rsidR="006A0942" w:rsidRDefault="005A664C" w:rsidP="00C1008F">
      <w:pPr>
        <w:tabs>
          <w:tab w:val="center" w:pos="3060"/>
          <w:tab w:val="center" w:pos="4500"/>
          <w:tab w:val="center" w:pos="5760"/>
          <w:tab w:val="center" w:pos="7200"/>
        </w:tabs>
        <w:spacing w:after="0" w:line="240" w:lineRule="auto"/>
        <w:ind w:left="720"/>
        <w:rPr>
          <w:color w:val="2E74B5" w:themeColor="accent5" w:themeShade="BF"/>
        </w:rPr>
      </w:pPr>
      <w:r w:rsidRPr="00F36531">
        <w:rPr>
          <w:b/>
          <w:bCs/>
          <w:color w:val="2E74B5" w:themeColor="accent5" w:themeShade="BF"/>
          <w:u w:val="single"/>
        </w:rPr>
        <w:t>WAITING LIST</w:t>
      </w:r>
      <w:r w:rsidRPr="00F36531">
        <w:rPr>
          <w:color w:val="2E74B5" w:themeColor="accent5" w:themeShade="BF"/>
        </w:rPr>
        <w:t>:</w:t>
      </w:r>
      <w:r w:rsidR="00A6022B">
        <w:rPr>
          <w:color w:val="2E74B5" w:themeColor="accent5" w:themeShade="BF"/>
        </w:rPr>
        <w:tab/>
      </w:r>
      <w:r w:rsidR="00A6022B" w:rsidRPr="00BF5D18">
        <w:rPr>
          <w:color w:val="2E74B5" w:themeColor="accent5" w:themeShade="BF"/>
          <w:u w:val="single"/>
        </w:rPr>
        <w:t>Large Box</w:t>
      </w:r>
      <w:r w:rsidR="00A6022B">
        <w:rPr>
          <w:color w:val="2E74B5" w:themeColor="accent5" w:themeShade="BF"/>
        </w:rPr>
        <w:tab/>
      </w:r>
      <w:r w:rsidR="00BF5D18">
        <w:rPr>
          <w:color w:val="2E74B5" w:themeColor="accent5" w:themeShade="BF"/>
          <w:u w:val="single"/>
        </w:rPr>
        <w:t xml:space="preserve">  </w:t>
      </w:r>
      <w:r w:rsidR="00725157" w:rsidRPr="00BF5D18">
        <w:rPr>
          <w:color w:val="2E74B5" w:themeColor="accent5" w:themeShade="BF"/>
          <w:u w:val="single"/>
        </w:rPr>
        <w:t>Box</w:t>
      </w:r>
      <w:r w:rsidR="00BF5D18">
        <w:rPr>
          <w:color w:val="2E74B5" w:themeColor="accent5" w:themeShade="BF"/>
          <w:u w:val="single"/>
        </w:rPr>
        <w:t xml:space="preserve">  </w:t>
      </w:r>
      <w:r w:rsidR="00725157">
        <w:rPr>
          <w:color w:val="2E74B5" w:themeColor="accent5" w:themeShade="BF"/>
        </w:rPr>
        <w:tab/>
      </w:r>
      <w:r w:rsidR="00BF5D18">
        <w:rPr>
          <w:color w:val="2E74B5" w:themeColor="accent5" w:themeShade="BF"/>
          <w:u w:val="single"/>
        </w:rPr>
        <w:t xml:space="preserve">   </w:t>
      </w:r>
      <w:r w:rsidR="00C1008F">
        <w:rPr>
          <w:color w:val="2E74B5" w:themeColor="accent5" w:themeShade="BF"/>
          <w:u w:val="single"/>
        </w:rPr>
        <w:t xml:space="preserve"> </w:t>
      </w:r>
      <w:r w:rsidR="00725157" w:rsidRPr="00BF5D18">
        <w:rPr>
          <w:color w:val="2E74B5" w:themeColor="accent5" w:themeShade="BF"/>
          <w:u w:val="single"/>
        </w:rPr>
        <w:t>T</w:t>
      </w:r>
      <w:r w:rsidR="00C1008F">
        <w:rPr>
          <w:color w:val="2E74B5" w:themeColor="accent5" w:themeShade="BF"/>
          <w:u w:val="single"/>
        </w:rPr>
        <w:t xml:space="preserve"> </w:t>
      </w:r>
      <w:r w:rsidR="00BF5D18">
        <w:rPr>
          <w:color w:val="2E74B5" w:themeColor="accent5" w:themeShade="BF"/>
          <w:u w:val="single"/>
        </w:rPr>
        <w:t xml:space="preserve">   </w:t>
      </w:r>
      <w:r w:rsidR="00725157">
        <w:rPr>
          <w:color w:val="2E74B5" w:themeColor="accent5" w:themeShade="BF"/>
        </w:rPr>
        <w:tab/>
      </w:r>
      <w:r w:rsidR="00BF5D18">
        <w:rPr>
          <w:color w:val="2E74B5" w:themeColor="accent5" w:themeShade="BF"/>
          <w:u w:val="single"/>
        </w:rPr>
        <w:t xml:space="preserve">  </w:t>
      </w:r>
      <w:r w:rsidR="00725157" w:rsidRPr="00BF5D18">
        <w:rPr>
          <w:color w:val="2E74B5" w:themeColor="accent5" w:themeShade="BF"/>
          <w:u w:val="single"/>
        </w:rPr>
        <w:t>Shade</w:t>
      </w:r>
      <w:r w:rsidR="00C1008F">
        <w:rPr>
          <w:color w:val="2E74B5" w:themeColor="accent5" w:themeShade="BF"/>
          <w:u w:val="single"/>
        </w:rPr>
        <w:t>_</w:t>
      </w:r>
    </w:p>
    <w:p w14:paraId="1C3BFFF6" w14:textId="650064E4" w:rsidR="00725157" w:rsidRPr="00BF5D18" w:rsidRDefault="00BF5D18" w:rsidP="00C1008F">
      <w:pPr>
        <w:tabs>
          <w:tab w:val="center" w:pos="3060"/>
          <w:tab w:val="center" w:pos="4590"/>
          <w:tab w:val="center" w:pos="5850"/>
          <w:tab w:val="center" w:pos="7200"/>
        </w:tabs>
        <w:spacing w:after="0" w:line="240" w:lineRule="auto"/>
        <w:ind w:left="720"/>
        <w:rPr>
          <w:color w:val="2E74B5" w:themeColor="accent5" w:themeShade="BF"/>
        </w:rPr>
      </w:pPr>
      <w:r>
        <w:rPr>
          <w:color w:val="2E74B5" w:themeColor="accent5" w:themeShade="BF"/>
        </w:rPr>
        <w:tab/>
        <w:t>3</w:t>
      </w:r>
      <w:r>
        <w:rPr>
          <w:color w:val="2E74B5" w:themeColor="accent5" w:themeShade="BF"/>
        </w:rPr>
        <w:tab/>
      </w:r>
      <w:r w:rsidR="00C10FAF">
        <w:rPr>
          <w:color w:val="2E74B5" w:themeColor="accent5" w:themeShade="BF"/>
        </w:rPr>
        <w:t>7</w:t>
      </w:r>
      <w:r>
        <w:rPr>
          <w:color w:val="2E74B5" w:themeColor="accent5" w:themeShade="BF"/>
        </w:rPr>
        <w:tab/>
      </w:r>
      <w:r w:rsidR="008D3767">
        <w:rPr>
          <w:color w:val="2E74B5" w:themeColor="accent5" w:themeShade="BF"/>
        </w:rPr>
        <w:t>1</w:t>
      </w:r>
      <w:r w:rsidR="00F7716D">
        <w:rPr>
          <w:color w:val="2E74B5" w:themeColor="accent5" w:themeShade="BF"/>
        </w:rPr>
        <w:t>4</w:t>
      </w:r>
      <w:r w:rsidR="009637DE">
        <w:rPr>
          <w:color w:val="2E74B5" w:themeColor="accent5" w:themeShade="BF"/>
        </w:rPr>
        <w:tab/>
      </w:r>
      <w:r w:rsidR="000624E1">
        <w:rPr>
          <w:color w:val="2E74B5" w:themeColor="accent5" w:themeShade="BF"/>
        </w:rPr>
        <w:t>0</w:t>
      </w:r>
    </w:p>
    <w:p w14:paraId="22052709" w14:textId="17574593" w:rsidR="00077B6C" w:rsidRPr="008D3767" w:rsidRDefault="00582552" w:rsidP="005D573A">
      <w:pPr>
        <w:spacing w:before="120" w:after="120" w:line="240" w:lineRule="auto"/>
        <w:ind w:left="720" w:hanging="720"/>
        <w:jc w:val="both"/>
        <w:rPr>
          <w:bCs/>
          <w:sz w:val="20"/>
          <w:szCs w:val="20"/>
        </w:rPr>
      </w:pPr>
      <w:r w:rsidRPr="004619D0">
        <w:rPr>
          <w:b/>
          <w:sz w:val="20"/>
          <w:szCs w:val="20"/>
        </w:rPr>
        <w:t>NOTE</w:t>
      </w:r>
      <w:r w:rsidR="007E5C6B" w:rsidRPr="004619D0">
        <w:rPr>
          <w:b/>
          <w:sz w:val="20"/>
          <w:szCs w:val="20"/>
        </w:rPr>
        <w:t>S</w:t>
      </w:r>
      <w:r w:rsidRPr="004619D0">
        <w:rPr>
          <w:bCs/>
          <w:sz w:val="20"/>
          <w:szCs w:val="20"/>
        </w:rPr>
        <w:t>:</w:t>
      </w:r>
    </w:p>
    <w:p w14:paraId="2A04A597" w14:textId="77777777" w:rsidR="00F7716D" w:rsidRDefault="00F7716D"/>
    <w:p w14:paraId="6CFC4A21" w14:textId="029BB1E7" w:rsidR="007300C6" w:rsidRDefault="007300C6">
      <w:r>
        <w:br w:type="page"/>
      </w:r>
    </w:p>
    <w:p w14:paraId="06298E52" w14:textId="43B9E3DA" w:rsidR="007300C6" w:rsidRPr="00152B96" w:rsidRDefault="007300C6" w:rsidP="007300C6">
      <w:pPr>
        <w:tabs>
          <w:tab w:val="left" w:pos="360"/>
          <w:tab w:val="right" w:pos="10224"/>
        </w:tabs>
        <w:spacing w:after="0" w:line="240" w:lineRule="auto"/>
        <w:rPr>
          <w:b/>
          <w:sz w:val="24"/>
          <w:szCs w:val="24"/>
        </w:rPr>
      </w:pPr>
      <w:r w:rsidRPr="00152B96">
        <w:rPr>
          <w:b/>
          <w:sz w:val="40"/>
          <w:szCs w:val="40"/>
          <w:u w:val="single"/>
        </w:rPr>
        <w:lastRenderedPageBreak/>
        <w:t>Airport Fuel Report</w:t>
      </w:r>
      <w:r w:rsidRPr="00EA569A">
        <w:rPr>
          <w:b/>
          <w:sz w:val="36"/>
        </w:rPr>
        <w:tab/>
      </w:r>
      <w:sdt>
        <w:sdtPr>
          <w:rPr>
            <w:b/>
            <w:sz w:val="24"/>
            <w:szCs w:val="24"/>
          </w:rPr>
          <w:alias w:val="Company"/>
          <w:tag w:val=""/>
          <w:id w:val="170379811"/>
          <w:placeholder>
            <w:docPart w:val="7429C0200C8742D0A6A3F46E791E6DC3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AF3611">
            <w:rPr>
              <w:b/>
              <w:sz w:val="24"/>
              <w:szCs w:val="24"/>
            </w:rPr>
            <w:t>MAY 2022</w:t>
          </w:r>
        </w:sdtContent>
      </w:sdt>
    </w:p>
    <w:p w14:paraId="034586D5" w14:textId="77777777" w:rsidR="007300C6" w:rsidRPr="00152B96" w:rsidRDefault="007300C6" w:rsidP="007300C6">
      <w:pPr>
        <w:tabs>
          <w:tab w:val="left" w:pos="360"/>
          <w:tab w:val="right" w:pos="10224"/>
        </w:tabs>
        <w:spacing w:after="240" w:line="240" w:lineRule="auto"/>
        <w:rPr>
          <w:b/>
          <w:sz w:val="24"/>
          <w:szCs w:val="24"/>
        </w:rPr>
      </w:pPr>
      <w:r w:rsidRPr="00152B96">
        <w:rPr>
          <w:b/>
          <w:sz w:val="24"/>
          <w:szCs w:val="24"/>
        </w:rPr>
        <w:t>Mark Wilson, Airport Manager</w:t>
      </w:r>
    </w:p>
    <w:p w14:paraId="2C76EB79" w14:textId="77777777" w:rsidR="0016747D" w:rsidRDefault="0016747D" w:rsidP="0016747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>End of Month May 2022 on hand:</w:t>
      </w:r>
    </w:p>
    <w:p w14:paraId="693445D0" w14:textId="77777777" w:rsidR="0016747D" w:rsidRDefault="0016747D" w:rsidP="0016747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</w:rPr>
      </w:pPr>
    </w:p>
    <w:p w14:paraId="156739FF" w14:textId="77777777" w:rsidR="0016747D" w:rsidRDefault="0016747D" w:rsidP="0016747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</w:rPr>
      </w:pPr>
      <w:r>
        <w:rPr>
          <w:rFonts w:ascii="Consolas" w:hAnsi="Consolas" w:cs="Consolas"/>
          <w:b/>
          <w:bCs/>
        </w:rPr>
        <w:t>1) 100 LL</w:t>
      </w:r>
    </w:p>
    <w:p w14:paraId="3428A1A9" w14:textId="77777777" w:rsidR="0016747D" w:rsidRDefault="0016747D" w:rsidP="0016747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a) Fuel Farm Tank: 4,727.7 gallons</w:t>
      </w:r>
    </w:p>
    <w:p w14:paraId="15CEA8D0" w14:textId="77777777" w:rsidR="0016747D" w:rsidRDefault="0016747D" w:rsidP="0016747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u w:val="single"/>
        </w:rPr>
      </w:pPr>
      <w:r>
        <w:rPr>
          <w:rFonts w:ascii="Consolas" w:hAnsi="Consolas" w:cs="Consolas"/>
        </w:rPr>
        <w:t xml:space="preserve">   b) Fuel Truck Tank:  579.50 gallons</w:t>
      </w:r>
    </w:p>
    <w:p w14:paraId="342EF3ED" w14:textId="77777777" w:rsidR="0016747D" w:rsidRDefault="0016747D" w:rsidP="0016747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</w:rPr>
      </w:pPr>
      <w:r>
        <w:rPr>
          <w:rFonts w:ascii="Consolas" w:hAnsi="Consolas" w:cs="Consolas"/>
        </w:rPr>
        <w:t xml:space="preserve">               </w:t>
      </w:r>
      <w:r>
        <w:rPr>
          <w:rFonts w:ascii="Consolas" w:hAnsi="Consolas" w:cs="Consolas"/>
          <w:b/>
          <w:bCs/>
        </w:rPr>
        <w:t>Total: 5,307.2 gallons</w:t>
      </w:r>
    </w:p>
    <w:p w14:paraId="0850A610" w14:textId="77777777" w:rsidR="0016747D" w:rsidRDefault="0016747D" w:rsidP="0016747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  <w:b/>
          <w:bCs/>
          <w:i/>
          <w:iCs/>
        </w:rPr>
        <w:t xml:space="preserve">   </w:t>
      </w:r>
      <w:r>
        <w:rPr>
          <w:rFonts w:ascii="Arial" w:hAnsi="Arial" w:cs="Arial"/>
          <w:sz w:val="26"/>
          <w:szCs w:val="26"/>
        </w:rPr>
        <w:t xml:space="preserve">● </w:t>
      </w:r>
      <w:r>
        <w:rPr>
          <w:rFonts w:ascii="Consolas" w:hAnsi="Consolas" w:cs="Consolas"/>
          <w:b/>
          <w:bCs/>
          <w:i/>
          <w:iCs/>
        </w:rPr>
        <w:t xml:space="preserve">100LL PURCHASED THIS MONTH: </w:t>
      </w:r>
      <w:r>
        <w:rPr>
          <w:rFonts w:ascii="Consolas" w:hAnsi="Consolas" w:cs="Consolas"/>
          <w:b/>
          <w:bCs/>
        </w:rPr>
        <w:t>NONE</w:t>
      </w:r>
    </w:p>
    <w:p w14:paraId="18FF7AEC" w14:textId="77777777" w:rsidR="0016747D" w:rsidRDefault="0016747D" w:rsidP="0016747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</w:p>
    <w:p w14:paraId="1C1B71AC" w14:textId="77777777" w:rsidR="0016747D" w:rsidRDefault="0016747D" w:rsidP="0016747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</w:p>
    <w:p w14:paraId="63E4A754" w14:textId="77777777" w:rsidR="0016747D" w:rsidRDefault="0016747D" w:rsidP="0016747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</w:rPr>
      </w:pPr>
      <w:r>
        <w:rPr>
          <w:rFonts w:ascii="Consolas" w:hAnsi="Consolas" w:cs="Consolas"/>
          <w:b/>
          <w:bCs/>
        </w:rPr>
        <w:t>2) JET A</w:t>
      </w:r>
    </w:p>
    <w:p w14:paraId="55F4252B" w14:textId="77777777" w:rsidR="0016747D" w:rsidRDefault="0016747D" w:rsidP="0016747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a) Fuel Farm Tank: 1,839.9 gallons</w:t>
      </w:r>
    </w:p>
    <w:p w14:paraId="1242D2CB" w14:textId="77777777" w:rsidR="0016747D" w:rsidRDefault="0016747D" w:rsidP="0016747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u w:val="single"/>
        </w:rPr>
      </w:pPr>
      <w:r>
        <w:rPr>
          <w:rFonts w:ascii="Consolas" w:hAnsi="Consolas" w:cs="Consolas"/>
        </w:rPr>
        <w:t xml:space="preserve">   b) Fuel Truck Tank:  771.3 gallons</w:t>
      </w:r>
    </w:p>
    <w:p w14:paraId="289D6600" w14:textId="77777777" w:rsidR="0016747D" w:rsidRDefault="0016747D" w:rsidP="0016747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</w:rPr>
      </w:pPr>
      <w:r>
        <w:rPr>
          <w:rFonts w:ascii="Consolas" w:hAnsi="Consolas" w:cs="Consolas"/>
        </w:rPr>
        <w:t xml:space="preserve">               </w:t>
      </w:r>
      <w:r>
        <w:rPr>
          <w:rFonts w:ascii="Consolas" w:hAnsi="Consolas" w:cs="Consolas"/>
          <w:b/>
          <w:bCs/>
        </w:rPr>
        <w:t>Total: 2,611.2 gallons</w:t>
      </w:r>
    </w:p>
    <w:p w14:paraId="395EE6F1" w14:textId="77777777" w:rsidR="0016747D" w:rsidRDefault="0016747D" w:rsidP="0016747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bCs/>
        </w:rPr>
      </w:pPr>
      <w:r>
        <w:rPr>
          <w:rFonts w:ascii="Consolas" w:hAnsi="Consolas" w:cs="Consolas"/>
          <w:b/>
          <w:bCs/>
          <w:i/>
          <w:iCs/>
        </w:rPr>
        <w:t xml:space="preserve">   </w:t>
      </w:r>
      <w:r>
        <w:rPr>
          <w:rFonts w:ascii="Arial" w:hAnsi="Arial" w:cs="Arial"/>
          <w:sz w:val="26"/>
          <w:szCs w:val="26"/>
        </w:rPr>
        <w:t xml:space="preserve">● </w:t>
      </w:r>
      <w:r>
        <w:rPr>
          <w:rFonts w:ascii="Consolas" w:hAnsi="Consolas" w:cs="Consolas"/>
          <w:b/>
          <w:bCs/>
          <w:i/>
          <w:iCs/>
        </w:rPr>
        <w:t>JET A PURCHASED THIS MONTH:</w:t>
      </w:r>
      <w:r>
        <w:rPr>
          <w:rFonts w:ascii="Consolas" w:hAnsi="Consolas" w:cs="Consolas"/>
          <w:b/>
          <w:bCs/>
        </w:rPr>
        <w:t xml:space="preserve"> 3,517.00 gallons</w:t>
      </w:r>
    </w:p>
    <w:p w14:paraId="68582D82" w14:textId="08CE7655" w:rsidR="004075CA" w:rsidRDefault="0016747D" w:rsidP="0016747D">
      <w:pPr>
        <w:spacing w:after="0" w:line="240" w:lineRule="auto"/>
        <w:rPr>
          <w:rFonts w:ascii="Consolas" w:hAnsi="Consolas"/>
          <w:b/>
          <w:bCs/>
          <w:iCs/>
          <w:sz w:val="24"/>
          <w:szCs w:val="24"/>
        </w:rPr>
      </w:pPr>
      <w:r>
        <w:rPr>
          <w:rFonts w:ascii="Consolas" w:hAnsi="Consolas" w:cs="Consolas"/>
          <w:b/>
          <w:bCs/>
        </w:rPr>
        <w:tab/>
        <w:t>Grist Oil Company PO# 292488</w:t>
      </w:r>
      <w:r w:rsidR="004075CA">
        <w:rPr>
          <w:rFonts w:ascii="Consolas" w:hAnsi="Consolas"/>
          <w:b/>
          <w:bCs/>
          <w:iCs/>
          <w:sz w:val="24"/>
          <w:szCs w:val="24"/>
        </w:rPr>
        <w:br w:type="page"/>
      </w:r>
    </w:p>
    <w:p w14:paraId="17F54823" w14:textId="790C4CC8" w:rsidR="001325E9" w:rsidRPr="00EA569A" w:rsidRDefault="00112344" w:rsidP="007B7905">
      <w:pPr>
        <w:spacing w:after="0" w:line="240" w:lineRule="auto"/>
        <w:jc w:val="right"/>
        <w:rPr>
          <w:b/>
        </w:rPr>
      </w:pPr>
      <w:sdt>
        <w:sdtPr>
          <w:rPr>
            <w:b/>
            <w:sz w:val="24"/>
            <w:szCs w:val="24"/>
          </w:rPr>
          <w:alias w:val="Company"/>
          <w:tag w:val=""/>
          <w:id w:val="941411313"/>
          <w:placeholder>
            <w:docPart w:val="0EFA430112A84F6297BDD1EC3C71A274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AF3611">
            <w:rPr>
              <w:b/>
              <w:sz w:val="24"/>
              <w:szCs w:val="24"/>
            </w:rPr>
            <w:t>MAY 2022</w:t>
          </w:r>
        </w:sdtContent>
      </w:sdt>
      <w:r w:rsidR="00F16F33">
        <w:rPr>
          <w:b/>
        </w:rPr>
        <w:t xml:space="preserve"> </w:t>
      </w:r>
    </w:p>
    <w:p w14:paraId="0D42A105" w14:textId="541951BD" w:rsidR="00B253A3" w:rsidRDefault="00112344" w:rsidP="00AA16BB">
      <w:pPr>
        <w:spacing w:after="0" w:line="240" w:lineRule="auto"/>
        <w:ind w:left="720" w:hanging="720"/>
        <w:jc w:val="center"/>
        <w:rPr>
          <w:rFonts w:ascii="Consolas" w:hAnsi="Consolas"/>
          <w:b/>
          <w:bCs/>
          <w:iCs/>
          <w:sz w:val="24"/>
          <w:szCs w:val="24"/>
        </w:rPr>
      </w:pPr>
      <w:r w:rsidRPr="00112344">
        <w:drawing>
          <wp:inline distT="0" distB="0" distL="0" distR="0" wp14:anchorId="6A6191B4" wp14:editId="776C3F42">
            <wp:extent cx="5904762" cy="3819048"/>
            <wp:effectExtent l="0" t="0" r="1270" b="0"/>
            <wp:docPr id="14" name="Picture 14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A picture containing chart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04762" cy="38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CC8A42" w14:textId="531FFD3B" w:rsidR="000C6397" w:rsidRDefault="000C6397" w:rsidP="00295576">
      <w:pPr>
        <w:spacing w:after="0" w:line="240" w:lineRule="auto"/>
        <w:ind w:left="720" w:hanging="720"/>
        <w:rPr>
          <w:rFonts w:ascii="Consolas" w:hAnsi="Consolas"/>
          <w:b/>
          <w:bCs/>
          <w:iCs/>
          <w:sz w:val="24"/>
          <w:szCs w:val="24"/>
        </w:rPr>
      </w:pPr>
      <w:r>
        <w:rPr>
          <w:rFonts w:ascii="Consolas" w:hAnsi="Consolas"/>
          <w:b/>
          <w:bCs/>
          <w:iCs/>
          <w:sz w:val="24"/>
          <w:szCs w:val="24"/>
        </w:rPr>
        <w:t>NOTE:</w:t>
      </w:r>
      <w:r w:rsidR="00295576">
        <w:rPr>
          <w:rFonts w:ascii="Consolas" w:hAnsi="Consolas"/>
          <w:b/>
          <w:bCs/>
          <w:iCs/>
          <w:sz w:val="24"/>
          <w:szCs w:val="24"/>
        </w:rPr>
        <w:tab/>
      </w:r>
      <w:r>
        <w:rPr>
          <w:rFonts w:ascii="Consolas" w:hAnsi="Consolas"/>
          <w:b/>
          <w:bCs/>
          <w:iCs/>
          <w:sz w:val="24"/>
          <w:szCs w:val="24"/>
        </w:rPr>
        <w:t xml:space="preserve">This average does not </w:t>
      </w:r>
      <w:r w:rsidR="00295576">
        <w:rPr>
          <w:rFonts w:ascii="Consolas" w:hAnsi="Consolas"/>
          <w:b/>
          <w:bCs/>
          <w:iCs/>
          <w:sz w:val="24"/>
          <w:szCs w:val="24"/>
        </w:rPr>
        <w:t>account for</w:t>
      </w:r>
      <w:r>
        <w:rPr>
          <w:rFonts w:ascii="Consolas" w:hAnsi="Consolas"/>
          <w:b/>
          <w:bCs/>
          <w:iCs/>
          <w:sz w:val="24"/>
          <w:szCs w:val="24"/>
        </w:rPr>
        <w:t xml:space="preserve"> </w:t>
      </w:r>
      <w:r w:rsidR="006F64D5">
        <w:rPr>
          <w:rFonts w:ascii="Consolas" w:hAnsi="Consolas"/>
          <w:b/>
          <w:bCs/>
          <w:iCs/>
          <w:sz w:val="24"/>
          <w:szCs w:val="24"/>
        </w:rPr>
        <w:t>the 20¢ per gallon discount that our tenants receive.</w:t>
      </w:r>
    </w:p>
    <w:p w14:paraId="57F25942" w14:textId="07570CD3" w:rsidR="00BC7539" w:rsidRDefault="00BC7539">
      <w:pPr>
        <w:rPr>
          <w:rFonts w:ascii="Consolas" w:hAnsi="Consolas"/>
          <w:b/>
          <w:bCs/>
          <w:iCs/>
          <w:sz w:val="24"/>
          <w:szCs w:val="24"/>
        </w:rPr>
      </w:pPr>
      <w:r>
        <w:rPr>
          <w:rFonts w:ascii="Consolas" w:hAnsi="Consolas"/>
          <w:b/>
          <w:bCs/>
          <w:iCs/>
          <w:sz w:val="24"/>
          <w:szCs w:val="24"/>
        </w:rPr>
        <w:br w:type="page"/>
      </w:r>
    </w:p>
    <w:p w14:paraId="5CF6C652" w14:textId="6477A75D" w:rsidR="007B7905" w:rsidRPr="00EA569A" w:rsidRDefault="00112344" w:rsidP="007B7905">
      <w:pPr>
        <w:spacing w:after="0" w:line="240" w:lineRule="auto"/>
        <w:jc w:val="right"/>
        <w:rPr>
          <w:b/>
        </w:rPr>
      </w:pPr>
      <w:sdt>
        <w:sdtPr>
          <w:rPr>
            <w:b/>
            <w:sz w:val="24"/>
            <w:szCs w:val="24"/>
          </w:rPr>
          <w:alias w:val="Company"/>
          <w:tag w:val=""/>
          <w:id w:val="-168796634"/>
          <w:placeholder>
            <w:docPart w:val="2867606499F44D05AEE2E80279B61B26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AF3611">
            <w:rPr>
              <w:b/>
              <w:sz w:val="24"/>
              <w:szCs w:val="24"/>
            </w:rPr>
            <w:t>MAY 2022</w:t>
          </w:r>
        </w:sdtContent>
      </w:sdt>
    </w:p>
    <w:p w14:paraId="15D44A00" w14:textId="6BBADCE8" w:rsidR="0049721D" w:rsidRDefault="0049721D" w:rsidP="00E16871">
      <w:pPr>
        <w:spacing w:after="0" w:line="240" w:lineRule="auto"/>
        <w:rPr>
          <w:rFonts w:ascii="Consolas" w:hAnsi="Consolas"/>
          <w:b/>
          <w:bCs/>
          <w:iCs/>
          <w:sz w:val="24"/>
          <w:szCs w:val="24"/>
        </w:rPr>
      </w:pPr>
      <w:r>
        <w:rPr>
          <w:rFonts w:ascii="Consolas" w:hAnsi="Consolas"/>
          <w:b/>
          <w:bCs/>
          <w:iCs/>
          <w:sz w:val="24"/>
          <w:szCs w:val="24"/>
        </w:rPr>
        <w:t xml:space="preserve">100LL FUEL SALES </w:t>
      </w:r>
      <w:r w:rsidR="006E1FBE">
        <w:rPr>
          <w:rFonts w:ascii="Consolas" w:hAnsi="Consolas"/>
          <w:b/>
          <w:bCs/>
          <w:iCs/>
          <w:sz w:val="24"/>
          <w:szCs w:val="24"/>
        </w:rPr>
        <w:t>202</w:t>
      </w:r>
      <w:r w:rsidR="00ED09F0">
        <w:rPr>
          <w:rFonts w:ascii="Consolas" w:hAnsi="Consolas"/>
          <w:b/>
          <w:bCs/>
          <w:iCs/>
          <w:sz w:val="24"/>
          <w:szCs w:val="24"/>
        </w:rPr>
        <w:t>0-2022</w:t>
      </w:r>
    </w:p>
    <w:p w14:paraId="32D945F4" w14:textId="33796AB0" w:rsidR="008A7EE0" w:rsidRDefault="00D12144" w:rsidP="00E16871">
      <w:pPr>
        <w:spacing w:after="0" w:line="240" w:lineRule="auto"/>
        <w:rPr>
          <w:rFonts w:ascii="Consolas" w:hAnsi="Consolas"/>
          <w:b/>
          <w:bCs/>
          <w:iCs/>
          <w:sz w:val="24"/>
          <w:szCs w:val="24"/>
        </w:rPr>
      </w:pPr>
      <w:r w:rsidRPr="00D12144">
        <w:drawing>
          <wp:inline distT="0" distB="0" distL="0" distR="0" wp14:anchorId="53FEA6DF" wp14:editId="2D0AF95B">
            <wp:extent cx="6235065" cy="3590162"/>
            <wp:effectExtent l="0" t="0" r="0" b="0"/>
            <wp:docPr id="1" name="Picture 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58102" cy="3603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6E70DA" w14:textId="252CC3A0" w:rsidR="008A7EE0" w:rsidRDefault="000C75F8" w:rsidP="00387863">
      <w:pPr>
        <w:spacing w:before="120" w:after="0" w:line="240" w:lineRule="auto"/>
        <w:ind w:left="720" w:hanging="720"/>
        <w:rPr>
          <w:rFonts w:ascii="Consolas" w:hAnsi="Consolas"/>
          <w:b/>
          <w:bCs/>
          <w:iCs/>
          <w:sz w:val="24"/>
          <w:szCs w:val="24"/>
        </w:rPr>
      </w:pPr>
      <w:r>
        <w:rPr>
          <w:rFonts w:ascii="Consolas" w:hAnsi="Consolas"/>
          <w:b/>
          <w:bCs/>
          <w:iCs/>
          <w:sz w:val="24"/>
          <w:szCs w:val="24"/>
        </w:rPr>
        <w:t xml:space="preserve">JET A FUEL SALES </w:t>
      </w:r>
      <w:r w:rsidR="00ED09F0">
        <w:rPr>
          <w:rFonts w:ascii="Consolas" w:hAnsi="Consolas"/>
          <w:b/>
          <w:bCs/>
          <w:iCs/>
          <w:sz w:val="24"/>
          <w:szCs w:val="24"/>
        </w:rPr>
        <w:t>2020-2022</w:t>
      </w:r>
    </w:p>
    <w:p w14:paraId="0A65CB5F" w14:textId="1D94C800" w:rsidR="003D3D79" w:rsidRDefault="009D5DBE" w:rsidP="00BC7539">
      <w:pPr>
        <w:spacing w:after="0" w:line="240" w:lineRule="auto"/>
        <w:ind w:left="720" w:hanging="720"/>
        <w:rPr>
          <w:rFonts w:ascii="Consolas" w:hAnsi="Consolas"/>
          <w:b/>
          <w:bCs/>
          <w:iCs/>
          <w:sz w:val="24"/>
          <w:szCs w:val="24"/>
        </w:rPr>
      </w:pPr>
      <w:r w:rsidRPr="009D5DBE">
        <w:drawing>
          <wp:inline distT="0" distB="0" distL="0" distR="0" wp14:anchorId="6FC96763" wp14:editId="578A39A6">
            <wp:extent cx="6235290" cy="3534184"/>
            <wp:effectExtent l="0" t="0" r="0" b="9525"/>
            <wp:docPr id="2" name="Picture 2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able&#10;&#10;Description automatically generated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46708" cy="3540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476719" w14:textId="16E1FD9F" w:rsidR="007B7905" w:rsidRPr="00EA569A" w:rsidRDefault="00112344" w:rsidP="007B7905">
      <w:pPr>
        <w:spacing w:after="0" w:line="240" w:lineRule="auto"/>
        <w:jc w:val="right"/>
        <w:rPr>
          <w:b/>
        </w:rPr>
      </w:pPr>
      <w:sdt>
        <w:sdtPr>
          <w:rPr>
            <w:b/>
            <w:sz w:val="24"/>
            <w:szCs w:val="24"/>
          </w:rPr>
          <w:alias w:val="Company"/>
          <w:tag w:val=""/>
          <w:id w:val="-1395735762"/>
          <w:placeholder>
            <w:docPart w:val="2E37E65BBBC34AD68E147E6F3F9B90BD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AF3611">
            <w:rPr>
              <w:b/>
              <w:sz w:val="24"/>
              <w:szCs w:val="24"/>
            </w:rPr>
            <w:t>MAY 2022</w:t>
          </w:r>
        </w:sdtContent>
      </w:sdt>
    </w:p>
    <w:p w14:paraId="5D2EACA4" w14:textId="2604B618" w:rsidR="004B5B74" w:rsidRDefault="008A2EB4" w:rsidP="00E16871">
      <w:pPr>
        <w:spacing w:after="0" w:line="240" w:lineRule="auto"/>
        <w:ind w:left="90"/>
        <w:rPr>
          <w:rFonts w:ascii="Consolas" w:hAnsi="Consolas"/>
          <w:iCs/>
          <w:sz w:val="20"/>
          <w:szCs w:val="20"/>
        </w:rPr>
      </w:pPr>
      <w:r w:rsidRPr="00E16871">
        <w:rPr>
          <w:rFonts w:ascii="Consolas" w:hAnsi="Consolas"/>
          <w:b/>
          <w:bCs/>
          <w:iCs/>
          <w:sz w:val="20"/>
          <w:szCs w:val="20"/>
        </w:rPr>
        <w:t>Weighted average fuel sales:</w:t>
      </w:r>
      <w:r w:rsidRPr="00E16871">
        <w:rPr>
          <w:rFonts w:ascii="Consolas" w:hAnsi="Consolas"/>
          <w:iCs/>
          <w:sz w:val="20"/>
          <w:szCs w:val="20"/>
        </w:rPr>
        <w:t xml:space="preserve"> </w:t>
      </w:r>
      <w:r w:rsidR="00E16871" w:rsidRPr="00E16871">
        <w:rPr>
          <w:rFonts w:ascii="Consolas" w:hAnsi="Consolas"/>
          <w:iCs/>
          <w:sz w:val="20"/>
          <w:szCs w:val="20"/>
        </w:rPr>
        <w:t>Wholesale cost / Retail price / Weighted average</w:t>
      </w:r>
      <w:r w:rsidR="00E16871">
        <w:rPr>
          <w:rFonts w:ascii="Consolas" w:hAnsi="Consolas"/>
          <w:iCs/>
          <w:sz w:val="20"/>
          <w:szCs w:val="20"/>
        </w:rPr>
        <w:t xml:space="preserve"> profit.</w:t>
      </w:r>
    </w:p>
    <w:p w14:paraId="3C641FDF" w14:textId="45620A7A" w:rsidR="00E16871" w:rsidRDefault="00F81E76" w:rsidP="0036508E">
      <w:pPr>
        <w:spacing w:after="0" w:line="240" w:lineRule="auto"/>
        <w:ind w:left="90"/>
        <w:rPr>
          <w:rFonts w:ascii="Consolas" w:hAnsi="Consolas"/>
          <w:iCs/>
          <w:sz w:val="20"/>
          <w:szCs w:val="20"/>
        </w:rPr>
      </w:pPr>
      <w:r w:rsidRPr="00F81E76">
        <w:drawing>
          <wp:inline distT="0" distB="0" distL="0" distR="0" wp14:anchorId="5D38B2B3" wp14:editId="56F909A8">
            <wp:extent cx="5410000" cy="4106385"/>
            <wp:effectExtent l="0" t="0" r="635" b="889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2176" cy="4115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4DBB72" w14:textId="77777777" w:rsidR="00FB6F23" w:rsidRDefault="00FB6F23" w:rsidP="0036508E">
      <w:pPr>
        <w:spacing w:after="0" w:line="240" w:lineRule="auto"/>
        <w:ind w:left="90"/>
        <w:rPr>
          <w:rFonts w:ascii="Consolas" w:hAnsi="Consolas"/>
          <w:iCs/>
          <w:sz w:val="20"/>
          <w:szCs w:val="20"/>
        </w:rPr>
      </w:pPr>
    </w:p>
    <w:p w14:paraId="154FEC95" w14:textId="7953729E" w:rsidR="006B568A" w:rsidRDefault="00B86AF2" w:rsidP="0036508E">
      <w:pPr>
        <w:spacing w:after="0" w:line="240" w:lineRule="auto"/>
        <w:ind w:left="90"/>
        <w:rPr>
          <w:rFonts w:ascii="Consolas" w:hAnsi="Consolas"/>
          <w:iCs/>
          <w:sz w:val="20"/>
          <w:szCs w:val="20"/>
        </w:rPr>
      </w:pPr>
      <w:r w:rsidRPr="00B86AF2">
        <w:drawing>
          <wp:inline distT="0" distB="0" distL="0" distR="0" wp14:anchorId="1160FD27" wp14:editId="03127DA1">
            <wp:extent cx="5387325" cy="2675882"/>
            <wp:effectExtent l="0" t="0" r="4445" b="0"/>
            <wp:docPr id="7" name="Picture 7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Table&#10;&#10;Description automatically generated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946" cy="2682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DA912D" w14:textId="77777777" w:rsidR="00061B03" w:rsidRDefault="00061B03" w:rsidP="0036508E">
      <w:pPr>
        <w:spacing w:after="0" w:line="240" w:lineRule="auto"/>
        <w:ind w:left="90"/>
        <w:rPr>
          <w:rFonts w:ascii="Consolas" w:hAnsi="Consolas"/>
          <w:iCs/>
          <w:sz w:val="20"/>
          <w:szCs w:val="20"/>
        </w:rPr>
      </w:pPr>
    </w:p>
    <w:p w14:paraId="7A70E826" w14:textId="27F7E9A5" w:rsidR="006B568A" w:rsidRPr="00FB443E" w:rsidRDefault="006B568A" w:rsidP="0036508E">
      <w:pPr>
        <w:spacing w:after="0" w:line="240" w:lineRule="auto"/>
        <w:ind w:left="90"/>
        <w:rPr>
          <w:rFonts w:ascii="Consolas" w:hAnsi="Consolas"/>
          <w:iCs/>
          <w:sz w:val="16"/>
          <w:szCs w:val="16"/>
        </w:rPr>
      </w:pPr>
      <w:r w:rsidRPr="00FB443E">
        <w:rPr>
          <w:rFonts w:ascii="Consolas" w:hAnsi="Consolas"/>
          <w:iCs/>
          <w:sz w:val="16"/>
          <w:szCs w:val="16"/>
        </w:rPr>
        <w:t xml:space="preserve">Note: The weighted average profit is based on </w:t>
      </w:r>
      <w:r w:rsidR="00F868C1" w:rsidRPr="00FB443E">
        <w:rPr>
          <w:rFonts w:ascii="Consolas" w:hAnsi="Consolas"/>
          <w:iCs/>
          <w:sz w:val="16"/>
          <w:szCs w:val="16"/>
        </w:rPr>
        <w:t>the full (transient) price of our fuel and does not account for any of the tenant discounts.</w:t>
      </w:r>
    </w:p>
    <w:sectPr w:rsidR="006B568A" w:rsidRPr="00FB443E" w:rsidSect="003529A0">
      <w:headerReference w:type="default" r:id="rId13"/>
      <w:footerReference w:type="default" r:id="rId14"/>
      <w:pgSz w:w="12240" w:h="15840"/>
      <w:pgMar w:top="1440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785AD" w14:textId="77777777" w:rsidR="000334F3" w:rsidRDefault="000334F3" w:rsidP="001D46EF">
      <w:pPr>
        <w:spacing w:after="0" w:line="240" w:lineRule="auto"/>
      </w:pPr>
      <w:r>
        <w:separator/>
      </w:r>
    </w:p>
  </w:endnote>
  <w:endnote w:type="continuationSeparator" w:id="0">
    <w:p w14:paraId="4147F05D" w14:textId="77777777" w:rsidR="000334F3" w:rsidRDefault="000334F3" w:rsidP="001D4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55E4A" w14:textId="77777777" w:rsidR="00BD1B91" w:rsidRDefault="00BD1B91" w:rsidP="00BD1B91">
    <w:pPr>
      <w:tabs>
        <w:tab w:val="center" w:pos="4320"/>
        <w:tab w:val="right" w:pos="8640"/>
      </w:tabs>
      <w:suppressAutoHyphens/>
      <w:autoSpaceDE w:val="0"/>
      <w:spacing w:after="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</w:p>
  <w:p w14:paraId="5CB1E35C" w14:textId="50B1DA6D" w:rsidR="00BD1B91" w:rsidRPr="00BD1B91" w:rsidRDefault="00BD1B91" w:rsidP="00BD1B91">
    <w:pPr>
      <w:tabs>
        <w:tab w:val="center" w:pos="4320"/>
        <w:tab w:val="right" w:pos="8640"/>
      </w:tabs>
      <w:suppressAutoHyphens/>
      <w:autoSpaceDE w:val="0"/>
      <w:spacing w:after="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  <w:r w:rsidRPr="00BD1B91">
      <w:rPr>
        <w:rFonts w:ascii="Arial" w:eastAsia="Times New Roman" w:hAnsi="Arial" w:cs="Arial"/>
        <w:noProof/>
        <w:color w:val="000066"/>
        <w:szCs w:val="20"/>
      </w:rPr>
      <w:t>https://www.kbcr.gov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AD93F" w14:textId="77777777" w:rsidR="000334F3" w:rsidRDefault="000334F3" w:rsidP="001D46EF">
      <w:pPr>
        <w:spacing w:after="0" w:line="240" w:lineRule="auto"/>
      </w:pPr>
      <w:r>
        <w:separator/>
      </w:r>
    </w:p>
  </w:footnote>
  <w:footnote w:type="continuationSeparator" w:id="0">
    <w:p w14:paraId="24784A2C" w14:textId="77777777" w:rsidR="000334F3" w:rsidRDefault="000334F3" w:rsidP="001D4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74236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0" w:line="240" w:lineRule="auto"/>
      <w:rPr>
        <w:rFonts w:ascii="Arial" w:eastAsia="Times New Roman" w:hAnsi="Arial" w:cs="Arial"/>
        <w:noProof/>
        <w:color w:val="000066"/>
        <w:sz w:val="32"/>
        <w:szCs w:val="20"/>
      </w:rPr>
    </w:pPr>
    <w:r w:rsidRPr="001D46EF">
      <w:rPr>
        <w:rFonts w:ascii="Arial" w:eastAsia="Times New Roman" w:hAnsi="Arial" w:cs="Arial"/>
        <w:noProof/>
        <w:color w:val="000066"/>
        <w:sz w:val="32"/>
        <w:szCs w:val="20"/>
      </w:rPr>
      <w:drawing>
        <wp:anchor distT="0" distB="0" distL="114300" distR="114300" simplePos="0" relativeHeight="251659264" behindDoc="0" locked="0" layoutInCell="1" allowOverlap="1" wp14:anchorId="509D6CCB" wp14:editId="4263985D">
          <wp:simplePos x="0" y="0"/>
          <wp:positionH relativeFrom="column">
            <wp:posOffset>6020</wp:posOffset>
          </wp:positionH>
          <wp:positionV relativeFrom="paragraph">
            <wp:posOffset>-41910</wp:posOffset>
          </wp:positionV>
          <wp:extent cx="1574800" cy="824230"/>
          <wp:effectExtent l="0" t="0" r="0" b="0"/>
          <wp:wrapSquare wrapText="bothSides"/>
          <wp:docPr id="10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D46EF">
      <w:rPr>
        <w:rFonts w:ascii="Arial" w:eastAsia="Times New Roman" w:hAnsi="Arial" w:cs="Arial"/>
        <w:noProof/>
        <w:color w:val="000066"/>
        <w:sz w:val="32"/>
        <w:szCs w:val="20"/>
      </w:rPr>
      <w:tab/>
      <w:t>Tri-County Airport Authority</w:t>
    </w:r>
  </w:p>
  <w:p w14:paraId="61E3DF8A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0" w:line="240" w:lineRule="auto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ab/>
      <w:t>1983 Tri-County Airport Rd - Bonifay, FL 32425</w:t>
    </w:r>
  </w:p>
  <w:p w14:paraId="7E03ADBC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120" w:line="240" w:lineRule="auto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ab/>
      <w:t>Mail: PO Box 756 - Bonifay, FL 32425</w:t>
    </w:r>
  </w:p>
  <w:p w14:paraId="166ACCBD" w14:textId="2EC0F547" w:rsidR="001D46EF" w:rsidRPr="001D46EF" w:rsidRDefault="001D46EF" w:rsidP="00025901">
    <w:pPr>
      <w:tabs>
        <w:tab w:val="center" w:pos="4320"/>
        <w:tab w:val="right" w:pos="8640"/>
      </w:tabs>
      <w:suppressAutoHyphens/>
      <w:autoSpaceDE w:val="0"/>
      <w:spacing w:after="12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>________________________________</w:t>
    </w:r>
    <w:r w:rsidR="00F042A2">
      <w:rPr>
        <w:rFonts w:ascii="Arial" w:eastAsia="Times New Roman" w:hAnsi="Arial" w:cs="Arial"/>
        <w:noProof/>
        <w:color w:val="000066"/>
        <w:szCs w:val="20"/>
      </w:rPr>
      <w:t>________</w:t>
    </w:r>
    <w:r w:rsidRPr="001D46EF">
      <w:rPr>
        <w:rFonts w:ascii="Arial" w:eastAsia="Times New Roman" w:hAnsi="Arial" w:cs="Arial"/>
        <w:noProof/>
        <w:color w:val="000066"/>
        <w:szCs w:val="20"/>
      </w:rPr>
      <w:t>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63770"/>
    <w:multiLevelType w:val="multilevel"/>
    <w:tmpl w:val="989E5018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D07818"/>
    <w:multiLevelType w:val="multilevel"/>
    <w:tmpl w:val="FE0CD3E0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CE22882"/>
    <w:multiLevelType w:val="hybridMultilevel"/>
    <w:tmpl w:val="77A2DE2E"/>
    <w:lvl w:ilvl="0" w:tplc="04090013">
      <w:start w:val="1"/>
      <w:numFmt w:val="upperRoman"/>
      <w:lvlText w:val="%1."/>
      <w:lvlJc w:val="righ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" w15:restartNumberingAfterBreak="0">
    <w:nsid w:val="34740ECD"/>
    <w:multiLevelType w:val="multilevel"/>
    <w:tmpl w:val="989E5018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AF15FB0"/>
    <w:multiLevelType w:val="multilevel"/>
    <w:tmpl w:val="6090F242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9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C996C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52427BC9"/>
    <w:multiLevelType w:val="multilevel"/>
    <w:tmpl w:val="989E5018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7C55B62"/>
    <w:multiLevelType w:val="hybridMultilevel"/>
    <w:tmpl w:val="FA122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9B3C73"/>
    <w:multiLevelType w:val="multilevel"/>
    <w:tmpl w:val="A1F6C846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7922596A"/>
    <w:multiLevelType w:val="hybridMultilevel"/>
    <w:tmpl w:val="05E20B70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7DB13798"/>
    <w:multiLevelType w:val="multilevel"/>
    <w:tmpl w:val="90E63D7A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89632968">
    <w:abstractNumId w:val="2"/>
  </w:num>
  <w:num w:numId="2" w16cid:durableId="1541285038">
    <w:abstractNumId w:val="9"/>
  </w:num>
  <w:num w:numId="3" w16cid:durableId="1313634739">
    <w:abstractNumId w:val="10"/>
  </w:num>
  <w:num w:numId="4" w16cid:durableId="513959383">
    <w:abstractNumId w:val="3"/>
  </w:num>
  <w:num w:numId="5" w16cid:durableId="1674920178">
    <w:abstractNumId w:val="6"/>
  </w:num>
  <w:num w:numId="6" w16cid:durableId="425923737">
    <w:abstractNumId w:val="4"/>
  </w:num>
  <w:num w:numId="7" w16cid:durableId="2016565249">
    <w:abstractNumId w:val="0"/>
  </w:num>
  <w:num w:numId="8" w16cid:durableId="2082217141">
    <w:abstractNumId w:val="1"/>
  </w:num>
  <w:num w:numId="9" w16cid:durableId="431046354">
    <w:abstractNumId w:val="8"/>
  </w:num>
  <w:num w:numId="10" w16cid:durableId="338897734">
    <w:abstractNumId w:val="5"/>
  </w:num>
  <w:num w:numId="11" w16cid:durableId="1674459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063"/>
    <w:rsid w:val="00000C6F"/>
    <w:rsid w:val="000029CC"/>
    <w:rsid w:val="00003B10"/>
    <w:rsid w:val="0001624B"/>
    <w:rsid w:val="000163FF"/>
    <w:rsid w:val="00017A48"/>
    <w:rsid w:val="00020ECF"/>
    <w:rsid w:val="00021ACA"/>
    <w:rsid w:val="00022674"/>
    <w:rsid w:val="0002290A"/>
    <w:rsid w:val="000230D3"/>
    <w:rsid w:val="0002434B"/>
    <w:rsid w:val="000244B4"/>
    <w:rsid w:val="00025901"/>
    <w:rsid w:val="000267F4"/>
    <w:rsid w:val="000309A9"/>
    <w:rsid w:val="00030FA7"/>
    <w:rsid w:val="000318AB"/>
    <w:rsid w:val="000334F3"/>
    <w:rsid w:val="00037B4B"/>
    <w:rsid w:val="00042738"/>
    <w:rsid w:val="00042F05"/>
    <w:rsid w:val="000441BC"/>
    <w:rsid w:val="000443CB"/>
    <w:rsid w:val="00044452"/>
    <w:rsid w:val="000503D5"/>
    <w:rsid w:val="0005097B"/>
    <w:rsid w:val="00051BBF"/>
    <w:rsid w:val="00052624"/>
    <w:rsid w:val="00052A8A"/>
    <w:rsid w:val="00053689"/>
    <w:rsid w:val="000544F9"/>
    <w:rsid w:val="000547C0"/>
    <w:rsid w:val="00061B03"/>
    <w:rsid w:val="00061CC5"/>
    <w:rsid w:val="000624E1"/>
    <w:rsid w:val="000631D3"/>
    <w:rsid w:val="00070BDE"/>
    <w:rsid w:val="00072AF7"/>
    <w:rsid w:val="00073494"/>
    <w:rsid w:val="0007595A"/>
    <w:rsid w:val="00075980"/>
    <w:rsid w:val="00077B6C"/>
    <w:rsid w:val="00080CB7"/>
    <w:rsid w:val="0008201C"/>
    <w:rsid w:val="00082FD4"/>
    <w:rsid w:val="0008506B"/>
    <w:rsid w:val="000851EB"/>
    <w:rsid w:val="00085C0C"/>
    <w:rsid w:val="00097CBF"/>
    <w:rsid w:val="000A0A88"/>
    <w:rsid w:val="000A2668"/>
    <w:rsid w:val="000A2768"/>
    <w:rsid w:val="000A40BC"/>
    <w:rsid w:val="000A5981"/>
    <w:rsid w:val="000B0D3C"/>
    <w:rsid w:val="000B2A36"/>
    <w:rsid w:val="000B4275"/>
    <w:rsid w:val="000B5E5A"/>
    <w:rsid w:val="000C17A1"/>
    <w:rsid w:val="000C2553"/>
    <w:rsid w:val="000C6397"/>
    <w:rsid w:val="000C6A42"/>
    <w:rsid w:val="000C6B2D"/>
    <w:rsid w:val="000C75F8"/>
    <w:rsid w:val="000D055D"/>
    <w:rsid w:val="000D213F"/>
    <w:rsid w:val="000D4E22"/>
    <w:rsid w:val="000D4E90"/>
    <w:rsid w:val="000D5072"/>
    <w:rsid w:val="000D7C66"/>
    <w:rsid w:val="000E637C"/>
    <w:rsid w:val="000E79FB"/>
    <w:rsid w:val="000F116A"/>
    <w:rsid w:val="000F30E0"/>
    <w:rsid w:val="000F3B0A"/>
    <w:rsid w:val="000F4E19"/>
    <w:rsid w:val="000F5C53"/>
    <w:rsid w:val="000F6048"/>
    <w:rsid w:val="000F69ED"/>
    <w:rsid w:val="000F6A18"/>
    <w:rsid w:val="0010114E"/>
    <w:rsid w:val="00105C85"/>
    <w:rsid w:val="00106E0A"/>
    <w:rsid w:val="00107996"/>
    <w:rsid w:val="00107CF3"/>
    <w:rsid w:val="00112344"/>
    <w:rsid w:val="0011297C"/>
    <w:rsid w:val="00113E34"/>
    <w:rsid w:val="00114C0F"/>
    <w:rsid w:val="001156B1"/>
    <w:rsid w:val="00122CA5"/>
    <w:rsid w:val="001234FB"/>
    <w:rsid w:val="00127816"/>
    <w:rsid w:val="0012799B"/>
    <w:rsid w:val="00131AE1"/>
    <w:rsid w:val="001325E9"/>
    <w:rsid w:val="00132C89"/>
    <w:rsid w:val="001333D4"/>
    <w:rsid w:val="0013416B"/>
    <w:rsid w:val="0013487E"/>
    <w:rsid w:val="001423C4"/>
    <w:rsid w:val="00143717"/>
    <w:rsid w:val="00144510"/>
    <w:rsid w:val="001471A3"/>
    <w:rsid w:val="001559A4"/>
    <w:rsid w:val="00155AC1"/>
    <w:rsid w:val="00157693"/>
    <w:rsid w:val="00165B95"/>
    <w:rsid w:val="0016747D"/>
    <w:rsid w:val="0017194E"/>
    <w:rsid w:val="00173ACF"/>
    <w:rsid w:val="00176EBD"/>
    <w:rsid w:val="00183093"/>
    <w:rsid w:val="00187508"/>
    <w:rsid w:val="001877C1"/>
    <w:rsid w:val="00190496"/>
    <w:rsid w:val="00190F06"/>
    <w:rsid w:val="00191A19"/>
    <w:rsid w:val="00194A1E"/>
    <w:rsid w:val="0019628A"/>
    <w:rsid w:val="00197C6C"/>
    <w:rsid w:val="001A0F53"/>
    <w:rsid w:val="001A328F"/>
    <w:rsid w:val="001A4660"/>
    <w:rsid w:val="001B3CB5"/>
    <w:rsid w:val="001C0687"/>
    <w:rsid w:val="001C2EEB"/>
    <w:rsid w:val="001D46EF"/>
    <w:rsid w:val="001D4F78"/>
    <w:rsid w:val="001D68E9"/>
    <w:rsid w:val="001D7140"/>
    <w:rsid w:val="001E0CFF"/>
    <w:rsid w:val="001E5AA6"/>
    <w:rsid w:val="001E6558"/>
    <w:rsid w:val="001E7CA5"/>
    <w:rsid w:val="001F1592"/>
    <w:rsid w:val="001F4BC9"/>
    <w:rsid w:val="001F632C"/>
    <w:rsid w:val="001F7744"/>
    <w:rsid w:val="00200834"/>
    <w:rsid w:val="00201EC7"/>
    <w:rsid w:val="00211E8F"/>
    <w:rsid w:val="00212722"/>
    <w:rsid w:val="00212891"/>
    <w:rsid w:val="00215024"/>
    <w:rsid w:val="00217296"/>
    <w:rsid w:val="0022425B"/>
    <w:rsid w:val="00225B49"/>
    <w:rsid w:val="0022704F"/>
    <w:rsid w:val="00237A89"/>
    <w:rsid w:val="00240698"/>
    <w:rsid w:val="00247907"/>
    <w:rsid w:val="00247EEE"/>
    <w:rsid w:val="00250364"/>
    <w:rsid w:val="0025496D"/>
    <w:rsid w:val="00255447"/>
    <w:rsid w:val="00257BBA"/>
    <w:rsid w:val="00257E1E"/>
    <w:rsid w:val="00260123"/>
    <w:rsid w:val="00263274"/>
    <w:rsid w:val="002644FD"/>
    <w:rsid w:val="002646B0"/>
    <w:rsid w:val="0027396D"/>
    <w:rsid w:val="00275BEF"/>
    <w:rsid w:val="002916D9"/>
    <w:rsid w:val="00293831"/>
    <w:rsid w:val="00295576"/>
    <w:rsid w:val="00297EB8"/>
    <w:rsid w:val="002A0EC9"/>
    <w:rsid w:val="002A1579"/>
    <w:rsid w:val="002A4049"/>
    <w:rsid w:val="002A6B26"/>
    <w:rsid w:val="002B0300"/>
    <w:rsid w:val="002B206B"/>
    <w:rsid w:val="002B309B"/>
    <w:rsid w:val="002B3AF8"/>
    <w:rsid w:val="002B4447"/>
    <w:rsid w:val="002B5DD2"/>
    <w:rsid w:val="002C2C78"/>
    <w:rsid w:val="002C4214"/>
    <w:rsid w:val="002C6C42"/>
    <w:rsid w:val="002C75CB"/>
    <w:rsid w:val="002D16B3"/>
    <w:rsid w:val="002D47DC"/>
    <w:rsid w:val="002D52E7"/>
    <w:rsid w:val="002D7AF4"/>
    <w:rsid w:val="002E0876"/>
    <w:rsid w:val="002E0946"/>
    <w:rsid w:val="002E3CED"/>
    <w:rsid w:val="002E615C"/>
    <w:rsid w:val="002E69DC"/>
    <w:rsid w:val="002F0297"/>
    <w:rsid w:val="002F2894"/>
    <w:rsid w:val="002F28A7"/>
    <w:rsid w:val="002F3724"/>
    <w:rsid w:val="002F6627"/>
    <w:rsid w:val="002F7376"/>
    <w:rsid w:val="00300065"/>
    <w:rsid w:val="00300AB8"/>
    <w:rsid w:val="00301A01"/>
    <w:rsid w:val="003027E0"/>
    <w:rsid w:val="0030361E"/>
    <w:rsid w:val="00307ABE"/>
    <w:rsid w:val="003153A0"/>
    <w:rsid w:val="00316500"/>
    <w:rsid w:val="00316604"/>
    <w:rsid w:val="00324785"/>
    <w:rsid w:val="00324796"/>
    <w:rsid w:val="00330C3E"/>
    <w:rsid w:val="0033148E"/>
    <w:rsid w:val="003340BE"/>
    <w:rsid w:val="00340488"/>
    <w:rsid w:val="00340B0E"/>
    <w:rsid w:val="00341EF1"/>
    <w:rsid w:val="00342E86"/>
    <w:rsid w:val="00343BB5"/>
    <w:rsid w:val="0034764C"/>
    <w:rsid w:val="00351524"/>
    <w:rsid w:val="003529A0"/>
    <w:rsid w:val="003530A8"/>
    <w:rsid w:val="00357D21"/>
    <w:rsid w:val="003621D8"/>
    <w:rsid w:val="003630A5"/>
    <w:rsid w:val="0036508E"/>
    <w:rsid w:val="00374B69"/>
    <w:rsid w:val="003752AB"/>
    <w:rsid w:val="00377BA7"/>
    <w:rsid w:val="003842D1"/>
    <w:rsid w:val="003867E8"/>
    <w:rsid w:val="003872DC"/>
    <w:rsid w:val="003872FF"/>
    <w:rsid w:val="00387863"/>
    <w:rsid w:val="00394AA1"/>
    <w:rsid w:val="00397AEB"/>
    <w:rsid w:val="003A2C49"/>
    <w:rsid w:val="003A4275"/>
    <w:rsid w:val="003B0348"/>
    <w:rsid w:val="003B1FB2"/>
    <w:rsid w:val="003B2930"/>
    <w:rsid w:val="003B31D8"/>
    <w:rsid w:val="003B41FC"/>
    <w:rsid w:val="003B4E62"/>
    <w:rsid w:val="003C138E"/>
    <w:rsid w:val="003C1FE3"/>
    <w:rsid w:val="003C228C"/>
    <w:rsid w:val="003C49A0"/>
    <w:rsid w:val="003C67EF"/>
    <w:rsid w:val="003C6968"/>
    <w:rsid w:val="003C70E4"/>
    <w:rsid w:val="003C7DD5"/>
    <w:rsid w:val="003D2742"/>
    <w:rsid w:val="003D3D79"/>
    <w:rsid w:val="003E02A2"/>
    <w:rsid w:val="003E0D73"/>
    <w:rsid w:val="003E215B"/>
    <w:rsid w:val="003F10D3"/>
    <w:rsid w:val="003F2C9E"/>
    <w:rsid w:val="003F7874"/>
    <w:rsid w:val="00400396"/>
    <w:rsid w:val="00400A43"/>
    <w:rsid w:val="00402D48"/>
    <w:rsid w:val="004075CA"/>
    <w:rsid w:val="00410A3C"/>
    <w:rsid w:val="00411AFE"/>
    <w:rsid w:val="00411BC0"/>
    <w:rsid w:val="00411DE0"/>
    <w:rsid w:val="00412E8B"/>
    <w:rsid w:val="00416872"/>
    <w:rsid w:val="00417063"/>
    <w:rsid w:val="0041796A"/>
    <w:rsid w:val="00420625"/>
    <w:rsid w:val="004232B8"/>
    <w:rsid w:val="00423C54"/>
    <w:rsid w:val="00426DF7"/>
    <w:rsid w:val="0042738E"/>
    <w:rsid w:val="0042787A"/>
    <w:rsid w:val="00435853"/>
    <w:rsid w:val="00435EFD"/>
    <w:rsid w:val="004424A6"/>
    <w:rsid w:val="00445B3D"/>
    <w:rsid w:val="00446A36"/>
    <w:rsid w:val="004502C7"/>
    <w:rsid w:val="004521D5"/>
    <w:rsid w:val="0045245D"/>
    <w:rsid w:val="004619D0"/>
    <w:rsid w:val="00461AEC"/>
    <w:rsid w:val="00461B50"/>
    <w:rsid w:val="00462C8D"/>
    <w:rsid w:val="004641AE"/>
    <w:rsid w:val="004646E2"/>
    <w:rsid w:val="00464921"/>
    <w:rsid w:val="00466071"/>
    <w:rsid w:val="004703EA"/>
    <w:rsid w:val="004724CB"/>
    <w:rsid w:val="00473A6D"/>
    <w:rsid w:val="0048129B"/>
    <w:rsid w:val="004828CF"/>
    <w:rsid w:val="004878B2"/>
    <w:rsid w:val="0049418A"/>
    <w:rsid w:val="00495270"/>
    <w:rsid w:val="00495E4D"/>
    <w:rsid w:val="0049721D"/>
    <w:rsid w:val="004A2AC1"/>
    <w:rsid w:val="004A3955"/>
    <w:rsid w:val="004A46EA"/>
    <w:rsid w:val="004A4D79"/>
    <w:rsid w:val="004B15C7"/>
    <w:rsid w:val="004B1772"/>
    <w:rsid w:val="004B2175"/>
    <w:rsid w:val="004B3254"/>
    <w:rsid w:val="004B5B74"/>
    <w:rsid w:val="004C0E0C"/>
    <w:rsid w:val="004C17F7"/>
    <w:rsid w:val="004C2D1C"/>
    <w:rsid w:val="004C50B4"/>
    <w:rsid w:val="004C6258"/>
    <w:rsid w:val="004D428E"/>
    <w:rsid w:val="004D5A8B"/>
    <w:rsid w:val="004D799C"/>
    <w:rsid w:val="004E1FAA"/>
    <w:rsid w:val="004E2E04"/>
    <w:rsid w:val="004E2E78"/>
    <w:rsid w:val="004E46D4"/>
    <w:rsid w:val="004E62BA"/>
    <w:rsid w:val="004F0832"/>
    <w:rsid w:val="004F1BB9"/>
    <w:rsid w:val="004F237B"/>
    <w:rsid w:val="005060F7"/>
    <w:rsid w:val="00507B71"/>
    <w:rsid w:val="00512148"/>
    <w:rsid w:val="005130EF"/>
    <w:rsid w:val="005132C9"/>
    <w:rsid w:val="005155FF"/>
    <w:rsid w:val="0052035E"/>
    <w:rsid w:val="00526BA7"/>
    <w:rsid w:val="005313F6"/>
    <w:rsid w:val="00532AE3"/>
    <w:rsid w:val="00532C58"/>
    <w:rsid w:val="005330FF"/>
    <w:rsid w:val="00536AEF"/>
    <w:rsid w:val="005406DC"/>
    <w:rsid w:val="00540B13"/>
    <w:rsid w:val="00543C81"/>
    <w:rsid w:val="00551308"/>
    <w:rsid w:val="00551601"/>
    <w:rsid w:val="00552880"/>
    <w:rsid w:val="00556AD6"/>
    <w:rsid w:val="00560589"/>
    <w:rsid w:val="005607AE"/>
    <w:rsid w:val="00562751"/>
    <w:rsid w:val="00566AEF"/>
    <w:rsid w:val="00566D7A"/>
    <w:rsid w:val="00570895"/>
    <w:rsid w:val="0057369D"/>
    <w:rsid w:val="00573BCF"/>
    <w:rsid w:val="00582552"/>
    <w:rsid w:val="00583041"/>
    <w:rsid w:val="005833A5"/>
    <w:rsid w:val="0058782E"/>
    <w:rsid w:val="00594A5E"/>
    <w:rsid w:val="00596C10"/>
    <w:rsid w:val="00597BE7"/>
    <w:rsid w:val="005A0405"/>
    <w:rsid w:val="005A1800"/>
    <w:rsid w:val="005A2265"/>
    <w:rsid w:val="005A46B0"/>
    <w:rsid w:val="005A664C"/>
    <w:rsid w:val="005B21D0"/>
    <w:rsid w:val="005B2DE1"/>
    <w:rsid w:val="005B40B3"/>
    <w:rsid w:val="005C16B8"/>
    <w:rsid w:val="005C51DD"/>
    <w:rsid w:val="005C6BDF"/>
    <w:rsid w:val="005C7196"/>
    <w:rsid w:val="005C73B7"/>
    <w:rsid w:val="005D0B0D"/>
    <w:rsid w:val="005D2174"/>
    <w:rsid w:val="005D4A14"/>
    <w:rsid w:val="005D52C0"/>
    <w:rsid w:val="005D573A"/>
    <w:rsid w:val="005E0E25"/>
    <w:rsid w:val="005E55D1"/>
    <w:rsid w:val="005F10E2"/>
    <w:rsid w:val="005F1C74"/>
    <w:rsid w:val="005F3A2E"/>
    <w:rsid w:val="006020A7"/>
    <w:rsid w:val="00604CE6"/>
    <w:rsid w:val="00605FE5"/>
    <w:rsid w:val="00607DA6"/>
    <w:rsid w:val="00612B46"/>
    <w:rsid w:val="00617883"/>
    <w:rsid w:val="006205CF"/>
    <w:rsid w:val="00622A9D"/>
    <w:rsid w:val="00623046"/>
    <w:rsid w:val="0062363A"/>
    <w:rsid w:val="00624CA7"/>
    <w:rsid w:val="006255F2"/>
    <w:rsid w:val="006257F6"/>
    <w:rsid w:val="006305D9"/>
    <w:rsid w:val="006306DE"/>
    <w:rsid w:val="00631139"/>
    <w:rsid w:val="006326DF"/>
    <w:rsid w:val="006335E0"/>
    <w:rsid w:val="0063585E"/>
    <w:rsid w:val="006366E0"/>
    <w:rsid w:val="00641960"/>
    <w:rsid w:val="00642707"/>
    <w:rsid w:val="00643B10"/>
    <w:rsid w:val="006457B3"/>
    <w:rsid w:val="00646FFC"/>
    <w:rsid w:val="0065049F"/>
    <w:rsid w:val="00651B7D"/>
    <w:rsid w:val="00653841"/>
    <w:rsid w:val="0065445F"/>
    <w:rsid w:val="006554F8"/>
    <w:rsid w:val="00661335"/>
    <w:rsid w:val="00665F18"/>
    <w:rsid w:val="0066782A"/>
    <w:rsid w:val="00667D91"/>
    <w:rsid w:val="0068729C"/>
    <w:rsid w:val="00687ADB"/>
    <w:rsid w:val="006903CC"/>
    <w:rsid w:val="00696E12"/>
    <w:rsid w:val="006A01E0"/>
    <w:rsid w:val="006A0942"/>
    <w:rsid w:val="006A0A05"/>
    <w:rsid w:val="006A16F1"/>
    <w:rsid w:val="006A1973"/>
    <w:rsid w:val="006A1A9D"/>
    <w:rsid w:val="006B2215"/>
    <w:rsid w:val="006B568A"/>
    <w:rsid w:val="006B678B"/>
    <w:rsid w:val="006C78FF"/>
    <w:rsid w:val="006D2CB7"/>
    <w:rsid w:val="006D3D4B"/>
    <w:rsid w:val="006D6416"/>
    <w:rsid w:val="006E0DF7"/>
    <w:rsid w:val="006E1FBE"/>
    <w:rsid w:val="006E2176"/>
    <w:rsid w:val="006E57F4"/>
    <w:rsid w:val="006E587E"/>
    <w:rsid w:val="006E7C43"/>
    <w:rsid w:val="006F0358"/>
    <w:rsid w:val="006F1CA2"/>
    <w:rsid w:val="006F225E"/>
    <w:rsid w:val="006F27AD"/>
    <w:rsid w:val="006F2864"/>
    <w:rsid w:val="006F64D5"/>
    <w:rsid w:val="006F7A69"/>
    <w:rsid w:val="00701110"/>
    <w:rsid w:val="00701D8C"/>
    <w:rsid w:val="0070552D"/>
    <w:rsid w:val="00707144"/>
    <w:rsid w:val="00711E68"/>
    <w:rsid w:val="007159DD"/>
    <w:rsid w:val="00722108"/>
    <w:rsid w:val="00723F6A"/>
    <w:rsid w:val="0072497E"/>
    <w:rsid w:val="00725157"/>
    <w:rsid w:val="00727033"/>
    <w:rsid w:val="007273D8"/>
    <w:rsid w:val="007300C6"/>
    <w:rsid w:val="00731753"/>
    <w:rsid w:val="0073192A"/>
    <w:rsid w:val="00733A40"/>
    <w:rsid w:val="007362E8"/>
    <w:rsid w:val="00743452"/>
    <w:rsid w:val="00753287"/>
    <w:rsid w:val="00753AD2"/>
    <w:rsid w:val="00755514"/>
    <w:rsid w:val="007606BB"/>
    <w:rsid w:val="007721CE"/>
    <w:rsid w:val="007759A9"/>
    <w:rsid w:val="00775E05"/>
    <w:rsid w:val="00775F85"/>
    <w:rsid w:val="007762DB"/>
    <w:rsid w:val="007800D1"/>
    <w:rsid w:val="00780283"/>
    <w:rsid w:val="00785FD9"/>
    <w:rsid w:val="0078639A"/>
    <w:rsid w:val="007938A5"/>
    <w:rsid w:val="007950C2"/>
    <w:rsid w:val="00796E4E"/>
    <w:rsid w:val="0079738B"/>
    <w:rsid w:val="007A23AB"/>
    <w:rsid w:val="007B38B6"/>
    <w:rsid w:val="007B7905"/>
    <w:rsid w:val="007C52E2"/>
    <w:rsid w:val="007D17C5"/>
    <w:rsid w:val="007D710D"/>
    <w:rsid w:val="007E39FD"/>
    <w:rsid w:val="007E47BB"/>
    <w:rsid w:val="007E4D5C"/>
    <w:rsid w:val="007E5C6B"/>
    <w:rsid w:val="007F12A1"/>
    <w:rsid w:val="007F15D7"/>
    <w:rsid w:val="007F1C89"/>
    <w:rsid w:val="007F4768"/>
    <w:rsid w:val="007F66C6"/>
    <w:rsid w:val="007F7F00"/>
    <w:rsid w:val="00806C02"/>
    <w:rsid w:val="008101D3"/>
    <w:rsid w:val="00810F5A"/>
    <w:rsid w:val="00814D37"/>
    <w:rsid w:val="00820A15"/>
    <w:rsid w:val="00821455"/>
    <w:rsid w:val="00822227"/>
    <w:rsid w:val="00822564"/>
    <w:rsid w:val="008231DF"/>
    <w:rsid w:val="00824450"/>
    <w:rsid w:val="0082470E"/>
    <w:rsid w:val="008326BD"/>
    <w:rsid w:val="00834F3A"/>
    <w:rsid w:val="00841654"/>
    <w:rsid w:val="008429A0"/>
    <w:rsid w:val="00852798"/>
    <w:rsid w:val="0085586C"/>
    <w:rsid w:val="00856886"/>
    <w:rsid w:val="00856C57"/>
    <w:rsid w:val="008601B8"/>
    <w:rsid w:val="00862853"/>
    <w:rsid w:val="00862A27"/>
    <w:rsid w:val="008640BA"/>
    <w:rsid w:val="008641F4"/>
    <w:rsid w:val="008774D3"/>
    <w:rsid w:val="00880870"/>
    <w:rsid w:val="00881938"/>
    <w:rsid w:val="008830DF"/>
    <w:rsid w:val="00884D5B"/>
    <w:rsid w:val="0089299B"/>
    <w:rsid w:val="00895989"/>
    <w:rsid w:val="008A01CF"/>
    <w:rsid w:val="008A2959"/>
    <w:rsid w:val="008A2EB4"/>
    <w:rsid w:val="008A3A7F"/>
    <w:rsid w:val="008A63DF"/>
    <w:rsid w:val="008A7EE0"/>
    <w:rsid w:val="008B3EB6"/>
    <w:rsid w:val="008B4FBB"/>
    <w:rsid w:val="008B632A"/>
    <w:rsid w:val="008C1126"/>
    <w:rsid w:val="008C3014"/>
    <w:rsid w:val="008C532F"/>
    <w:rsid w:val="008C5639"/>
    <w:rsid w:val="008C5B5E"/>
    <w:rsid w:val="008C764A"/>
    <w:rsid w:val="008D059C"/>
    <w:rsid w:val="008D20C5"/>
    <w:rsid w:val="008D3767"/>
    <w:rsid w:val="008D5405"/>
    <w:rsid w:val="008D54D9"/>
    <w:rsid w:val="008D671A"/>
    <w:rsid w:val="008D6F8B"/>
    <w:rsid w:val="008E192D"/>
    <w:rsid w:val="008E77EF"/>
    <w:rsid w:val="008F75EB"/>
    <w:rsid w:val="00900BA6"/>
    <w:rsid w:val="009028AF"/>
    <w:rsid w:val="00905121"/>
    <w:rsid w:val="009055AE"/>
    <w:rsid w:val="00905C5A"/>
    <w:rsid w:val="009074D9"/>
    <w:rsid w:val="009075E6"/>
    <w:rsid w:val="0090794C"/>
    <w:rsid w:val="00910657"/>
    <w:rsid w:val="009118E4"/>
    <w:rsid w:val="00913C21"/>
    <w:rsid w:val="0091639C"/>
    <w:rsid w:val="009227B2"/>
    <w:rsid w:val="00923568"/>
    <w:rsid w:val="00924339"/>
    <w:rsid w:val="00924E59"/>
    <w:rsid w:val="009277D4"/>
    <w:rsid w:val="009304B4"/>
    <w:rsid w:val="0093150D"/>
    <w:rsid w:val="00934BF6"/>
    <w:rsid w:val="00941C7F"/>
    <w:rsid w:val="00947182"/>
    <w:rsid w:val="009511AE"/>
    <w:rsid w:val="0095231E"/>
    <w:rsid w:val="00956033"/>
    <w:rsid w:val="0096110F"/>
    <w:rsid w:val="00961A07"/>
    <w:rsid w:val="0096286A"/>
    <w:rsid w:val="009636CD"/>
    <w:rsid w:val="009637DE"/>
    <w:rsid w:val="0096747D"/>
    <w:rsid w:val="009710CD"/>
    <w:rsid w:val="00971292"/>
    <w:rsid w:val="0097492B"/>
    <w:rsid w:val="00977025"/>
    <w:rsid w:val="00977F4E"/>
    <w:rsid w:val="009812F7"/>
    <w:rsid w:val="00981DFF"/>
    <w:rsid w:val="00985D0C"/>
    <w:rsid w:val="00990025"/>
    <w:rsid w:val="00990F81"/>
    <w:rsid w:val="00991F85"/>
    <w:rsid w:val="00994D31"/>
    <w:rsid w:val="00995A60"/>
    <w:rsid w:val="009A0636"/>
    <w:rsid w:val="009A06F0"/>
    <w:rsid w:val="009A0893"/>
    <w:rsid w:val="009A58E7"/>
    <w:rsid w:val="009B0B5D"/>
    <w:rsid w:val="009B12F4"/>
    <w:rsid w:val="009B4D80"/>
    <w:rsid w:val="009B5C31"/>
    <w:rsid w:val="009C2EF9"/>
    <w:rsid w:val="009D131B"/>
    <w:rsid w:val="009D28BF"/>
    <w:rsid w:val="009D2B1A"/>
    <w:rsid w:val="009D4E51"/>
    <w:rsid w:val="009D4F4E"/>
    <w:rsid w:val="009D53BE"/>
    <w:rsid w:val="009D5423"/>
    <w:rsid w:val="009D5DBE"/>
    <w:rsid w:val="009E0B8F"/>
    <w:rsid w:val="009E25B1"/>
    <w:rsid w:val="009E621A"/>
    <w:rsid w:val="009E697E"/>
    <w:rsid w:val="009F113A"/>
    <w:rsid w:val="009F2463"/>
    <w:rsid w:val="009F30F0"/>
    <w:rsid w:val="009F3165"/>
    <w:rsid w:val="009F38FC"/>
    <w:rsid w:val="009F65C6"/>
    <w:rsid w:val="00A00387"/>
    <w:rsid w:val="00A02679"/>
    <w:rsid w:val="00A04121"/>
    <w:rsid w:val="00A05797"/>
    <w:rsid w:val="00A057D5"/>
    <w:rsid w:val="00A07848"/>
    <w:rsid w:val="00A117FC"/>
    <w:rsid w:val="00A11B63"/>
    <w:rsid w:val="00A12849"/>
    <w:rsid w:val="00A12B61"/>
    <w:rsid w:val="00A14235"/>
    <w:rsid w:val="00A16E69"/>
    <w:rsid w:val="00A21D18"/>
    <w:rsid w:val="00A23E1C"/>
    <w:rsid w:val="00A24099"/>
    <w:rsid w:val="00A30A69"/>
    <w:rsid w:val="00A3321A"/>
    <w:rsid w:val="00A33935"/>
    <w:rsid w:val="00A41580"/>
    <w:rsid w:val="00A429B1"/>
    <w:rsid w:val="00A55527"/>
    <w:rsid w:val="00A56C62"/>
    <w:rsid w:val="00A57D77"/>
    <w:rsid w:val="00A6022B"/>
    <w:rsid w:val="00A65470"/>
    <w:rsid w:val="00A65F61"/>
    <w:rsid w:val="00A66942"/>
    <w:rsid w:val="00A66EC8"/>
    <w:rsid w:val="00A67D93"/>
    <w:rsid w:val="00A73F3D"/>
    <w:rsid w:val="00A74145"/>
    <w:rsid w:val="00A75723"/>
    <w:rsid w:val="00A76841"/>
    <w:rsid w:val="00A774BE"/>
    <w:rsid w:val="00A834CB"/>
    <w:rsid w:val="00A8385F"/>
    <w:rsid w:val="00A863AF"/>
    <w:rsid w:val="00A87E6A"/>
    <w:rsid w:val="00A9013E"/>
    <w:rsid w:val="00A90823"/>
    <w:rsid w:val="00AA070E"/>
    <w:rsid w:val="00AA158B"/>
    <w:rsid w:val="00AA16BB"/>
    <w:rsid w:val="00AA21BF"/>
    <w:rsid w:val="00AA3592"/>
    <w:rsid w:val="00AA3DD6"/>
    <w:rsid w:val="00AA4BFD"/>
    <w:rsid w:val="00AB10FE"/>
    <w:rsid w:val="00AB17B5"/>
    <w:rsid w:val="00AB2006"/>
    <w:rsid w:val="00AB23BF"/>
    <w:rsid w:val="00AB6AA9"/>
    <w:rsid w:val="00AB6F71"/>
    <w:rsid w:val="00AC23F6"/>
    <w:rsid w:val="00AC5083"/>
    <w:rsid w:val="00AC5734"/>
    <w:rsid w:val="00AD4785"/>
    <w:rsid w:val="00AE0448"/>
    <w:rsid w:val="00AE0753"/>
    <w:rsid w:val="00AE25E1"/>
    <w:rsid w:val="00AE2762"/>
    <w:rsid w:val="00AE4580"/>
    <w:rsid w:val="00AE5767"/>
    <w:rsid w:val="00AE5973"/>
    <w:rsid w:val="00AF2129"/>
    <w:rsid w:val="00AF3611"/>
    <w:rsid w:val="00AF7C9F"/>
    <w:rsid w:val="00B014D0"/>
    <w:rsid w:val="00B02793"/>
    <w:rsid w:val="00B04D7F"/>
    <w:rsid w:val="00B10AE1"/>
    <w:rsid w:val="00B10F70"/>
    <w:rsid w:val="00B12F34"/>
    <w:rsid w:val="00B14E4A"/>
    <w:rsid w:val="00B14F81"/>
    <w:rsid w:val="00B20299"/>
    <w:rsid w:val="00B210CF"/>
    <w:rsid w:val="00B253A3"/>
    <w:rsid w:val="00B27904"/>
    <w:rsid w:val="00B36766"/>
    <w:rsid w:val="00B374E2"/>
    <w:rsid w:val="00B376F9"/>
    <w:rsid w:val="00B409D0"/>
    <w:rsid w:val="00B420EC"/>
    <w:rsid w:val="00B42897"/>
    <w:rsid w:val="00B458BF"/>
    <w:rsid w:val="00B51F3E"/>
    <w:rsid w:val="00B524BB"/>
    <w:rsid w:val="00B53647"/>
    <w:rsid w:val="00B56F79"/>
    <w:rsid w:val="00B613ED"/>
    <w:rsid w:val="00B641CE"/>
    <w:rsid w:val="00B649A5"/>
    <w:rsid w:val="00B71F2E"/>
    <w:rsid w:val="00B735C9"/>
    <w:rsid w:val="00B80E0C"/>
    <w:rsid w:val="00B81C8D"/>
    <w:rsid w:val="00B86AF2"/>
    <w:rsid w:val="00B879DA"/>
    <w:rsid w:val="00B9118D"/>
    <w:rsid w:val="00B954D0"/>
    <w:rsid w:val="00BA1A77"/>
    <w:rsid w:val="00BA23B6"/>
    <w:rsid w:val="00BA280D"/>
    <w:rsid w:val="00BA4955"/>
    <w:rsid w:val="00BA7C49"/>
    <w:rsid w:val="00BB398B"/>
    <w:rsid w:val="00BB41D7"/>
    <w:rsid w:val="00BB607D"/>
    <w:rsid w:val="00BB68E3"/>
    <w:rsid w:val="00BC56E8"/>
    <w:rsid w:val="00BC7539"/>
    <w:rsid w:val="00BC796A"/>
    <w:rsid w:val="00BD0DA0"/>
    <w:rsid w:val="00BD1B91"/>
    <w:rsid w:val="00BD3536"/>
    <w:rsid w:val="00BD7207"/>
    <w:rsid w:val="00BE0A22"/>
    <w:rsid w:val="00BE6F39"/>
    <w:rsid w:val="00BF0137"/>
    <w:rsid w:val="00BF3335"/>
    <w:rsid w:val="00BF35F3"/>
    <w:rsid w:val="00BF505E"/>
    <w:rsid w:val="00BF5D18"/>
    <w:rsid w:val="00BF7CDD"/>
    <w:rsid w:val="00C018D0"/>
    <w:rsid w:val="00C06675"/>
    <w:rsid w:val="00C1008F"/>
    <w:rsid w:val="00C10FAF"/>
    <w:rsid w:val="00C11BF7"/>
    <w:rsid w:val="00C11E2C"/>
    <w:rsid w:val="00C13A92"/>
    <w:rsid w:val="00C155F1"/>
    <w:rsid w:val="00C16B42"/>
    <w:rsid w:val="00C223DF"/>
    <w:rsid w:val="00C226DB"/>
    <w:rsid w:val="00C22DCD"/>
    <w:rsid w:val="00C2762B"/>
    <w:rsid w:val="00C27F76"/>
    <w:rsid w:val="00C30EED"/>
    <w:rsid w:val="00C31D46"/>
    <w:rsid w:val="00C32B67"/>
    <w:rsid w:val="00C3333B"/>
    <w:rsid w:val="00C34576"/>
    <w:rsid w:val="00C34A44"/>
    <w:rsid w:val="00C352CF"/>
    <w:rsid w:val="00C36511"/>
    <w:rsid w:val="00C36894"/>
    <w:rsid w:val="00C46751"/>
    <w:rsid w:val="00C478D5"/>
    <w:rsid w:val="00C524AB"/>
    <w:rsid w:val="00C5394D"/>
    <w:rsid w:val="00C54D3E"/>
    <w:rsid w:val="00C5754E"/>
    <w:rsid w:val="00C603D4"/>
    <w:rsid w:val="00C61F97"/>
    <w:rsid w:val="00C716F9"/>
    <w:rsid w:val="00C7485A"/>
    <w:rsid w:val="00C755C9"/>
    <w:rsid w:val="00C75D35"/>
    <w:rsid w:val="00C76C31"/>
    <w:rsid w:val="00C76E21"/>
    <w:rsid w:val="00C8028C"/>
    <w:rsid w:val="00C8233E"/>
    <w:rsid w:val="00C8354F"/>
    <w:rsid w:val="00C8747F"/>
    <w:rsid w:val="00C95866"/>
    <w:rsid w:val="00C96997"/>
    <w:rsid w:val="00CA0903"/>
    <w:rsid w:val="00CA0CDA"/>
    <w:rsid w:val="00CA217F"/>
    <w:rsid w:val="00CA7597"/>
    <w:rsid w:val="00CB024B"/>
    <w:rsid w:val="00CB1784"/>
    <w:rsid w:val="00CB1B04"/>
    <w:rsid w:val="00CB2631"/>
    <w:rsid w:val="00CB2E81"/>
    <w:rsid w:val="00CC0979"/>
    <w:rsid w:val="00CC1768"/>
    <w:rsid w:val="00CC65E2"/>
    <w:rsid w:val="00CD4C52"/>
    <w:rsid w:val="00CD5139"/>
    <w:rsid w:val="00CD794C"/>
    <w:rsid w:val="00CE1C40"/>
    <w:rsid w:val="00CE4915"/>
    <w:rsid w:val="00CE68A8"/>
    <w:rsid w:val="00CE6CAA"/>
    <w:rsid w:val="00CE710C"/>
    <w:rsid w:val="00CE73E7"/>
    <w:rsid w:val="00CE7CA3"/>
    <w:rsid w:val="00CF2464"/>
    <w:rsid w:val="00CF54CB"/>
    <w:rsid w:val="00D043C5"/>
    <w:rsid w:val="00D109DE"/>
    <w:rsid w:val="00D11A59"/>
    <w:rsid w:val="00D12144"/>
    <w:rsid w:val="00D122D4"/>
    <w:rsid w:val="00D13914"/>
    <w:rsid w:val="00D1561C"/>
    <w:rsid w:val="00D15885"/>
    <w:rsid w:val="00D17A59"/>
    <w:rsid w:val="00D20841"/>
    <w:rsid w:val="00D24BB2"/>
    <w:rsid w:val="00D3045E"/>
    <w:rsid w:val="00D32B52"/>
    <w:rsid w:val="00D32E37"/>
    <w:rsid w:val="00D33A93"/>
    <w:rsid w:val="00D36D3D"/>
    <w:rsid w:val="00D421DE"/>
    <w:rsid w:val="00D433E6"/>
    <w:rsid w:val="00D44A96"/>
    <w:rsid w:val="00D47B34"/>
    <w:rsid w:val="00D50093"/>
    <w:rsid w:val="00D50811"/>
    <w:rsid w:val="00D55799"/>
    <w:rsid w:val="00D61A3A"/>
    <w:rsid w:val="00D62183"/>
    <w:rsid w:val="00D623E7"/>
    <w:rsid w:val="00D64AA2"/>
    <w:rsid w:val="00D65AC4"/>
    <w:rsid w:val="00D66060"/>
    <w:rsid w:val="00D66785"/>
    <w:rsid w:val="00D672A3"/>
    <w:rsid w:val="00D70AC4"/>
    <w:rsid w:val="00D72B66"/>
    <w:rsid w:val="00D85F5B"/>
    <w:rsid w:val="00D904DD"/>
    <w:rsid w:val="00D90519"/>
    <w:rsid w:val="00D9185C"/>
    <w:rsid w:val="00D91A32"/>
    <w:rsid w:val="00D91CE9"/>
    <w:rsid w:val="00D93DB3"/>
    <w:rsid w:val="00D959BB"/>
    <w:rsid w:val="00D9648E"/>
    <w:rsid w:val="00DA0B2B"/>
    <w:rsid w:val="00DA15CE"/>
    <w:rsid w:val="00DA1C3B"/>
    <w:rsid w:val="00DA2F75"/>
    <w:rsid w:val="00DA319A"/>
    <w:rsid w:val="00DA33AD"/>
    <w:rsid w:val="00DA542B"/>
    <w:rsid w:val="00DA5A43"/>
    <w:rsid w:val="00DA7910"/>
    <w:rsid w:val="00DB0351"/>
    <w:rsid w:val="00DB2416"/>
    <w:rsid w:val="00DB2680"/>
    <w:rsid w:val="00DB4F1E"/>
    <w:rsid w:val="00DB5AEB"/>
    <w:rsid w:val="00DB6C4B"/>
    <w:rsid w:val="00DB7746"/>
    <w:rsid w:val="00DB7CA4"/>
    <w:rsid w:val="00DC5216"/>
    <w:rsid w:val="00DC65B6"/>
    <w:rsid w:val="00DC6B5F"/>
    <w:rsid w:val="00DD185F"/>
    <w:rsid w:val="00DD55D5"/>
    <w:rsid w:val="00DD5FFD"/>
    <w:rsid w:val="00DE10CF"/>
    <w:rsid w:val="00DE14BC"/>
    <w:rsid w:val="00DE4C47"/>
    <w:rsid w:val="00DE581D"/>
    <w:rsid w:val="00DF3DF5"/>
    <w:rsid w:val="00DF4539"/>
    <w:rsid w:val="00E0567A"/>
    <w:rsid w:val="00E10254"/>
    <w:rsid w:val="00E10642"/>
    <w:rsid w:val="00E121CD"/>
    <w:rsid w:val="00E16871"/>
    <w:rsid w:val="00E20B17"/>
    <w:rsid w:val="00E23C52"/>
    <w:rsid w:val="00E26465"/>
    <w:rsid w:val="00E26665"/>
    <w:rsid w:val="00E268F7"/>
    <w:rsid w:val="00E353DA"/>
    <w:rsid w:val="00E35442"/>
    <w:rsid w:val="00E44CB6"/>
    <w:rsid w:val="00E45734"/>
    <w:rsid w:val="00E46B48"/>
    <w:rsid w:val="00E672A1"/>
    <w:rsid w:val="00E74B32"/>
    <w:rsid w:val="00E75A0A"/>
    <w:rsid w:val="00E760FF"/>
    <w:rsid w:val="00E82F1C"/>
    <w:rsid w:val="00E834F7"/>
    <w:rsid w:val="00E83E5B"/>
    <w:rsid w:val="00E85725"/>
    <w:rsid w:val="00E91E40"/>
    <w:rsid w:val="00E92A44"/>
    <w:rsid w:val="00E962A6"/>
    <w:rsid w:val="00E96987"/>
    <w:rsid w:val="00EA03F0"/>
    <w:rsid w:val="00EA0EB6"/>
    <w:rsid w:val="00EA129C"/>
    <w:rsid w:val="00EA569A"/>
    <w:rsid w:val="00EA6E0F"/>
    <w:rsid w:val="00EB0C2C"/>
    <w:rsid w:val="00EB275B"/>
    <w:rsid w:val="00EB5C1B"/>
    <w:rsid w:val="00EC0AE7"/>
    <w:rsid w:val="00EC3649"/>
    <w:rsid w:val="00EC4A61"/>
    <w:rsid w:val="00EC4EF8"/>
    <w:rsid w:val="00EC5186"/>
    <w:rsid w:val="00EC5AF2"/>
    <w:rsid w:val="00EC79D6"/>
    <w:rsid w:val="00ED09F0"/>
    <w:rsid w:val="00ED21CE"/>
    <w:rsid w:val="00ED65D8"/>
    <w:rsid w:val="00ED67BD"/>
    <w:rsid w:val="00ED763C"/>
    <w:rsid w:val="00EE179B"/>
    <w:rsid w:val="00EF202E"/>
    <w:rsid w:val="00EF5468"/>
    <w:rsid w:val="00EF7970"/>
    <w:rsid w:val="00F00BE4"/>
    <w:rsid w:val="00F01016"/>
    <w:rsid w:val="00F0235E"/>
    <w:rsid w:val="00F042A2"/>
    <w:rsid w:val="00F05444"/>
    <w:rsid w:val="00F066E3"/>
    <w:rsid w:val="00F10647"/>
    <w:rsid w:val="00F114BC"/>
    <w:rsid w:val="00F12482"/>
    <w:rsid w:val="00F12C91"/>
    <w:rsid w:val="00F14CA9"/>
    <w:rsid w:val="00F15A00"/>
    <w:rsid w:val="00F16F33"/>
    <w:rsid w:val="00F17E7A"/>
    <w:rsid w:val="00F22A2B"/>
    <w:rsid w:val="00F25168"/>
    <w:rsid w:val="00F26907"/>
    <w:rsid w:val="00F32304"/>
    <w:rsid w:val="00F36531"/>
    <w:rsid w:val="00F3765C"/>
    <w:rsid w:val="00F41AE5"/>
    <w:rsid w:val="00F41BAF"/>
    <w:rsid w:val="00F41D8D"/>
    <w:rsid w:val="00F4275E"/>
    <w:rsid w:val="00F436C5"/>
    <w:rsid w:val="00F460CE"/>
    <w:rsid w:val="00F50CD6"/>
    <w:rsid w:val="00F51F21"/>
    <w:rsid w:val="00F537DD"/>
    <w:rsid w:val="00F64C67"/>
    <w:rsid w:val="00F72DCD"/>
    <w:rsid w:val="00F7716D"/>
    <w:rsid w:val="00F814F0"/>
    <w:rsid w:val="00F81E76"/>
    <w:rsid w:val="00F83609"/>
    <w:rsid w:val="00F868C1"/>
    <w:rsid w:val="00F86A1B"/>
    <w:rsid w:val="00F961E7"/>
    <w:rsid w:val="00FA0D74"/>
    <w:rsid w:val="00FA3264"/>
    <w:rsid w:val="00FA42BF"/>
    <w:rsid w:val="00FA795C"/>
    <w:rsid w:val="00FB3B8B"/>
    <w:rsid w:val="00FB443E"/>
    <w:rsid w:val="00FB6C63"/>
    <w:rsid w:val="00FB6F23"/>
    <w:rsid w:val="00FC0AA2"/>
    <w:rsid w:val="00FC21DF"/>
    <w:rsid w:val="00FC2581"/>
    <w:rsid w:val="00FC2606"/>
    <w:rsid w:val="00FC2EFD"/>
    <w:rsid w:val="00FC3002"/>
    <w:rsid w:val="00FC3524"/>
    <w:rsid w:val="00FD021E"/>
    <w:rsid w:val="00FD328D"/>
    <w:rsid w:val="00FD471E"/>
    <w:rsid w:val="00FD5414"/>
    <w:rsid w:val="00FD5E0B"/>
    <w:rsid w:val="00FD5FA9"/>
    <w:rsid w:val="00FE2FC8"/>
    <w:rsid w:val="00FF5126"/>
    <w:rsid w:val="00FF684B"/>
    <w:rsid w:val="00FF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DA4BC"/>
  <w15:docId w15:val="{8AFB9570-F7C7-46C6-BDDF-39A746D1F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79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70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03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39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D46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46EF"/>
  </w:style>
  <w:style w:type="paragraph" w:styleId="Footer">
    <w:name w:val="footer"/>
    <w:basedOn w:val="Normal"/>
    <w:link w:val="FooterChar"/>
    <w:uiPriority w:val="99"/>
    <w:unhideWhenUsed/>
    <w:rsid w:val="001D46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46EF"/>
  </w:style>
  <w:style w:type="character" w:styleId="PlaceholderText">
    <w:name w:val="Placeholder Text"/>
    <w:basedOn w:val="DefaultParagraphFont"/>
    <w:uiPriority w:val="99"/>
    <w:semiHidden/>
    <w:rsid w:val="00E962A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2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ri%20County%20Airport\Documents\Custom%20Office%20Templates\Physical%20Maintenance%20and%20Repairs%20Highlight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FBB1FF19E34B3390267DD4BD27F0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503734-DBC4-4725-8ED4-9E4DAC45035C}"/>
      </w:docPartPr>
      <w:docPartBody>
        <w:p w:rsidR="008F0C48" w:rsidRDefault="006A552B">
          <w:r w:rsidRPr="00A14BE7">
            <w:rPr>
              <w:rStyle w:val="PlaceholderText"/>
            </w:rPr>
            <w:t>[Company]</w:t>
          </w:r>
        </w:p>
      </w:docPartBody>
    </w:docPart>
    <w:docPart>
      <w:docPartPr>
        <w:name w:val="7429C0200C8742D0A6A3F46E791E6D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49153-118C-4109-90B2-8CF7A7DD1170}"/>
      </w:docPartPr>
      <w:docPartBody>
        <w:p w:rsidR="008F0C48" w:rsidRDefault="006A552B" w:rsidP="006A552B">
          <w:pPr>
            <w:pStyle w:val="7429C0200C8742D0A6A3F46E791E6DC3"/>
          </w:pPr>
          <w:r w:rsidRPr="00A14BE7">
            <w:rPr>
              <w:rStyle w:val="PlaceholderText"/>
            </w:rPr>
            <w:t>[Company]</w:t>
          </w:r>
        </w:p>
      </w:docPartBody>
    </w:docPart>
    <w:docPart>
      <w:docPartPr>
        <w:name w:val="0EFA430112A84F6297BDD1EC3C71A2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7A6C56-7160-431D-9434-ACACF0B9F8EA}"/>
      </w:docPartPr>
      <w:docPartBody>
        <w:p w:rsidR="008F0C48" w:rsidRDefault="006A552B" w:rsidP="006A552B">
          <w:pPr>
            <w:pStyle w:val="0EFA430112A84F6297BDD1EC3C71A274"/>
          </w:pPr>
          <w:r w:rsidRPr="00A14BE7">
            <w:rPr>
              <w:rStyle w:val="PlaceholderText"/>
            </w:rPr>
            <w:t>[Company]</w:t>
          </w:r>
        </w:p>
      </w:docPartBody>
    </w:docPart>
    <w:docPart>
      <w:docPartPr>
        <w:name w:val="2867606499F44D05AEE2E80279B61B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6EB4B0-0718-4FA3-83F7-69075B97459F}"/>
      </w:docPartPr>
      <w:docPartBody>
        <w:p w:rsidR="008F0C48" w:rsidRDefault="006A552B" w:rsidP="006A552B">
          <w:pPr>
            <w:pStyle w:val="2867606499F44D05AEE2E80279B61B26"/>
          </w:pPr>
          <w:r w:rsidRPr="00A14BE7">
            <w:rPr>
              <w:rStyle w:val="PlaceholderText"/>
            </w:rPr>
            <w:t>[Company]</w:t>
          </w:r>
        </w:p>
      </w:docPartBody>
    </w:docPart>
    <w:docPart>
      <w:docPartPr>
        <w:name w:val="2E37E65BBBC34AD68E147E6F3F9B90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F08AA3-6D7C-4C41-9D83-257931231549}"/>
      </w:docPartPr>
      <w:docPartBody>
        <w:p w:rsidR="008F0C48" w:rsidRDefault="006A552B" w:rsidP="006A552B">
          <w:pPr>
            <w:pStyle w:val="2E37E65BBBC34AD68E147E6F3F9B90BD"/>
          </w:pPr>
          <w:r w:rsidRPr="00A14BE7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52B"/>
    <w:rsid w:val="005C374C"/>
    <w:rsid w:val="006A552B"/>
    <w:rsid w:val="008F0C48"/>
    <w:rsid w:val="00DC5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A552B"/>
    <w:rPr>
      <w:color w:val="808080"/>
    </w:rPr>
  </w:style>
  <w:style w:type="paragraph" w:customStyle="1" w:styleId="7429C0200C8742D0A6A3F46E791E6DC3">
    <w:name w:val="7429C0200C8742D0A6A3F46E791E6DC3"/>
    <w:rsid w:val="006A552B"/>
  </w:style>
  <w:style w:type="paragraph" w:customStyle="1" w:styleId="0EFA430112A84F6297BDD1EC3C71A274">
    <w:name w:val="0EFA430112A84F6297BDD1EC3C71A274"/>
    <w:rsid w:val="006A552B"/>
  </w:style>
  <w:style w:type="paragraph" w:customStyle="1" w:styleId="2867606499F44D05AEE2E80279B61B26">
    <w:name w:val="2867606499F44D05AEE2E80279B61B26"/>
    <w:rsid w:val="006A552B"/>
  </w:style>
  <w:style w:type="paragraph" w:customStyle="1" w:styleId="2E37E65BBBC34AD68E147E6F3F9B90BD">
    <w:name w:val="2E37E65BBBC34AD68E147E6F3F9B90BD"/>
    <w:rsid w:val="006A55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BCC2B-6F5B-414B-AFAB-CFB33E234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Physical Maintenance and Repairs Highlights.dotx</Template>
  <TotalTime>1759</TotalTime>
  <Pages>5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MAY 2022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 County Airport</dc:creator>
  <cp:lastModifiedBy>Tri County Airport</cp:lastModifiedBy>
  <cp:revision>253</cp:revision>
  <cp:lastPrinted>2020-09-08T14:32:00Z</cp:lastPrinted>
  <dcterms:created xsi:type="dcterms:W3CDTF">2021-09-13T20:08:00Z</dcterms:created>
  <dcterms:modified xsi:type="dcterms:W3CDTF">2022-06-09T16:56:00Z</dcterms:modified>
</cp:coreProperties>
</file>