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598421AF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DC069E">
            <w:rPr>
              <w:b/>
              <w:sz w:val="24"/>
              <w:szCs w:val="24"/>
            </w:rPr>
            <w:t>FEBRUARY 2023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4886A96F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0B262C" w:rsidRPr="00601012">
        <w:rPr>
          <w:b/>
          <w:color w:val="FF0000"/>
        </w:rPr>
        <w:t>INOPERATIVE – Power line cut</w:t>
      </w:r>
      <w:r w:rsidR="00477BE4">
        <w:rPr>
          <w:b/>
          <w:color w:val="FF0000"/>
        </w:rPr>
        <w:t xml:space="preserve"> … awaiting new </w:t>
      </w:r>
      <w:r w:rsidR="00BB26DD">
        <w:rPr>
          <w:b/>
          <w:color w:val="FF0000"/>
        </w:rPr>
        <w:t>installation.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0C92F807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Pr="00211E8F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77777777" w:rsidR="003C70E4" w:rsidRPr="00D959BB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Cs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0C88E0C3" w14:textId="77777777" w:rsidR="00225B49" w:rsidRPr="00225B49" w:rsidRDefault="00225B49" w:rsidP="00225B49">
      <w:pPr>
        <w:spacing w:before="60" w:after="0" w:line="240" w:lineRule="auto"/>
        <w:rPr>
          <w:bCs/>
        </w:rPr>
      </w:pPr>
    </w:p>
    <w:p w14:paraId="3705C87D" w14:textId="77777777" w:rsidR="00DE4C47" w:rsidRPr="006A0A05" w:rsidRDefault="00DE4C47" w:rsidP="000029CC">
      <w:pPr>
        <w:pStyle w:val="ListParagraph"/>
        <w:spacing w:before="6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470A8141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6D2102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6D8B691C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2A49A7">
        <w:rPr>
          <w:b/>
          <w:bCs/>
          <w:color w:val="2E74B5" w:themeColor="accent5" w:themeShade="BF"/>
        </w:rPr>
        <w:t>5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 tie</w:t>
      </w:r>
      <w:r w:rsidR="00856C57" w:rsidRPr="006A0A05">
        <w:rPr>
          <w:color w:val="2E74B5" w:themeColor="accent5" w:themeShade="BF"/>
        </w:rPr>
        <w:t>-</w:t>
      </w:r>
      <w:r w:rsidR="00DE4C47" w:rsidRPr="006A0A05">
        <w:rPr>
          <w:color w:val="2E74B5" w:themeColor="accent5" w:themeShade="BF"/>
        </w:rPr>
        <w:t xml:space="preserve">downs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8535C3B" w14:textId="77777777" w:rsidR="009637DE" w:rsidRDefault="009637DE" w:rsidP="00C1008F">
      <w:pPr>
        <w:tabs>
          <w:tab w:val="center" w:pos="3060"/>
          <w:tab w:val="center" w:pos="4500"/>
          <w:tab w:val="center" w:pos="5760"/>
          <w:tab w:val="center" w:pos="7200"/>
        </w:tabs>
        <w:spacing w:after="0" w:line="240" w:lineRule="auto"/>
        <w:ind w:left="720"/>
        <w:rPr>
          <w:b/>
          <w:bCs/>
          <w:color w:val="2E74B5" w:themeColor="accent5" w:themeShade="BF"/>
          <w:u w:val="single"/>
        </w:rPr>
      </w:pPr>
    </w:p>
    <w:p w14:paraId="1C3BFFF6" w14:textId="45AC5034" w:rsidR="00725157" w:rsidRPr="00BF5D18" w:rsidRDefault="00000000" w:rsidP="00BA03D1">
      <w:pPr>
        <w:tabs>
          <w:tab w:val="left" w:pos="2250"/>
        </w:tabs>
        <w:spacing w:after="0" w:line="240" w:lineRule="auto"/>
        <w:ind w:left="720"/>
        <w:rPr>
          <w:color w:val="2E74B5" w:themeColor="accent5" w:themeShade="BF"/>
        </w:rPr>
      </w:pPr>
      <w:hyperlink r:id="rId8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F6AF6">
        <w:rPr>
          <w:color w:val="2E74B5" w:themeColor="accent5" w:themeShade="BF"/>
          <w:u w:val="single"/>
        </w:rPr>
        <w:t>10</w:t>
      </w:r>
    </w:p>
    <w:p w14:paraId="1C29A740" w14:textId="77777777" w:rsidR="00F05ADB" w:rsidRDefault="00582552" w:rsidP="00CA663E">
      <w:pPr>
        <w:spacing w:before="120"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22052709" w14:textId="0AC3FF66" w:rsidR="00077B6C" w:rsidRDefault="008A48B8" w:rsidP="00F05ADB">
      <w:pPr>
        <w:pStyle w:val="ListParagraph"/>
        <w:numPr>
          <w:ilvl w:val="0"/>
          <w:numId w:val="12"/>
        </w:numPr>
        <w:spacing w:before="120" w:after="120" w:line="240" w:lineRule="auto"/>
        <w:jc w:val="both"/>
        <w:rPr>
          <w:bCs/>
          <w:sz w:val="20"/>
          <w:szCs w:val="20"/>
        </w:rPr>
      </w:pPr>
      <w:r w:rsidRPr="00F05ADB">
        <w:rPr>
          <w:bCs/>
          <w:sz w:val="20"/>
          <w:szCs w:val="20"/>
        </w:rPr>
        <w:t>The airport inspection went well.</w:t>
      </w:r>
    </w:p>
    <w:p w14:paraId="41FA9345" w14:textId="5A7B456C" w:rsidR="00F05ADB" w:rsidRPr="00F05ADB" w:rsidRDefault="00F05ADB" w:rsidP="00F05ADB">
      <w:pPr>
        <w:pStyle w:val="ListParagraph"/>
        <w:numPr>
          <w:ilvl w:val="0"/>
          <w:numId w:val="12"/>
        </w:numPr>
        <w:spacing w:before="120" w:after="120" w:line="24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</w:t>
      </w:r>
      <w:r w:rsidR="006B26CA">
        <w:rPr>
          <w:bCs/>
          <w:sz w:val="20"/>
          <w:szCs w:val="20"/>
        </w:rPr>
        <w:t>wo sprockets on the tug drive motor need to be replaced. The parts are in trans</w:t>
      </w:r>
      <w:r w:rsidR="00667DE5">
        <w:rPr>
          <w:bCs/>
          <w:sz w:val="20"/>
          <w:szCs w:val="20"/>
        </w:rPr>
        <w:t xml:space="preserve">it. The tug is still operational, but the chain </w:t>
      </w:r>
      <w:r w:rsidR="00AB3234">
        <w:rPr>
          <w:bCs/>
          <w:sz w:val="20"/>
          <w:szCs w:val="20"/>
        </w:rPr>
        <w:t>is tending to slip when the load gets too heavy (</w:t>
      </w:r>
      <w:proofErr w:type="gramStart"/>
      <w:r w:rsidR="00AB3234">
        <w:rPr>
          <w:bCs/>
          <w:sz w:val="20"/>
          <w:szCs w:val="20"/>
        </w:rPr>
        <w:t>i.e.</w:t>
      </w:r>
      <w:proofErr w:type="gramEnd"/>
      <w:r w:rsidR="00AB3234">
        <w:rPr>
          <w:bCs/>
          <w:sz w:val="20"/>
          <w:szCs w:val="20"/>
        </w:rPr>
        <w:t xml:space="preserve"> </w:t>
      </w:r>
      <w:r w:rsidR="00F854AD">
        <w:rPr>
          <w:bCs/>
          <w:sz w:val="20"/>
          <w:szCs w:val="20"/>
        </w:rPr>
        <w:t xml:space="preserve">pulling </w:t>
      </w:r>
      <w:r w:rsidR="00AB3234">
        <w:rPr>
          <w:bCs/>
          <w:sz w:val="20"/>
          <w:szCs w:val="20"/>
        </w:rPr>
        <w:t>uphill). Installing the new sprockets should correct the issue.</w:t>
      </w:r>
    </w:p>
    <w:p w14:paraId="6CFC4A21" w14:textId="029BB1E7" w:rsidR="007300C6" w:rsidRDefault="007300C6">
      <w:r>
        <w:br w:type="page"/>
      </w:r>
    </w:p>
    <w:p w14:paraId="06298E52" w14:textId="0F3868C7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DC069E">
            <w:rPr>
              <w:b/>
              <w:sz w:val="24"/>
              <w:szCs w:val="24"/>
            </w:rPr>
            <w:t>FEBRUARY</w:t>
          </w:r>
          <w:r w:rsidR="00CA663E">
            <w:rPr>
              <w:b/>
              <w:sz w:val="24"/>
              <w:szCs w:val="24"/>
            </w:rPr>
            <w:t xml:space="preserve"> 202</w:t>
          </w:r>
          <w:r w:rsidR="00B66E9E">
            <w:rPr>
              <w:b/>
              <w:sz w:val="24"/>
              <w:szCs w:val="24"/>
            </w:rPr>
            <w:t>3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18D1A83F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>End of Month February 2023 on hand:</w:t>
      </w:r>
    </w:p>
    <w:p w14:paraId="3E303102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59D4F570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>1) 100 LL</w:t>
      </w:r>
    </w:p>
    <w:p w14:paraId="59D8B01D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 xml:space="preserve">   a) Fuel Farm Tank: 8,192.61</w:t>
      </w:r>
    </w:p>
    <w:p w14:paraId="68E92DFC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 xml:space="preserve">   b) Fuel Truck:       608.29</w:t>
      </w:r>
    </w:p>
    <w:p w14:paraId="54961A80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 xml:space="preserve">               Total: 8,800.90</w:t>
      </w:r>
    </w:p>
    <w:p w14:paraId="1D83874E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59EA76E7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>2) JET A</w:t>
      </w:r>
    </w:p>
    <w:p w14:paraId="12E06545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 xml:space="preserve">   a) Fuel Farm Tank: 8,901.51</w:t>
      </w:r>
    </w:p>
    <w:p w14:paraId="4599CA61" w14:textId="77777777" w:rsidR="00D96FFC" w:rsidRPr="00D96FFC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 xml:space="preserve">   b) Fuel Truck:       608.29</w:t>
      </w:r>
    </w:p>
    <w:p w14:paraId="68582D82" w14:textId="37F5BB90" w:rsidR="004075CA" w:rsidRPr="00BB1517" w:rsidRDefault="00D96FFC" w:rsidP="00D96FFC">
      <w:pPr>
        <w:spacing w:after="0" w:line="240" w:lineRule="auto"/>
        <w:rPr>
          <w:rFonts w:ascii="Consolas" w:hAnsi="Consolas"/>
          <w:iCs/>
          <w:sz w:val="24"/>
          <w:szCs w:val="24"/>
        </w:rPr>
      </w:pPr>
      <w:r w:rsidRPr="00D96FFC">
        <w:rPr>
          <w:rFonts w:ascii="Consolas" w:hAnsi="Consolas"/>
          <w:iCs/>
          <w:sz w:val="24"/>
          <w:szCs w:val="24"/>
        </w:rPr>
        <w:t xml:space="preserve">               Total: 9,509.80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7B8B97CB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DC069E">
            <w:rPr>
              <w:b/>
              <w:sz w:val="24"/>
              <w:szCs w:val="24"/>
            </w:rPr>
            <w:t>FEBRUARY 2023</w:t>
          </w:r>
        </w:sdtContent>
      </w:sdt>
    </w:p>
    <w:p w14:paraId="15D44A00" w14:textId="78CBC167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32D945F4" w14:textId="2419401F" w:rsidR="008A7EE0" w:rsidRDefault="00D0179A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D0179A">
        <w:drawing>
          <wp:inline distT="0" distB="0" distL="0" distR="0" wp14:anchorId="42B99122" wp14:editId="3991A8A1">
            <wp:extent cx="6272530" cy="34080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3C73A524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0A65CB5F" w14:textId="389D6B4B" w:rsidR="003D3D79" w:rsidRDefault="003D3D79" w:rsidP="000D0F38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</w:p>
    <w:p w14:paraId="03C77364" w14:textId="7225B8A6" w:rsidR="004B4DA8" w:rsidRDefault="0023659F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23659F">
        <w:drawing>
          <wp:inline distT="0" distB="0" distL="0" distR="0" wp14:anchorId="683D33F6" wp14:editId="5BAA8DB4">
            <wp:extent cx="6272530" cy="34080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03741" w14:textId="295B4D1D" w:rsidR="00581B13" w:rsidRDefault="000512AC" w:rsidP="00C66A52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658E40B" wp14:editId="4DFBF9D4">
            <wp:extent cx="5145880" cy="3848100"/>
            <wp:effectExtent l="0" t="0" r="17145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54CE7B1-E04D-4D72-A041-C8D8B31683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1EA2F06" w14:textId="2EAA1532" w:rsidR="000512AC" w:rsidRDefault="00010A7B" w:rsidP="008863EA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4B3932" wp14:editId="274C4437">
                <wp:simplePos x="0" y="0"/>
                <wp:positionH relativeFrom="column">
                  <wp:posOffset>554355</wp:posOffset>
                </wp:positionH>
                <wp:positionV relativeFrom="paragraph">
                  <wp:posOffset>86255</wp:posOffset>
                </wp:positionV>
                <wp:extent cx="2547620" cy="3273425"/>
                <wp:effectExtent l="0" t="0" r="5080" b="3175"/>
                <wp:wrapNone/>
                <wp:docPr id="12" name="Group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7620" cy="3273425"/>
                          <a:chOff x="0" y="0"/>
                          <a:chExt cx="2547938" cy="3273624"/>
                        </a:xfrm>
                      </wpg:grpSpPr>
                      <wpg:graphicFrame>
                        <wpg:cNvPr id="13" name="Chart 13"/>
                        <wpg:cNvFrPr/>
                        <wpg:xfrm>
                          <a:off x="0" y="0"/>
                          <a:ext cx="2547938" cy="3273624"/>
                        </wpg:xfrm>
                        <a:graphic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g:graphicFrame>
                      <wps:wsp>
                        <wps:cNvPr id="14" name="Straight Connector 14"/>
                        <wps:cNvCnPr/>
                        <wps:spPr>
                          <a:xfrm>
                            <a:off x="958450" y="850701"/>
                            <a:ext cx="457200" cy="0"/>
                          </a:xfrm>
                          <a:prstGeom prst="line">
                            <a:avLst/>
                          </a:prstGeom>
                          <a:ln w="38100" cap="rnd" cmpd="sng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494228" y="445907"/>
                            <a:ext cx="457199" cy="0"/>
                          </a:xfrm>
                          <a:prstGeom prst="line">
                            <a:avLst/>
                          </a:prstGeom>
                          <a:ln w="38100" cap="rnd" cmpd="sng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950304" y="2450213"/>
                            <a:ext cx="1026133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6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482328" y="2059187"/>
                            <a:ext cx="506015" cy="0"/>
                          </a:xfrm>
                          <a:prstGeom prst="line">
                            <a:avLst/>
                          </a:prstGeom>
                          <a:ln w="9525" cap="flat" cmpd="sng" algn="ctr">
                            <a:solidFill>
                              <a:schemeClr val="accent3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259EA2" id="Group 2" o:spid="_x0000_s1026" style="position:absolute;margin-left:43.65pt;margin-top:6.8pt;width:200.6pt;height:257.75pt;z-index:251660288" coordsize="25479,32736" o:gfxdata="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hart 13" o:spid="_x0000_s1027" type="#_x0000_t75" style="position:absolute;left:-60;top:-60;width:25605;height:328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">
                  <v:imagedata r:id="rId13" o:title=""/>
                  <o:lock v:ext="edit" aspectratio="f"/>
                </v:shape>
                <v:line id="Straight Connector 14" o:spid="_x0000_s1028" style="position:absolute;visibility:visible;mso-wrap-style:square" from="9584,8507" to="14156,8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" strokecolor="#00b050" strokeweight="3pt">
                  <v:stroke joinstyle="miter" endcap="round"/>
                </v:line>
                <v:line id="Straight Connector 15" o:spid="_x0000_s1029" style="position:absolute;visibility:visible;mso-wrap-style:square" from="14942,4459" to="19514,4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" strokecolor="#00b050" strokeweight="3pt">
                  <v:stroke joinstyle="miter" endcap="round"/>
                </v:line>
                <v:line id="Straight Connector 16" o:spid="_x0000_s1030" style="position:absolute;visibility:visible;mso-wrap-style:square" from="9503,24502" to="19764,245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" strokecolor="#70ad47 [3209]">
                  <v:stroke dashstyle="dash"/>
                </v:line>
                <v:line id="Straight Connector 17" o:spid="_x0000_s1031" style="position:absolute;visibility:visible;mso-wrap-style:square" from="14823,20591" to="19883,20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" strokecolor="#a5a5a5 [3206]">
                  <v:stroke dashstyle="dash"/>
                </v:line>
              </v:group>
            </w:pict>
          </mc:Fallback>
        </mc:AlternateContent>
      </w:r>
      <w:r w:rsidR="004235BD" w:rsidRPr="00B74796">
        <w:drawing>
          <wp:anchor distT="0" distB="0" distL="114300" distR="114300" simplePos="0" relativeHeight="251658240" behindDoc="0" locked="0" layoutInCell="1" allowOverlap="1" wp14:anchorId="02A6C761" wp14:editId="54383A3B">
            <wp:simplePos x="0" y="0"/>
            <wp:positionH relativeFrom="column">
              <wp:posOffset>3319885</wp:posOffset>
            </wp:positionH>
            <wp:positionV relativeFrom="paragraph">
              <wp:posOffset>93345</wp:posOffset>
            </wp:positionV>
            <wp:extent cx="2288540" cy="2507615"/>
            <wp:effectExtent l="0" t="0" r="0" b="698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540" cy="250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512AC" w:rsidSect="00BB1517">
      <w:headerReference w:type="default" r:id="rId15"/>
      <w:footerReference w:type="default" r:id="rId16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C66D5" w14:textId="77777777" w:rsidR="00A40202" w:rsidRDefault="00A40202" w:rsidP="001D46EF">
      <w:pPr>
        <w:spacing w:after="0" w:line="240" w:lineRule="auto"/>
      </w:pPr>
      <w:r>
        <w:separator/>
      </w:r>
    </w:p>
  </w:endnote>
  <w:endnote w:type="continuationSeparator" w:id="0">
    <w:p w14:paraId="42E112EE" w14:textId="77777777" w:rsidR="00A40202" w:rsidRDefault="00A40202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E46D" w14:textId="77777777" w:rsidR="00A40202" w:rsidRDefault="00A40202" w:rsidP="001D46EF">
      <w:pPr>
        <w:spacing w:after="0" w:line="240" w:lineRule="auto"/>
      </w:pPr>
      <w:r>
        <w:separator/>
      </w:r>
    </w:p>
  </w:footnote>
  <w:footnote w:type="continuationSeparator" w:id="0">
    <w:p w14:paraId="5331A16A" w14:textId="77777777" w:rsidR="00A40202" w:rsidRDefault="00A40202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10A7B"/>
    <w:rsid w:val="0001624B"/>
    <w:rsid w:val="000163FF"/>
    <w:rsid w:val="00017A48"/>
    <w:rsid w:val="0002077A"/>
    <w:rsid w:val="00020ECF"/>
    <w:rsid w:val="00021ACA"/>
    <w:rsid w:val="00022674"/>
    <w:rsid w:val="0002290A"/>
    <w:rsid w:val="000230D3"/>
    <w:rsid w:val="0002434B"/>
    <w:rsid w:val="000244B4"/>
    <w:rsid w:val="00025901"/>
    <w:rsid w:val="000267F4"/>
    <w:rsid w:val="000309A9"/>
    <w:rsid w:val="00030FA7"/>
    <w:rsid w:val="000318AB"/>
    <w:rsid w:val="000334F3"/>
    <w:rsid w:val="00035066"/>
    <w:rsid w:val="00037B4B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7CBF"/>
    <w:rsid w:val="000A0A88"/>
    <w:rsid w:val="000A2668"/>
    <w:rsid w:val="000A2768"/>
    <w:rsid w:val="000A40BC"/>
    <w:rsid w:val="000A5981"/>
    <w:rsid w:val="000B0D3C"/>
    <w:rsid w:val="000B262C"/>
    <w:rsid w:val="000B2A36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637C"/>
    <w:rsid w:val="000E79FB"/>
    <w:rsid w:val="000F116A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E5"/>
    <w:rsid w:val="00107CF3"/>
    <w:rsid w:val="00112344"/>
    <w:rsid w:val="0011297C"/>
    <w:rsid w:val="00113E34"/>
    <w:rsid w:val="00114C0F"/>
    <w:rsid w:val="001156B1"/>
    <w:rsid w:val="00122CA5"/>
    <w:rsid w:val="001234FB"/>
    <w:rsid w:val="00127816"/>
    <w:rsid w:val="0012799B"/>
    <w:rsid w:val="00131837"/>
    <w:rsid w:val="00131AE1"/>
    <w:rsid w:val="001325E9"/>
    <w:rsid w:val="00132C89"/>
    <w:rsid w:val="001333D4"/>
    <w:rsid w:val="0013416B"/>
    <w:rsid w:val="0013487E"/>
    <w:rsid w:val="001419EC"/>
    <w:rsid w:val="001423C4"/>
    <w:rsid w:val="00143717"/>
    <w:rsid w:val="00144510"/>
    <w:rsid w:val="001471A3"/>
    <w:rsid w:val="001559A4"/>
    <w:rsid w:val="00155AC1"/>
    <w:rsid w:val="00157693"/>
    <w:rsid w:val="00165B95"/>
    <w:rsid w:val="0016747D"/>
    <w:rsid w:val="0017194E"/>
    <w:rsid w:val="00173ACF"/>
    <w:rsid w:val="00176EBD"/>
    <w:rsid w:val="001775F5"/>
    <w:rsid w:val="00183093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2422"/>
    <w:rsid w:val="001B3CB5"/>
    <w:rsid w:val="001C0687"/>
    <w:rsid w:val="001C2EEB"/>
    <w:rsid w:val="001D46EF"/>
    <w:rsid w:val="001D4F78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632C"/>
    <w:rsid w:val="001F7744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659F"/>
    <w:rsid w:val="00237A89"/>
    <w:rsid w:val="00240698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4FD"/>
    <w:rsid w:val="002646B0"/>
    <w:rsid w:val="0027396D"/>
    <w:rsid w:val="00274BA2"/>
    <w:rsid w:val="00275BEF"/>
    <w:rsid w:val="0028021F"/>
    <w:rsid w:val="00285B98"/>
    <w:rsid w:val="002916D9"/>
    <w:rsid w:val="00293831"/>
    <w:rsid w:val="00295576"/>
    <w:rsid w:val="00297EB8"/>
    <w:rsid w:val="002A0EC9"/>
    <w:rsid w:val="002A1579"/>
    <w:rsid w:val="002A4049"/>
    <w:rsid w:val="002A49A7"/>
    <w:rsid w:val="002A6B26"/>
    <w:rsid w:val="002B0300"/>
    <w:rsid w:val="002B206B"/>
    <w:rsid w:val="002B309B"/>
    <w:rsid w:val="002B3AF8"/>
    <w:rsid w:val="002B4447"/>
    <w:rsid w:val="002B5DD2"/>
    <w:rsid w:val="002C2C78"/>
    <w:rsid w:val="002C4214"/>
    <w:rsid w:val="002C6C42"/>
    <w:rsid w:val="002C75CB"/>
    <w:rsid w:val="002D16B3"/>
    <w:rsid w:val="002D1FCF"/>
    <w:rsid w:val="002D47DC"/>
    <w:rsid w:val="002D496F"/>
    <w:rsid w:val="002D52E7"/>
    <w:rsid w:val="002D7AF4"/>
    <w:rsid w:val="002E0876"/>
    <w:rsid w:val="002E0946"/>
    <w:rsid w:val="002E3CED"/>
    <w:rsid w:val="002E615C"/>
    <w:rsid w:val="002E69DC"/>
    <w:rsid w:val="002F0297"/>
    <w:rsid w:val="002F2894"/>
    <w:rsid w:val="002F28A7"/>
    <w:rsid w:val="002F3724"/>
    <w:rsid w:val="002F6627"/>
    <w:rsid w:val="002F7376"/>
    <w:rsid w:val="00300065"/>
    <w:rsid w:val="00300AB8"/>
    <w:rsid w:val="00301A01"/>
    <w:rsid w:val="003027E0"/>
    <w:rsid w:val="0030361E"/>
    <w:rsid w:val="00306C05"/>
    <w:rsid w:val="00307ABE"/>
    <w:rsid w:val="003153A0"/>
    <w:rsid w:val="00316500"/>
    <w:rsid w:val="00316604"/>
    <w:rsid w:val="00323017"/>
    <w:rsid w:val="00324785"/>
    <w:rsid w:val="00324796"/>
    <w:rsid w:val="00330C3E"/>
    <w:rsid w:val="0033148E"/>
    <w:rsid w:val="003340BE"/>
    <w:rsid w:val="00340488"/>
    <w:rsid w:val="00340B0E"/>
    <w:rsid w:val="00341EF1"/>
    <w:rsid w:val="00342E86"/>
    <w:rsid w:val="00343BB5"/>
    <w:rsid w:val="00344136"/>
    <w:rsid w:val="003444CF"/>
    <w:rsid w:val="0034764C"/>
    <w:rsid w:val="00351524"/>
    <w:rsid w:val="003529A0"/>
    <w:rsid w:val="003530A8"/>
    <w:rsid w:val="00357D21"/>
    <w:rsid w:val="003621D8"/>
    <w:rsid w:val="003630A5"/>
    <w:rsid w:val="0036508E"/>
    <w:rsid w:val="00366497"/>
    <w:rsid w:val="00374B69"/>
    <w:rsid w:val="003752AB"/>
    <w:rsid w:val="00377BA7"/>
    <w:rsid w:val="00380B2C"/>
    <w:rsid w:val="003842D1"/>
    <w:rsid w:val="003867E8"/>
    <w:rsid w:val="003872DC"/>
    <w:rsid w:val="003872FF"/>
    <w:rsid w:val="00387863"/>
    <w:rsid w:val="00390F2A"/>
    <w:rsid w:val="00394AA1"/>
    <w:rsid w:val="00397AEB"/>
    <w:rsid w:val="003A2C49"/>
    <w:rsid w:val="003A4275"/>
    <w:rsid w:val="003B0348"/>
    <w:rsid w:val="003B1FB2"/>
    <w:rsid w:val="003B2930"/>
    <w:rsid w:val="003B31D8"/>
    <w:rsid w:val="003B41FC"/>
    <w:rsid w:val="003B4E62"/>
    <w:rsid w:val="003C138E"/>
    <w:rsid w:val="003C1FE3"/>
    <w:rsid w:val="003C228C"/>
    <w:rsid w:val="003C49A0"/>
    <w:rsid w:val="003C67DB"/>
    <w:rsid w:val="003C67EF"/>
    <w:rsid w:val="003C6968"/>
    <w:rsid w:val="003C70E4"/>
    <w:rsid w:val="003C7DD5"/>
    <w:rsid w:val="003D2742"/>
    <w:rsid w:val="003D3D79"/>
    <w:rsid w:val="003E02A2"/>
    <w:rsid w:val="003E0D73"/>
    <w:rsid w:val="003E215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5853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77BE4"/>
    <w:rsid w:val="0048129B"/>
    <w:rsid w:val="004828CF"/>
    <w:rsid w:val="004878B2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254"/>
    <w:rsid w:val="004B4DA8"/>
    <w:rsid w:val="004B5B74"/>
    <w:rsid w:val="004C0E0C"/>
    <w:rsid w:val="004C17F7"/>
    <w:rsid w:val="004C2D1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5060F7"/>
    <w:rsid w:val="00507B71"/>
    <w:rsid w:val="00512148"/>
    <w:rsid w:val="005130EF"/>
    <w:rsid w:val="005132C9"/>
    <w:rsid w:val="005155FF"/>
    <w:rsid w:val="0052035E"/>
    <w:rsid w:val="00523B3E"/>
    <w:rsid w:val="00526BA7"/>
    <w:rsid w:val="005313F6"/>
    <w:rsid w:val="005315D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AD6"/>
    <w:rsid w:val="00560589"/>
    <w:rsid w:val="005607AE"/>
    <w:rsid w:val="00562751"/>
    <w:rsid w:val="00566AEF"/>
    <w:rsid w:val="00566D7A"/>
    <w:rsid w:val="00567E8B"/>
    <w:rsid w:val="00570895"/>
    <w:rsid w:val="0057369D"/>
    <w:rsid w:val="00573BCF"/>
    <w:rsid w:val="00573E6D"/>
    <w:rsid w:val="00581B13"/>
    <w:rsid w:val="00582552"/>
    <w:rsid w:val="00583041"/>
    <w:rsid w:val="005833A5"/>
    <w:rsid w:val="0058669B"/>
    <w:rsid w:val="0058782E"/>
    <w:rsid w:val="00594A5E"/>
    <w:rsid w:val="00594C5F"/>
    <w:rsid w:val="005965A6"/>
    <w:rsid w:val="00596C10"/>
    <w:rsid w:val="00597BE7"/>
    <w:rsid w:val="005A0405"/>
    <w:rsid w:val="005A1800"/>
    <w:rsid w:val="005A2265"/>
    <w:rsid w:val="005A46B0"/>
    <w:rsid w:val="005A5186"/>
    <w:rsid w:val="005A664C"/>
    <w:rsid w:val="005A70FF"/>
    <w:rsid w:val="005A7478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F10E2"/>
    <w:rsid w:val="005F1C74"/>
    <w:rsid w:val="005F3A2E"/>
    <w:rsid w:val="00601012"/>
    <w:rsid w:val="006020A7"/>
    <w:rsid w:val="00604CE6"/>
    <w:rsid w:val="006056BD"/>
    <w:rsid w:val="00605FE5"/>
    <w:rsid w:val="00607DA6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305D9"/>
    <w:rsid w:val="006306DE"/>
    <w:rsid w:val="00631139"/>
    <w:rsid w:val="006326DF"/>
    <w:rsid w:val="006335E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7753"/>
    <w:rsid w:val="006B2215"/>
    <w:rsid w:val="006B26CA"/>
    <w:rsid w:val="006B568A"/>
    <w:rsid w:val="006B59A3"/>
    <w:rsid w:val="006B678B"/>
    <w:rsid w:val="006C78FF"/>
    <w:rsid w:val="006D2102"/>
    <w:rsid w:val="006D2CB7"/>
    <w:rsid w:val="006D3D4B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CA2"/>
    <w:rsid w:val="006F225E"/>
    <w:rsid w:val="006F27AD"/>
    <w:rsid w:val="006F2864"/>
    <w:rsid w:val="006F64D5"/>
    <w:rsid w:val="006F7A69"/>
    <w:rsid w:val="00701110"/>
    <w:rsid w:val="00701D8C"/>
    <w:rsid w:val="0070552D"/>
    <w:rsid w:val="00705A5F"/>
    <w:rsid w:val="00707144"/>
    <w:rsid w:val="00711E68"/>
    <w:rsid w:val="007159DD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61B3E"/>
    <w:rsid w:val="007721CE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B38B6"/>
    <w:rsid w:val="007B7905"/>
    <w:rsid w:val="007C52E2"/>
    <w:rsid w:val="007D17C5"/>
    <w:rsid w:val="007D710D"/>
    <w:rsid w:val="007D784E"/>
    <w:rsid w:val="007E39FD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079CB"/>
    <w:rsid w:val="008101D3"/>
    <w:rsid w:val="00810F5A"/>
    <w:rsid w:val="00814D37"/>
    <w:rsid w:val="00820A15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501EF"/>
    <w:rsid w:val="00852798"/>
    <w:rsid w:val="0085586C"/>
    <w:rsid w:val="00856886"/>
    <w:rsid w:val="00856C57"/>
    <w:rsid w:val="008601B8"/>
    <w:rsid w:val="00862853"/>
    <w:rsid w:val="00862A27"/>
    <w:rsid w:val="008640BA"/>
    <w:rsid w:val="008641F4"/>
    <w:rsid w:val="0087499A"/>
    <w:rsid w:val="008760D6"/>
    <w:rsid w:val="008774D3"/>
    <w:rsid w:val="00880870"/>
    <w:rsid w:val="00881938"/>
    <w:rsid w:val="008830DF"/>
    <w:rsid w:val="00884D5B"/>
    <w:rsid w:val="008863EA"/>
    <w:rsid w:val="0089299B"/>
    <w:rsid w:val="00895989"/>
    <w:rsid w:val="008A01CF"/>
    <w:rsid w:val="008A268E"/>
    <w:rsid w:val="008A2959"/>
    <w:rsid w:val="008A2EB4"/>
    <w:rsid w:val="008A3A7F"/>
    <w:rsid w:val="008A48B8"/>
    <w:rsid w:val="008A63DF"/>
    <w:rsid w:val="008A7EE0"/>
    <w:rsid w:val="008B06A6"/>
    <w:rsid w:val="008B3EB6"/>
    <w:rsid w:val="008B4FBB"/>
    <w:rsid w:val="008B632A"/>
    <w:rsid w:val="008C0A14"/>
    <w:rsid w:val="008C1126"/>
    <w:rsid w:val="008C3014"/>
    <w:rsid w:val="008C532F"/>
    <w:rsid w:val="008C5639"/>
    <w:rsid w:val="008C5B5E"/>
    <w:rsid w:val="008C764A"/>
    <w:rsid w:val="008D059C"/>
    <w:rsid w:val="008D20C5"/>
    <w:rsid w:val="008D217D"/>
    <w:rsid w:val="008D3767"/>
    <w:rsid w:val="008D3BFC"/>
    <w:rsid w:val="008D5405"/>
    <w:rsid w:val="008D54D9"/>
    <w:rsid w:val="008D671A"/>
    <w:rsid w:val="008D6F8B"/>
    <w:rsid w:val="008E192D"/>
    <w:rsid w:val="008E77EF"/>
    <w:rsid w:val="008F6B78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0E8F"/>
    <w:rsid w:val="0093150D"/>
    <w:rsid w:val="009316A3"/>
    <w:rsid w:val="00934BF6"/>
    <w:rsid w:val="00941C7F"/>
    <w:rsid w:val="00947182"/>
    <w:rsid w:val="009511AE"/>
    <w:rsid w:val="0095231E"/>
    <w:rsid w:val="00956033"/>
    <w:rsid w:val="00957249"/>
    <w:rsid w:val="0096110F"/>
    <w:rsid w:val="00961A07"/>
    <w:rsid w:val="0096286A"/>
    <w:rsid w:val="009636CD"/>
    <w:rsid w:val="009637DE"/>
    <w:rsid w:val="00963E18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90025"/>
    <w:rsid w:val="00990F81"/>
    <w:rsid w:val="00991189"/>
    <w:rsid w:val="00991F85"/>
    <w:rsid w:val="00994D31"/>
    <w:rsid w:val="00995A60"/>
    <w:rsid w:val="009A0636"/>
    <w:rsid w:val="009A06F0"/>
    <w:rsid w:val="009A0893"/>
    <w:rsid w:val="009A58E7"/>
    <w:rsid w:val="009A7FE7"/>
    <w:rsid w:val="009B0B5D"/>
    <w:rsid w:val="009B12F4"/>
    <w:rsid w:val="009B4D80"/>
    <w:rsid w:val="009B5701"/>
    <w:rsid w:val="009B5C31"/>
    <w:rsid w:val="009C2EF9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52A3"/>
    <w:rsid w:val="009F65C6"/>
    <w:rsid w:val="00A00387"/>
    <w:rsid w:val="00A02679"/>
    <w:rsid w:val="00A04121"/>
    <w:rsid w:val="00A05797"/>
    <w:rsid w:val="00A057D5"/>
    <w:rsid w:val="00A07848"/>
    <w:rsid w:val="00A11279"/>
    <w:rsid w:val="00A117FC"/>
    <w:rsid w:val="00A11B63"/>
    <w:rsid w:val="00A12849"/>
    <w:rsid w:val="00A12B61"/>
    <w:rsid w:val="00A14235"/>
    <w:rsid w:val="00A16E69"/>
    <w:rsid w:val="00A21D18"/>
    <w:rsid w:val="00A23E1C"/>
    <w:rsid w:val="00A24099"/>
    <w:rsid w:val="00A30A69"/>
    <w:rsid w:val="00A3321A"/>
    <w:rsid w:val="00A33935"/>
    <w:rsid w:val="00A4008A"/>
    <w:rsid w:val="00A40202"/>
    <w:rsid w:val="00A41580"/>
    <w:rsid w:val="00A429B1"/>
    <w:rsid w:val="00A51533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5083"/>
    <w:rsid w:val="00AC5734"/>
    <w:rsid w:val="00AD2C19"/>
    <w:rsid w:val="00AD4785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100F3"/>
    <w:rsid w:val="00B10AE1"/>
    <w:rsid w:val="00B10F70"/>
    <w:rsid w:val="00B12F34"/>
    <w:rsid w:val="00B14E4A"/>
    <w:rsid w:val="00B14F81"/>
    <w:rsid w:val="00B20299"/>
    <w:rsid w:val="00B210CF"/>
    <w:rsid w:val="00B253A3"/>
    <w:rsid w:val="00B27904"/>
    <w:rsid w:val="00B36766"/>
    <w:rsid w:val="00B374E2"/>
    <w:rsid w:val="00B376F9"/>
    <w:rsid w:val="00B409D0"/>
    <w:rsid w:val="00B418FC"/>
    <w:rsid w:val="00B420EC"/>
    <w:rsid w:val="00B42897"/>
    <w:rsid w:val="00B4290F"/>
    <w:rsid w:val="00B44B9F"/>
    <w:rsid w:val="00B458BF"/>
    <w:rsid w:val="00B51F3E"/>
    <w:rsid w:val="00B524BB"/>
    <w:rsid w:val="00B53647"/>
    <w:rsid w:val="00B56F79"/>
    <w:rsid w:val="00B57233"/>
    <w:rsid w:val="00B613ED"/>
    <w:rsid w:val="00B64177"/>
    <w:rsid w:val="00B641CE"/>
    <w:rsid w:val="00B6495C"/>
    <w:rsid w:val="00B649A5"/>
    <w:rsid w:val="00B66E9E"/>
    <w:rsid w:val="00B71F2E"/>
    <w:rsid w:val="00B735C9"/>
    <w:rsid w:val="00B74796"/>
    <w:rsid w:val="00B77988"/>
    <w:rsid w:val="00B80E0C"/>
    <w:rsid w:val="00B81C8D"/>
    <w:rsid w:val="00B86AF2"/>
    <w:rsid w:val="00B879DA"/>
    <w:rsid w:val="00B9118D"/>
    <w:rsid w:val="00B954D0"/>
    <w:rsid w:val="00BA03D1"/>
    <w:rsid w:val="00BA1A77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8E3"/>
    <w:rsid w:val="00BC56E8"/>
    <w:rsid w:val="00BC7539"/>
    <w:rsid w:val="00BC796A"/>
    <w:rsid w:val="00BD0DA0"/>
    <w:rsid w:val="00BD1B91"/>
    <w:rsid w:val="00BD3536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18D0"/>
    <w:rsid w:val="00C050A4"/>
    <w:rsid w:val="00C06675"/>
    <w:rsid w:val="00C1008F"/>
    <w:rsid w:val="00C10FAF"/>
    <w:rsid w:val="00C11BF7"/>
    <w:rsid w:val="00C11E2C"/>
    <w:rsid w:val="00C13A92"/>
    <w:rsid w:val="00C155F1"/>
    <w:rsid w:val="00C16B42"/>
    <w:rsid w:val="00C223DF"/>
    <w:rsid w:val="00C226DB"/>
    <w:rsid w:val="00C22DCD"/>
    <w:rsid w:val="00C2762B"/>
    <w:rsid w:val="00C27F76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94D"/>
    <w:rsid w:val="00C549B1"/>
    <w:rsid w:val="00C54D3E"/>
    <w:rsid w:val="00C5754E"/>
    <w:rsid w:val="00C603D4"/>
    <w:rsid w:val="00C61F97"/>
    <w:rsid w:val="00C66A52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747F"/>
    <w:rsid w:val="00C95866"/>
    <w:rsid w:val="00C96545"/>
    <w:rsid w:val="00C96997"/>
    <w:rsid w:val="00CA0903"/>
    <w:rsid w:val="00CA0CDA"/>
    <w:rsid w:val="00CA217F"/>
    <w:rsid w:val="00CA663E"/>
    <w:rsid w:val="00CA7597"/>
    <w:rsid w:val="00CB024B"/>
    <w:rsid w:val="00CB1784"/>
    <w:rsid w:val="00CB1B04"/>
    <w:rsid w:val="00CB2631"/>
    <w:rsid w:val="00CB2E81"/>
    <w:rsid w:val="00CC0979"/>
    <w:rsid w:val="00CC1768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CF70F4"/>
    <w:rsid w:val="00D0179A"/>
    <w:rsid w:val="00D043C5"/>
    <w:rsid w:val="00D0495A"/>
    <w:rsid w:val="00D109DE"/>
    <w:rsid w:val="00D11A59"/>
    <w:rsid w:val="00D12144"/>
    <w:rsid w:val="00D122D4"/>
    <w:rsid w:val="00D13914"/>
    <w:rsid w:val="00D1561C"/>
    <w:rsid w:val="00D15885"/>
    <w:rsid w:val="00D17A59"/>
    <w:rsid w:val="00D17C73"/>
    <w:rsid w:val="00D20841"/>
    <w:rsid w:val="00D24BB2"/>
    <w:rsid w:val="00D262F7"/>
    <w:rsid w:val="00D3045E"/>
    <w:rsid w:val="00D32B52"/>
    <w:rsid w:val="00D32E37"/>
    <w:rsid w:val="00D33A93"/>
    <w:rsid w:val="00D36D3D"/>
    <w:rsid w:val="00D421DE"/>
    <w:rsid w:val="00D433E6"/>
    <w:rsid w:val="00D44A96"/>
    <w:rsid w:val="00D47B34"/>
    <w:rsid w:val="00D50093"/>
    <w:rsid w:val="00D50811"/>
    <w:rsid w:val="00D55799"/>
    <w:rsid w:val="00D61343"/>
    <w:rsid w:val="00D61A3A"/>
    <w:rsid w:val="00D62183"/>
    <w:rsid w:val="00D623E7"/>
    <w:rsid w:val="00D64AA2"/>
    <w:rsid w:val="00D65AC4"/>
    <w:rsid w:val="00D66060"/>
    <w:rsid w:val="00D66785"/>
    <w:rsid w:val="00D672A3"/>
    <w:rsid w:val="00D70AC4"/>
    <w:rsid w:val="00D72B66"/>
    <w:rsid w:val="00D85F5B"/>
    <w:rsid w:val="00D904DD"/>
    <w:rsid w:val="00D90519"/>
    <w:rsid w:val="00D910AC"/>
    <w:rsid w:val="00D9185C"/>
    <w:rsid w:val="00D91A32"/>
    <w:rsid w:val="00D91CE9"/>
    <w:rsid w:val="00D93DB3"/>
    <w:rsid w:val="00D959BB"/>
    <w:rsid w:val="00D9648E"/>
    <w:rsid w:val="00D96FFC"/>
    <w:rsid w:val="00DA0B2B"/>
    <w:rsid w:val="00DA15CE"/>
    <w:rsid w:val="00DA1C3B"/>
    <w:rsid w:val="00DA2F75"/>
    <w:rsid w:val="00DA319A"/>
    <w:rsid w:val="00DA33AD"/>
    <w:rsid w:val="00DA4F13"/>
    <w:rsid w:val="00DA542B"/>
    <w:rsid w:val="00DA5A43"/>
    <w:rsid w:val="00DA7910"/>
    <w:rsid w:val="00DB0351"/>
    <w:rsid w:val="00DB2416"/>
    <w:rsid w:val="00DB2680"/>
    <w:rsid w:val="00DB4F1E"/>
    <w:rsid w:val="00DB5AEB"/>
    <w:rsid w:val="00DB6C4B"/>
    <w:rsid w:val="00DB7746"/>
    <w:rsid w:val="00DB7CA4"/>
    <w:rsid w:val="00DC069E"/>
    <w:rsid w:val="00DC5216"/>
    <w:rsid w:val="00DC65B6"/>
    <w:rsid w:val="00DC6B5F"/>
    <w:rsid w:val="00DD185F"/>
    <w:rsid w:val="00DD2B75"/>
    <w:rsid w:val="00DD55D5"/>
    <w:rsid w:val="00DD5FFD"/>
    <w:rsid w:val="00DE10CF"/>
    <w:rsid w:val="00DE14BC"/>
    <w:rsid w:val="00DE4C47"/>
    <w:rsid w:val="00DE581D"/>
    <w:rsid w:val="00DE69AF"/>
    <w:rsid w:val="00DF3DF5"/>
    <w:rsid w:val="00DF4539"/>
    <w:rsid w:val="00E0567A"/>
    <w:rsid w:val="00E10254"/>
    <w:rsid w:val="00E10642"/>
    <w:rsid w:val="00E121CD"/>
    <w:rsid w:val="00E16871"/>
    <w:rsid w:val="00E177F2"/>
    <w:rsid w:val="00E20B17"/>
    <w:rsid w:val="00E23C52"/>
    <w:rsid w:val="00E26465"/>
    <w:rsid w:val="00E26665"/>
    <w:rsid w:val="00E268F7"/>
    <w:rsid w:val="00E353DA"/>
    <w:rsid w:val="00E35442"/>
    <w:rsid w:val="00E44CB6"/>
    <w:rsid w:val="00E45734"/>
    <w:rsid w:val="00E46B48"/>
    <w:rsid w:val="00E55A4C"/>
    <w:rsid w:val="00E672A1"/>
    <w:rsid w:val="00E74B32"/>
    <w:rsid w:val="00E75A0A"/>
    <w:rsid w:val="00E760FF"/>
    <w:rsid w:val="00E81ED2"/>
    <w:rsid w:val="00E82F1C"/>
    <w:rsid w:val="00E834F7"/>
    <w:rsid w:val="00E83E5B"/>
    <w:rsid w:val="00E85725"/>
    <w:rsid w:val="00E91E40"/>
    <w:rsid w:val="00E92A44"/>
    <w:rsid w:val="00E951B3"/>
    <w:rsid w:val="00E962A6"/>
    <w:rsid w:val="00E96987"/>
    <w:rsid w:val="00EA03F0"/>
    <w:rsid w:val="00EA0EB6"/>
    <w:rsid w:val="00EA129C"/>
    <w:rsid w:val="00EA463A"/>
    <w:rsid w:val="00EA569A"/>
    <w:rsid w:val="00EA6E0F"/>
    <w:rsid w:val="00EB0C2C"/>
    <w:rsid w:val="00EB275B"/>
    <w:rsid w:val="00EB5C1B"/>
    <w:rsid w:val="00EC0AE7"/>
    <w:rsid w:val="00EC337F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6EDA"/>
    <w:rsid w:val="00ED763C"/>
    <w:rsid w:val="00EE179B"/>
    <w:rsid w:val="00EF202E"/>
    <w:rsid w:val="00EF5468"/>
    <w:rsid w:val="00EF7970"/>
    <w:rsid w:val="00F00BE4"/>
    <w:rsid w:val="00F01016"/>
    <w:rsid w:val="00F0235E"/>
    <w:rsid w:val="00F042A2"/>
    <w:rsid w:val="00F05444"/>
    <w:rsid w:val="00F05ADB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432D"/>
    <w:rsid w:val="00F25168"/>
    <w:rsid w:val="00F26907"/>
    <w:rsid w:val="00F32304"/>
    <w:rsid w:val="00F36531"/>
    <w:rsid w:val="00F3765C"/>
    <w:rsid w:val="00F41AE5"/>
    <w:rsid w:val="00F41BAF"/>
    <w:rsid w:val="00F41D8D"/>
    <w:rsid w:val="00F4275E"/>
    <w:rsid w:val="00F436C5"/>
    <w:rsid w:val="00F460CE"/>
    <w:rsid w:val="00F50CD6"/>
    <w:rsid w:val="00F51F21"/>
    <w:rsid w:val="00F537DD"/>
    <w:rsid w:val="00F64C67"/>
    <w:rsid w:val="00F72DCD"/>
    <w:rsid w:val="00F76F27"/>
    <w:rsid w:val="00F7716D"/>
    <w:rsid w:val="00F77476"/>
    <w:rsid w:val="00F814F0"/>
    <w:rsid w:val="00F81E76"/>
    <w:rsid w:val="00F83609"/>
    <w:rsid w:val="00F854AD"/>
    <w:rsid w:val="00F868C1"/>
    <w:rsid w:val="00F86A1B"/>
    <w:rsid w:val="00F9199B"/>
    <w:rsid w:val="00F961E7"/>
    <w:rsid w:val="00FA0D74"/>
    <w:rsid w:val="00FA3264"/>
    <w:rsid w:val="00FA42BF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8EE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OneDrive\Documents\TCA\TCA%20TENANTS\HANGAR%20WAITING%20LIST\HANGAR%20WAITING%20LIST.xlsx" TargetMode="Externa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SITEMINDER/FUEL/!!%20FUEL%20REPORT/2023/2023-03%20MARCH/Monthly%20Fuel%20Log%202023-03%20(MARCH).xlsm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d.docs.live.net/653bbec313c07c3f/Documents/TCA/SITEMINDER/FUEL/!!%20FUEL%20REPORT/2023/2023-03%20MARCH/Monthly%20Fuel%20Log%202023-03%20(MARCH).xlsm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WORLDFUEL (8000 gallon) PRICE OVER TIME</a:t>
            </a:r>
          </a:p>
        </c:rich>
      </c:tx>
      <c:layout>
        <c:manualLayout>
          <c:xMode val="edge"/>
          <c:yMode val="edge"/>
          <c:x val="0.23167430019110563"/>
          <c:y val="9.900990099009901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6.7486894158928321E-2"/>
          <c:y val="8.0151269584008644E-2"/>
          <c:w val="0.9136855466070366"/>
          <c:h val="0.69278576806748426"/>
        </c:manualLayout>
      </c:layout>
      <c:scatterChart>
        <c:scatterStyle val="lineMarker"/>
        <c:varyColors val="0"/>
        <c:ser>
          <c:idx val="0"/>
          <c:order val="0"/>
          <c:tx>
            <c:strRef>
              <c:f>'[Monthly Fuel Log 2023-03 (MARCH).xlsm]WFPOTData'!$D$1</c:f>
              <c:strCache>
                <c:ptCount val="1"/>
                <c:pt idx="0">
                  <c:v> JET A </c:v>
                </c:pt>
              </c:strCache>
            </c:strRef>
          </c:tx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xVal>
            <c:numRef>
              <c:f>'[Monthly Fuel Log 2023-03 (MARCH).xlsm]WFPOTData'!$B$2:$B$400</c:f>
              <c:numCache>
                <c:formatCode>[$-409]dd\ mmm\ yyyy;@</c:formatCode>
                <c:ptCount val="399"/>
                <c:pt idx="0">
                  <c:v>44572</c:v>
                </c:pt>
                <c:pt idx="1">
                  <c:v>44579</c:v>
                </c:pt>
                <c:pt idx="2">
                  <c:v>44593</c:v>
                </c:pt>
                <c:pt idx="3">
                  <c:v>44607</c:v>
                </c:pt>
                <c:pt idx="4">
                  <c:v>44614</c:v>
                </c:pt>
                <c:pt idx="5">
                  <c:v>44635</c:v>
                </c:pt>
                <c:pt idx="6">
                  <c:v>44642</c:v>
                </c:pt>
                <c:pt idx="7">
                  <c:v>44649</c:v>
                </c:pt>
                <c:pt idx="8">
                  <c:v>44656</c:v>
                </c:pt>
                <c:pt idx="9">
                  <c:v>44663</c:v>
                </c:pt>
                <c:pt idx="10">
                  <c:v>44670</c:v>
                </c:pt>
                <c:pt idx="11">
                  <c:v>44677</c:v>
                </c:pt>
                <c:pt idx="12">
                  <c:v>44684</c:v>
                </c:pt>
                <c:pt idx="13">
                  <c:v>44691</c:v>
                </c:pt>
                <c:pt idx="14">
                  <c:v>44698</c:v>
                </c:pt>
                <c:pt idx="15">
                  <c:v>44705</c:v>
                </c:pt>
                <c:pt idx="16">
                  <c:v>44712</c:v>
                </c:pt>
                <c:pt idx="17">
                  <c:v>44719</c:v>
                </c:pt>
                <c:pt idx="18">
                  <c:v>44726</c:v>
                </c:pt>
                <c:pt idx="19">
                  <c:v>44733</c:v>
                </c:pt>
                <c:pt idx="20">
                  <c:v>44740</c:v>
                </c:pt>
                <c:pt idx="21">
                  <c:v>44747</c:v>
                </c:pt>
                <c:pt idx="22">
                  <c:v>44754</c:v>
                </c:pt>
                <c:pt idx="23">
                  <c:v>44761</c:v>
                </c:pt>
                <c:pt idx="24">
                  <c:v>44768</c:v>
                </c:pt>
                <c:pt idx="25">
                  <c:v>44775</c:v>
                </c:pt>
                <c:pt idx="26">
                  <c:v>44782</c:v>
                </c:pt>
                <c:pt idx="27">
                  <c:v>44789</c:v>
                </c:pt>
                <c:pt idx="28">
                  <c:v>44796</c:v>
                </c:pt>
                <c:pt idx="29">
                  <c:v>44803</c:v>
                </c:pt>
                <c:pt idx="30">
                  <c:v>44810</c:v>
                </c:pt>
                <c:pt idx="31">
                  <c:v>44817</c:v>
                </c:pt>
                <c:pt idx="32">
                  <c:v>44824</c:v>
                </c:pt>
                <c:pt idx="33">
                  <c:v>44831</c:v>
                </c:pt>
                <c:pt idx="34">
                  <c:v>44838</c:v>
                </c:pt>
                <c:pt idx="35">
                  <c:v>44845</c:v>
                </c:pt>
                <c:pt idx="36">
                  <c:v>44852</c:v>
                </c:pt>
                <c:pt idx="37">
                  <c:v>44859</c:v>
                </c:pt>
                <c:pt idx="38">
                  <c:v>44866</c:v>
                </c:pt>
                <c:pt idx="39">
                  <c:v>44873</c:v>
                </c:pt>
                <c:pt idx="40">
                  <c:v>44880</c:v>
                </c:pt>
                <c:pt idx="41">
                  <c:v>44887</c:v>
                </c:pt>
                <c:pt idx="42">
                  <c:v>44894</c:v>
                </c:pt>
                <c:pt idx="43">
                  <c:v>44901</c:v>
                </c:pt>
                <c:pt idx="44">
                  <c:v>44908</c:v>
                </c:pt>
                <c:pt idx="45">
                  <c:v>44915</c:v>
                </c:pt>
                <c:pt idx="46">
                  <c:v>44922</c:v>
                </c:pt>
                <c:pt idx="47">
                  <c:v>44929</c:v>
                </c:pt>
                <c:pt idx="48">
                  <c:v>44936</c:v>
                </c:pt>
                <c:pt idx="49">
                  <c:v>44943</c:v>
                </c:pt>
                <c:pt idx="50">
                  <c:v>44950</c:v>
                </c:pt>
                <c:pt idx="51">
                  <c:v>44957</c:v>
                </c:pt>
                <c:pt idx="52">
                  <c:v>44964</c:v>
                </c:pt>
                <c:pt idx="53">
                  <c:v>44971</c:v>
                </c:pt>
                <c:pt idx="54">
                  <c:v>44978</c:v>
                </c:pt>
                <c:pt idx="55">
                  <c:v>44985</c:v>
                </c:pt>
                <c:pt idx="56">
                  <c:v>44992</c:v>
                </c:pt>
              </c:numCache>
            </c:numRef>
          </c:xVal>
          <c:yVal>
            <c:numRef>
              <c:f>'[Monthly Fuel Log 2023-03 (MARCH).xlsm]WFPOTData'!$D$2:$D$400</c:f>
              <c:numCache>
                <c:formatCode>_("$"* #,##0.00_);_("$"* \(#,##0.00\);_("$"* "-"??_);_(@_)</c:formatCode>
                <c:ptCount val="399"/>
                <c:pt idx="0">
                  <c:v>2.97</c:v>
                </c:pt>
                <c:pt idx="1">
                  <c:v>3.12</c:v>
                </c:pt>
                <c:pt idx="2">
                  <c:v>3.18</c:v>
                </c:pt>
                <c:pt idx="3">
                  <c:v>3.4011529999999999</c:v>
                </c:pt>
                <c:pt idx="4">
                  <c:v>3.351953</c:v>
                </c:pt>
                <c:pt idx="5">
                  <c:v>4.148841</c:v>
                </c:pt>
                <c:pt idx="6">
                  <c:v>3.8232409999999999</c:v>
                </c:pt>
                <c:pt idx="7">
                  <c:v>4.5572410000000003</c:v>
                </c:pt>
                <c:pt idx="8">
                  <c:v>4.3899999999999997</c:v>
                </c:pt>
                <c:pt idx="9">
                  <c:v>4.37</c:v>
                </c:pt>
                <c:pt idx="10">
                  <c:v>4.43</c:v>
                </c:pt>
                <c:pt idx="11">
                  <c:v>4.74</c:v>
                </c:pt>
                <c:pt idx="12">
                  <c:v>4.9000000000000004</c:v>
                </c:pt>
                <c:pt idx="13">
                  <c:v>5.08</c:v>
                </c:pt>
                <c:pt idx="14">
                  <c:v>4.83</c:v>
                </c:pt>
                <c:pt idx="15">
                  <c:v>4.3914609999999996</c:v>
                </c:pt>
                <c:pt idx="16">
                  <c:v>4.3502609999999997</c:v>
                </c:pt>
                <c:pt idx="17">
                  <c:v>4.6500000000000004</c:v>
                </c:pt>
                <c:pt idx="18">
                  <c:v>4.93</c:v>
                </c:pt>
                <c:pt idx="19">
                  <c:v>5.0599999999999996</c:v>
                </c:pt>
                <c:pt idx="20">
                  <c:v>4.9400000000000004</c:v>
                </c:pt>
                <c:pt idx="21">
                  <c:v>4.63</c:v>
                </c:pt>
                <c:pt idx="22">
                  <c:v>4.2300000000000004</c:v>
                </c:pt>
                <c:pt idx="23">
                  <c:v>4.3499999999999996</c:v>
                </c:pt>
                <c:pt idx="24">
                  <c:v>4.2</c:v>
                </c:pt>
                <c:pt idx="25">
                  <c:v>4.1900000000000004</c:v>
                </c:pt>
                <c:pt idx="26">
                  <c:v>3.94</c:v>
                </c:pt>
                <c:pt idx="27">
                  <c:v>3.94</c:v>
                </c:pt>
                <c:pt idx="28">
                  <c:v>4.07</c:v>
                </c:pt>
                <c:pt idx="29">
                  <c:v>4.3499999999999996</c:v>
                </c:pt>
                <c:pt idx="30">
                  <c:v>4.1399999999999997</c:v>
                </c:pt>
                <c:pt idx="31">
                  <c:v>4.0599999999999996</c:v>
                </c:pt>
                <c:pt idx="32">
                  <c:v>3.87</c:v>
                </c:pt>
                <c:pt idx="33">
                  <c:v>3.92</c:v>
                </c:pt>
                <c:pt idx="34">
                  <c:v>4.04</c:v>
                </c:pt>
                <c:pt idx="35">
                  <c:v>4.34</c:v>
                </c:pt>
                <c:pt idx="36">
                  <c:v>4.41</c:v>
                </c:pt>
                <c:pt idx="37">
                  <c:v>4.1910679999999996</c:v>
                </c:pt>
                <c:pt idx="38">
                  <c:v>4.2001679999999997</c:v>
                </c:pt>
                <c:pt idx="39">
                  <c:v>4.2067889999999997</c:v>
                </c:pt>
                <c:pt idx="40">
                  <c:v>3.9843890000000002</c:v>
                </c:pt>
                <c:pt idx="41">
                  <c:v>3.9679440000000001</c:v>
                </c:pt>
                <c:pt idx="42">
                  <c:v>3.7002440000000001</c:v>
                </c:pt>
                <c:pt idx="43">
                  <c:v>3.585788</c:v>
                </c:pt>
                <c:pt idx="44">
                  <c:v>3.3543479999999999</c:v>
                </c:pt>
                <c:pt idx="45">
                  <c:v>3.685648</c:v>
                </c:pt>
                <c:pt idx="46">
                  <c:v>3.730048</c:v>
                </c:pt>
                <c:pt idx="47">
                  <c:v>4.1171100000000003</c:v>
                </c:pt>
                <c:pt idx="48">
                  <c:v>4.0268050000000004</c:v>
                </c:pt>
                <c:pt idx="49">
                  <c:v>4.32</c:v>
                </c:pt>
                <c:pt idx="50">
                  <c:v>4.540705</c:v>
                </c:pt>
                <c:pt idx="51">
                  <c:v>4.5606799999999996</c:v>
                </c:pt>
                <c:pt idx="52">
                  <c:v>3.7435689999999999</c:v>
                </c:pt>
                <c:pt idx="53">
                  <c:v>3.6413690000000001</c:v>
                </c:pt>
                <c:pt idx="54">
                  <c:v>3.5101689999999999</c:v>
                </c:pt>
                <c:pt idx="55">
                  <c:v>3.6853690000000001</c:v>
                </c:pt>
                <c:pt idx="56">
                  <c:v>3.7435559999999999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6C85-475A-94F8-C351F634FFE9}"/>
            </c:ext>
          </c:extLst>
        </c:ser>
        <c:ser>
          <c:idx val="1"/>
          <c:order val="1"/>
          <c:tx>
            <c:strRef>
              <c:f>'[Monthly Fuel Log 2023-03 (MARCH).xlsm]WFPOTData'!$C$1</c:f>
              <c:strCache>
                <c:ptCount val="1"/>
                <c:pt idx="0">
                  <c:v> 100 LL </c:v>
                </c:pt>
              </c:strCache>
            </c:strRef>
          </c:tx>
          <c:spPr>
            <a:ln w="19050" cap="rnd">
              <a:solidFill>
                <a:srgbClr val="00B0F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xVal>
            <c:numRef>
              <c:f>'[Monthly Fuel Log 2023-03 (MARCH).xlsm]WFPOTData'!$B$2:$B$400</c:f>
              <c:numCache>
                <c:formatCode>[$-409]dd\ mmm\ yyyy;@</c:formatCode>
                <c:ptCount val="399"/>
                <c:pt idx="0">
                  <c:v>44572</c:v>
                </c:pt>
                <c:pt idx="1">
                  <c:v>44579</c:v>
                </c:pt>
                <c:pt idx="2">
                  <c:v>44593</c:v>
                </c:pt>
                <c:pt idx="3">
                  <c:v>44607</c:v>
                </c:pt>
                <c:pt idx="4">
                  <c:v>44614</c:v>
                </c:pt>
                <c:pt idx="5">
                  <c:v>44635</c:v>
                </c:pt>
                <c:pt idx="6">
                  <c:v>44642</c:v>
                </c:pt>
                <c:pt idx="7">
                  <c:v>44649</c:v>
                </c:pt>
                <c:pt idx="8">
                  <c:v>44656</c:v>
                </c:pt>
                <c:pt idx="9">
                  <c:v>44663</c:v>
                </c:pt>
                <c:pt idx="10">
                  <c:v>44670</c:v>
                </c:pt>
                <c:pt idx="11">
                  <c:v>44677</c:v>
                </c:pt>
                <c:pt idx="12">
                  <c:v>44684</c:v>
                </c:pt>
                <c:pt idx="13">
                  <c:v>44691</c:v>
                </c:pt>
                <c:pt idx="14">
                  <c:v>44698</c:v>
                </c:pt>
                <c:pt idx="15">
                  <c:v>44705</c:v>
                </c:pt>
                <c:pt idx="16">
                  <c:v>44712</c:v>
                </c:pt>
                <c:pt idx="17">
                  <c:v>44719</c:v>
                </c:pt>
                <c:pt idx="18">
                  <c:v>44726</c:v>
                </c:pt>
                <c:pt idx="19">
                  <c:v>44733</c:v>
                </c:pt>
                <c:pt idx="20">
                  <c:v>44740</c:v>
                </c:pt>
                <c:pt idx="21">
                  <c:v>44747</c:v>
                </c:pt>
                <c:pt idx="22">
                  <c:v>44754</c:v>
                </c:pt>
                <c:pt idx="23">
                  <c:v>44761</c:v>
                </c:pt>
                <c:pt idx="24">
                  <c:v>44768</c:v>
                </c:pt>
                <c:pt idx="25">
                  <c:v>44775</c:v>
                </c:pt>
                <c:pt idx="26">
                  <c:v>44782</c:v>
                </c:pt>
                <c:pt idx="27">
                  <c:v>44789</c:v>
                </c:pt>
                <c:pt idx="28">
                  <c:v>44796</c:v>
                </c:pt>
                <c:pt idx="29">
                  <c:v>44803</c:v>
                </c:pt>
                <c:pt idx="30">
                  <c:v>44810</c:v>
                </c:pt>
                <c:pt idx="31">
                  <c:v>44817</c:v>
                </c:pt>
                <c:pt idx="32">
                  <c:v>44824</c:v>
                </c:pt>
                <c:pt idx="33">
                  <c:v>44831</c:v>
                </c:pt>
                <c:pt idx="34">
                  <c:v>44838</c:v>
                </c:pt>
                <c:pt idx="35">
                  <c:v>44845</c:v>
                </c:pt>
                <c:pt idx="36">
                  <c:v>44852</c:v>
                </c:pt>
                <c:pt idx="37">
                  <c:v>44859</c:v>
                </c:pt>
                <c:pt idx="38">
                  <c:v>44866</c:v>
                </c:pt>
                <c:pt idx="39">
                  <c:v>44873</c:v>
                </c:pt>
                <c:pt idx="40">
                  <c:v>44880</c:v>
                </c:pt>
                <c:pt idx="41">
                  <c:v>44887</c:v>
                </c:pt>
                <c:pt idx="42">
                  <c:v>44894</c:v>
                </c:pt>
                <c:pt idx="43">
                  <c:v>44901</c:v>
                </c:pt>
                <c:pt idx="44">
                  <c:v>44908</c:v>
                </c:pt>
                <c:pt idx="45">
                  <c:v>44915</c:v>
                </c:pt>
                <c:pt idx="46">
                  <c:v>44922</c:v>
                </c:pt>
                <c:pt idx="47">
                  <c:v>44929</c:v>
                </c:pt>
                <c:pt idx="48">
                  <c:v>44936</c:v>
                </c:pt>
                <c:pt idx="49">
                  <c:v>44943</c:v>
                </c:pt>
                <c:pt idx="50">
                  <c:v>44950</c:v>
                </c:pt>
                <c:pt idx="51">
                  <c:v>44957</c:v>
                </c:pt>
                <c:pt idx="52">
                  <c:v>44964</c:v>
                </c:pt>
                <c:pt idx="53">
                  <c:v>44971</c:v>
                </c:pt>
                <c:pt idx="54">
                  <c:v>44978</c:v>
                </c:pt>
                <c:pt idx="55">
                  <c:v>44985</c:v>
                </c:pt>
                <c:pt idx="56">
                  <c:v>44992</c:v>
                </c:pt>
              </c:numCache>
            </c:numRef>
          </c:xVal>
          <c:yVal>
            <c:numRef>
              <c:f>'[Monthly Fuel Log 2023-03 (MARCH).xlsm]WFPOTData'!$C$2:$C$400</c:f>
              <c:numCache>
                <c:formatCode>_("$"* #,##0.00_);_("$"* \(#,##0.00\);_("$"* "-"??_);_(@_)</c:formatCode>
                <c:ptCount val="399"/>
                <c:pt idx="0">
                  <c:v>3.83</c:v>
                </c:pt>
                <c:pt idx="1">
                  <c:v>3.94</c:v>
                </c:pt>
                <c:pt idx="2">
                  <c:v>4.0599999999999996</c:v>
                </c:pt>
                <c:pt idx="3">
                  <c:v>4.2591279999999996</c:v>
                </c:pt>
                <c:pt idx="4">
                  <c:v>4.267728</c:v>
                </c:pt>
                <c:pt idx="5">
                  <c:v>4.92</c:v>
                </c:pt>
                <c:pt idx="6">
                  <c:v>4.8</c:v>
                </c:pt>
                <c:pt idx="7">
                  <c:v>5.0599999999999996</c:v>
                </c:pt>
                <c:pt idx="8">
                  <c:v>4.87</c:v>
                </c:pt>
                <c:pt idx="9">
                  <c:v>4.83</c:v>
                </c:pt>
                <c:pt idx="10">
                  <c:v>4.93</c:v>
                </c:pt>
                <c:pt idx="11">
                  <c:v>5.04</c:v>
                </c:pt>
                <c:pt idx="12">
                  <c:v>5.15</c:v>
                </c:pt>
                <c:pt idx="13">
                  <c:v>5.52</c:v>
                </c:pt>
                <c:pt idx="14">
                  <c:v>5.74</c:v>
                </c:pt>
                <c:pt idx="15">
                  <c:v>5.81</c:v>
                </c:pt>
                <c:pt idx="16">
                  <c:v>5.8</c:v>
                </c:pt>
                <c:pt idx="17">
                  <c:v>6.1821650000000004</c:v>
                </c:pt>
                <c:pt idx="18">
                  <c:v>6.39</c:v>
                </c:pt>
                <c:pt idx="19">
                  <c:v>6.27</c:v>
                </c:pt>
                <c:pt idx="20">
                  <c:v>6</c:v>
                </c:pt>
                <c:pt idx="21">
                  <c:v>5.93</c:v>
                </c:pt>
                <c:pt idx="22">
                  <c:v>5.19</c:v>
                </c:pt>
                <c:pt idx="23">
                  <c:v>5.2</c:v>
                </c:pt>
                <c:pt idx="24">
                  <c:v>5.0199999999999996</c:v>
                </c:pt>
                <c:pt idx="25">
                  <c:v>4.8899999999999997</c:v>
                </c:pt>
                <c:pt idx="26">
                  <c:v>4.54</c:v>
                </c:pt>
                <c:pt idx="27">
                  <c:v>4.63</c:v>
                </c:pt>
                <c:pt idx="28">
                  <c:v>4.62</c:v>
                </c:pt>
                <c:pt idx="29">
                  <c:v>4.57</c:v>
                </c:pt>
                <c:pt idx="30">
                  <c:v>4.4400000000000004</c:v>
                </c:pt>
                <c:pt idx="31">
                  <c:v>4.37</c:v>
                </c:pt>
                <c:pt idx="32">
                  <c:v>4.43</c:v>
                </c:pt>
                <c:pt idx="33">
                  <c:v>4.3899999999999997</c:v>
                </c:pt>
                <c:pt idx="34">
                  <c:v>4.37</c:v>
                </c:pt>
                <c:pt idx="35">
                  <c:v>4.7300000000000004</c:v>
                </c:pt>
                <c:pt idx="36">
                  <c:v>4.72</c:v>
                </c:pt>
                <c:pt idx="37">
                  <c:v>4.6975189999999998</c:v>
                </c:pt>
                <c:pt idx="38">
                  <c:v>4.7250189999999996</c:v>
                </c:pt>
                <c:pt idx="39">
                  <c:v>4.6972009999999997</c:v>
                </c:pt>
                <c:pt idx="40">
                  <c:v>4.6451010000000004</c:v>
                </c:pt>
                <c:pt idx="41">
                  <c:v>4.3344760000000004</c:v>
                </c:pt>
                <c:pt idx="42">
                  <c:v>4.1309760000000004</c:v>
                </c:pt>
                <c:pt idx="43">
                  <c:v>3.997833</c:v>
                </c:pt>
                <c:pt idx="44">
                  <c:v>3.8441329999999998</c:v>
                </c:pt>
                <c:pt idx="45">
                  <c:v>3.9848330000000001</c:v>
                </c:pt>
                <c:pt idx="46">
                  <c:v>4.0095330000000002</c:v>
                </c:pt>
                <c:pt idx="47">
                  <c:v>4.2358180000000001</c:v>
                </c:pt>
                <c:pt idx="48">
                  <c:v>4.1922129999999997</c:v>
                </c:pt>
                <c:pt idx="49">
                  <c:v>4.33</c:v>
                </c:pt>
                <c:pt idx="50">
                  <c:v>4.5360129999999996</c:v>
                </c:pt>
                <c:pt idx="51">
                  <c:v>4.5803130000000003</c:v>
                </c:pt>
                <c:pt idx="52">
                  <c:v>4.3870430000000002</c:v>
                </c:pt>
                <c:pt idx="53">
                  <c:v>4.3899429999999997</c:v>
                </c:pt>
                <c:pt idx="54">
                  <c:v>4.4003430000000003</c:v>
                </c:pt>
                <c:pt idx="55">
                  <c:v>4.2668429999999997</c:v>
                </c:pt>
                <c:pt idx="56">
                  <c:v>4.3958729999999999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C85-475A-94F8-C351F634FF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11272175"/>
        <c:axId val="465680575"/>
      </c:scatterChart>
      <c:valAx>
        <c:axId val="611272175"/>
        <c:scaling>
          <c:orientation val="minMax"/>
          <c:max val="44999"/>
          <c:min val="44642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[$-409]dd\ mmm\ yyyy;@" sourceLinked="0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65680575"/>
        <c:crosses val="autoZero"/>
        <c:crossBetween val="midCat"/>
        <c:majorUnit val="7"/>
        <c:minorUnit val="3.5"/>
      </c:valAx>
      <c:valAx>
        <c:axId val="465680575"/>
        <c:scaling>
          <c:orientation val="minMax"/>
          <c:min val="2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$&quot;* #,##0.00_);_(&quot;$&quot;* \(#,##0.00\);_(&quot;$&quot;* &quot;-&quot;??_);_(@_)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1272175"/>
        <c:crosses val="autoZero"/>
        <c:crossBetween val="midCat"/>
        <c:majorUnit val="0.25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6.6979479982005333E-2"/>
          <c:y val="0.96137197599084556"/>
          <c:w val="0.89171498444603725"/>
          <c:h val="3.64670299518881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GALLONS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'[Monthly Fuel Log 2023-03 (MARCH).xlsm]WFPOT'!$F$33</c:f>
              <c:strCache>
                <c:ptCount val="1"/>
                <c:pt idx="0">
                  <c:v>100 LL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'[Monthly Fuel Log 2023-03 (MARCH).xlsm]WFPOT'!$G$33</c:f>
              <c:numCache>
                <c:formatCode>#,##0.00</c:formatCode>
                <c:ptCount val="1"/>
                <c:pt idx="0">
                  <c:v>8192.6103470217586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15-4790-AFB6-64FA737E4EB2}"/>
            </c:ext>
          </c:extLst>
        </c:ser>
        <c:ser>
          <c:idx val="1"/>
          <c:order val="1"/>
          <c:tx>
            <c:strRef>
              <c:f>'[Monthly Fuel Log 2023-03 (MARCH).xlsm]WFPOT'!$F$34</c:f>
              <c:strCache>
                <c:ptCount val="1"/>
                <c:pt idx="0">
                  <c:v>JET A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val>
            <c:numRef>
              <c:f>'[Monthly Fuel Log 2023-03 (MARCH).xlsm]WFPOT'!$G$34</c:f>
              <c:numCache>
                <c:formatCode>#,##0.00</c:formatCode>
                <c:ptCount val="1"/>
                <c:pt idx="0">
                  <c:v>8901.5087161149895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815-4790-AFB6-64FA737E4E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30749536"/>
        <c:axId val="1030749120"/>
      </c:barChart>
      <c:catAx>
        <c:axId val="10307495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030749120"/>
        <c:crosses val="autoZero"/>
        <c:auto val="1"/>
        <c:lblAlgn val="ctr"/>
        <c:lblOffset val="100"/>
        <c:noMultiLvlLbl val="0"/>
      </c:catAx>
      <c:valAx>
        <c:axId val="1030749120"/>
        <c:scaling>
          <c:orientation val="minMax"/>
          <c:max val="12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cross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30749536"/>
        <c:crosses val="autoZero"/>
        <c:crossBetween val="between"/>
        <c:majorUnit val="1000"/>
        <c:minorUnit val="500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471919646396418"/>
          <c:y val="0.86786085605072849"/>
          <c:w val="0.47025006102974248"/>
          <c:h val="6.582600402670341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1C4910"/>
    <w:rsid w:val="00367FF1"/>
    <w:rsid w:val="00432E84"/>
    <w:rsid w:val="005C374C"/>
    <w:rsid w:val="006A552B"/>
    <w:rsid w:val="007B62C7"/>
    <w:rsid w:val="00806532"/>
    <w:rsid w:val="008F0C48"/>
    <w:rsid w:val="009F4811"/>
    <w:rsid w:val="00A50D57"/>
    <w:rsid w:val="00B50350"/>
    <w:rsid w:val="00D14BB2"/>
    <w:rsid w:val="00DC5C71"/>
    <w:rsid w:val="00E036D0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2034</TotalTime>
  <Pages>4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FEBRUARY 2023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 Airport</cp:lastModifiedBy>
  <cp:revision>396</cp:revision>
  <cp:lastPrinted>2022-09-13T16:31:00Z</cp:lastPrinted>
  <dcterms:created xsi:type="dcterms:W3CDTF">2021-09-13T20:08:00Z</dcterms:created>
  <dcterms:modified xsi:type="dcterms:W3CDTF">2023-03-10T14:31:00Z</dcterms:modified>
</cp:coreProperties>
</file>