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0B571" w14:textId="06DF51F3" w:rsidR="0025496D" w:rsidRPr="00EA569A" w:rsidRDefault="0025496D" w:rsidP="009D131B">
      <w:pPr>
        <w:tabs>
          <w:tab w:val="left" w:pos="360"/>
          <w:tab w:val="right" w:pos="10224"/>
        </w:tabs>
        <w:spacing w:after="0" w:line="240" w:lineRule="auto"/>
        <w:rPr>
          <w:b/>
        </w:rPr>
      </w:pPr>
      <w:r w:rsidRPr="00EA569A">
        <w:rPr>
          <w:b/>
          <w:sz w:val="36"/>
          <w:u w:val="single"/>
        </w:rPr>
        <w:t>Airport Operations Report</w:t>
      </w:r>
      <w:r w:rsidR="002A6B26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6184312"/>
          <w:placeholder>
            <w:docPart w:val="EAFBB1FF19E34B3390267DD4BD27F018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487A2E">
            <w:rPr>
              <w:b/>
              <w:sz w:val="24"/>
              <w:szCs w:val="24"/>
            </w:rPr>
            <w:t>June 2023</w:t>
          </w:r>
        </w:sdtContent>
      </w:sdt>
    </w:p>
    <w:p w14:paraId="5C3D89F7" w14:textId="77777777" w:rsidR="00EA569A" w:rsidRDefault="00EA569A" w:rsidP="009F2463">
      <w:pPr>
        <w:tabs>
          <w:tab w:val="left" w:pos="360"/>
          <w:tab w:val="right" w:pos="10224"/>
        </w:tabs>
        <w:spacing w:after="240" w:line="240" w:lineRule="auto"/>
        <w:rPr>
          <w:b/>
        </w:rPr>
      </w:pPr>
      <w:r>
        <w:rPr>
          <w:b/>
        </w:rPr>
        <w:t>Mark Wilson, Airport Manager</w:t>
      </w:r>
    </w:p>
    <w:p w14:paraId="74558EC7" w14:textId="77777777" w:rsidR="0025496D" w:rsidRPr="00C223DF" w:rsidRDefault="0025496D" w:rsidP="00A65470">
      <w:pPr>
        <w:spacing w:after="0" w:line="240" w:lineRule="auto"/>
        <w:ind w:firstLine="360"/>
        <w:rPr>
          <w:i/>
        </w:rPr>
      </w:pPr>
      <w:r w:rsidRPr="00C223DF">
        <w:rPr>
          <w:i/>
        </w:rPr>
        <w:t>Physical Maintenance and Repair Highlight</w:t>
      </w:r>
      <w:r w:rsidR="00B71F2E" w:rsidRPr="00C223DF">
        <w:rPr>
          <w:i/>
        </w:rPr>
        <w:t>s:</w:t>
      </w:r>
    </w:p>
    <w:p w14:paraId="75CDBD26" w14:textId="77777777" w:rsidR="00435B3F" w:rsidRDefault="00435B3F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/>
          <w:u w:val="single"/>
        </w:rPr>
        <w:sectPr w:rsidR="00435B3F" w:rsidSect="00BB1517">
          <w:headerReference w:type="default" r:id="rId8"/>
          <w:footerReference w:type="default" r:id="rId9"/>
          <w:pgSz w:w="12240" w:h="15840"/>
          <w:pgMar w:top="1440" w:right="1354" w:bottom="720" w:left="1008" w:header="720" w:footer="720" w:gutter="0"/>
          <w:cols w:space="720"/>
          <w:docGrid w:linePitch="360"/>
        </w:sectPr>
      </w:pPr>
    </w:p>
    <w:p w14:paraId="11535D42" w14:textId="64A9E058" w:rsidR="008774D3" w:rsidRPr="008774D3" w:rsidRDefault="00435853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FBO Building</w:t>
      </w:r>
      <w:r w:rsidRPr="00C223DF">
        <w:rPr>
          <w:b/>
          <w:bCs/>
        </w:rPr>
        <w:t>:</w:t>
      </w:r>
      <w:r w:rsidR="002F6627">
        <w:tab/>
      </w:r>
      <w:r w:rsidR="00B04D7F" w:rsidRPr="00C223DF">
        <w:rPr>
          <w:b/>
          <w:color w:val="538135" w:themeColor="accent6" w:themeShade="BF"/>
        </w:rPr>
        <w:t>Fully operational</w:t>
      </w:r>
    </w:p>
    <w:p w14:paraId="462D7548" w14:textId="0D4AC007" w:rsidR="004D5A8B" w:rsidRPr="00A25880" w:rsidRDefault="00A25880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North</w:t>
      </w:r>
      <w:r w:rsidR="004D5A8B" w:rsidRPr="00C223DF">
        <w:rPr>
          <w:b/>
          <w:u w:val="single"/>
        </w:rPr>
        <w:t xml:space="preserve"> Gate</w:t>
      </w:r>
      <w:r w:rsidR="004D5A8B" w:rsidRPr="00C223DF">
        <w:rPr>
          <w:b/>
        </w:rPr>
        <w:t>:</w:t>
      </w:r>
      <w:r w:rsidR="002F6627">
        <w:rPr>
          <w:bCs/>
        </w:rPr>
        <w:tab/>
      </w:r>
      <w:r w:rsidR="00F005EE" w:rsidRPr="00C223DF">
        <w:rPr>
          <w:b/>
          <w:color w:val="538135" w:themeColor="accent6" w:themeShade="BF"/>
        </w:rPr>
        <w:t>Fully operational</w:t>
      </w:r>
    </w:p>
    <w:p w14:paraId="59984A81" w14:textId="55E6705C" w:rsidR="00A25880" w:rsidRPr="00FF1860" w:rsidRDefault="00E27212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South Gate:</w:t>
      </w:r>
      <w:r>
        <w:tab/>
      </w:r>
      <w:r w:rsidRPr="00E27212">
        <w:rPr>
          <w:b/>
          <w:bCs/>
          <w:color w:val="538135" w:themeColor="accent6" w:themeShade="BF"/>
        </w:rPr>
        <w:t>Fully operational</w:t>
      </w:r>
    </w:p>
    <w:p w14:paraId="764FADFD" w14:textId="77777777" w:rsidR="004F1D5E" w:rsidRPr="00624CA7" w:rsidRDefault="004F1D5E" w:rsidP="004F1D5E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Square</w:t>
      </w:r>
      <w:r>
        <w:rPr>
          <w:b/>
        </w:rPr>
        <w:t>:</w:t>
      </w:r>
      <w:r>
        <w:rPr>
          <w:b/>
        </w:rPr>
        <w:tab/>
      </w:r>
      <w:r w:rsidRPr="00C223DF">
        <w:rPr>
          <w:b/>
          <w:color w:val="538135" w:themeColor="accent6" w:themeShade="BF"/>
        </w:rPr>
        <w:t>Fully operational</w:t>
      </w:r>
    </w:p>
    <w:p w14:paraId="28649322" w14:textId="390332E2" w:rsidR="00FF1860" w:rsidRPr="00C36511" w:rsidRDefault="00FF1860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>
        <w:rPr>
          <w:b/>
          <w:u w:val="single"/>
        </w:rPr>
        <w:t>Siteminder:</w:t>
      </w:r>
      <w:r w:rsidR="004F1D5E">
        <w:tab/>
      </w:r>
      <w:r w:rsidR="004F1D5E" w:rsidRPr="004F1D5E">
        <w:rPr>
          <w:b/>
          <w:bCs/>
          <w:color w:val="538135" w:themeColor="accent6" w:themeShade="BF"/>
        </w:rPr>
        <w:t>Fully operational</w:t>
      </w:r>
    </w:p>
    <w:p w14:paraId="000FAADC" w14:textId="21C367FF" w:rsidR="008A63DF" w:rsidRPr="000D4E90" w:rsidRDefault="009304B4" w:rsidP="00E760FF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Far</w:t>
      </w:r>
      <w:r w:rsidR="0073192A" w:rsidRPr="00070BDE">
        <w:rPr>
          <w:b/>
          <w:u w:val="single"/>
        </w:rPr>
        <w:t>m</w:t>
      </w:r>
      <w:r w:rsidRPr="00070BDE">
        <w:rPr>
          <w:b/>
          <w:bCs/>
        </w:rPr>
        <w:t>:</w:t>
      </w:r>
      <w:r w:rsidR="00E760FF">
        <w:rPr>
          <w:b/>
          <w:bCs/>
        </w:rPr>
        <w:tab/>
      </w:r>
      <w:r w:rsidR="008A63DF" w:rsidRPr="00E760FF">
        <w:rPr>
          <w:b/>
          <w:color w:val="538135" w:themeColor="accent6" w:themeShade="BF"/>
        </w:rPr>
        <w:t>Fully operationa</w:t>
      </w:r>
      <w:r w:rsidR="00E760FF">
        <w:rPr>
          <w:b/>
          <w:color w:val="538135" w:themeColor="accent6" w:themeShade="BF"/>
        </w:rPr>
        <w:t>l</w:t>
      </w:r>
    </w:p>
    <w:p w14:paraId="30A131F3" w14:textId="176D716B" w:rsidR="008A63DF" w:rsidRPr="00C223DF" w:rsidRDefault="009304B4" w:rsidP="009055AE">
      <w:pPr>
        <w:pStyle w:val="ListParagraph"/>
        <w:numPr>
          <w:ilvl w:val="1"/>
          <w:numId w:val="3"/>
        </w:numPr>
        <w:tabs>
          <w:tab w:val="left" w:pos="2430"/>
          <w:tab w:val="left" w:pos="4140"/>
          <w:tab w:val="left" w:pos="5310"/>
        </w:tabs>
        <w:spacing w:before="60" w:after="0" w:line="240" w:lineRule="auto"/>
        <w:contextualSpacing w:val="0"/>
      </w:pPr>
      <w:r w:rsidRPr="00070BDE">
        <w:rPr>
          <w:b/>
          <w:u w:val="single"/>
        </w:rPr>
        <w:t>Fuel Truck</w:t>
      </w:r>
      <w:r w:rsidR="00340B0E" w:rsidRPr="00070BDE">
        <w:rPr>
          <w:b/>
          <w:u w:val="single"/>
        </w:rPr>
        <w:t>s</w:t>
      </w:r>
      <w:r w:rsidRPr="00070BDE">
        <w:rPr>
          <w:b/>
          <w:bCs/>
        </w:rPr>
        <w:t>:</w:t>
      </w:r>
      <w:r w:rsidR="002F6627">
        <w:rPr>
          <w:b/>
          <w:bCs/>
        </w:rPr>
        <w:tab/>
      </w:r>
      <w:r w:rsidR="009055AE" w:rsidRPr="00411BC0">
        <w:rPr>
          <w:b/>
          <w:color w:val="538135" w:themeColor="accent6" w:themeShade="BF"/>
        </w:rPr>
        <w:t>Fully operational</w:t>
      </w:r>
    </w:p>
    <w:p w14:paraId="4A181863" w14:textId="725217E1" w:rsidR="00DE4C47" w:rsidRPr="00C96997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Lektro Tug</w:t>
      </w:r>
      <w:r w:rsidRPr="00C223DF">
        <w:rPr>
          <w:b/>
          <w:bCs/>
        </w:rPr>
        <w:t>:</w:t>
      </w:r>
      <w:r w:rsidR="002F6627">
        <w:tab/>
      </w:r>
      <w:r w:rsidRPr="00C223DF">
        <w:rPr>
          <w:b/>
          <w:color w:val="538135" w:themeColor="accent6" w:themeShade="BF"/>
        </w:rPr>
        <w:t>Fully operational</w:t>
      </w:r>
    </w:p>
    <w:p w14:paraId="196C5E84" w14:textId="5BD9185F" w:rsidR="00DE4C47" w:rsidRPr="00C223DF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</w:pPr>
      <w:r w:rsidRPr="00C223DF">
        <w:rPr>
          <w:b/>
          <w:u w:val="single"/>
        </w:rPr>
        <w:t>Rotating beacon</w:t>
      </w:r>
      <w:r w:rsidRPr="00C223DF">
        <w:rPr>
          <w:b/>
          <w:bCs/>
        </w:rPr>
        <w:t>:</w:t>
      </w:r>
      <w:bookmarkStart w:id="0" w:name="_Hlk52863972"/>
      <w:r w:rsidR="002F6627">
        <w:tab/>
      </w:r>
      <w:r w:rsidR="00994D31" w:rsidRPr="00C223DF">
        <w:rPr>
          <w:b/>
          <w:color w:val="538135" w:themeColor="accent6" w:themeShade="BF"/>
        </w:rPr>
        <w:t>Fully operational</w:t>
      </w:r>
      <w:bookmarkEnd w:id="0"/>
    </w:p>
    <w:p w14:paraId="6D72AB8B" w14:textId="051AAB26" w:rsidR="00C7485A" w:rsidRPr="00C7485A" w:rsidRDefault="00DE4C47" w:rsidP="002F6627">
      <w:pPr>
        <w:pStyle w:val="ListParagraph"/>
        <w:numPr>
          <w:ilvl w:val="1"/>
          <w:numId w:val="3"/>
        </w:numPr>
        <w:tabs>
          <w:tab w:val="left" w:pos="2430"/>
        </w:tabs>
        <w:spacing w:before="60" w:after="0" w:line="240" w:lineRule="auto"/>
        <w:contextualSpacing w:val="0"/>
        <w:rPr>
          <w:bCs/>
        </w:rPr>
      </w:pPr>
      <w:r w:rsidRPr="00C223DF">
        <w:rPr>
          <w:b/>
          <w:u w:val="single"/>
        </w:rPr>
        <w:t>Hangar</w:t>
      </w:r>
      <w:r w:rsidR="00CE710C" w:rsidRPr="00C223DF">
        <w:rPr>
          <w:b/>
          <w:u w:val="single"/>
        </w:rPr>
        <w:t>s</w:t>
      </w:r>
      <w:r w:rsidRPr="00C223DF">
        <w:rPr>
          <w:b/>
          <w:bCs/>
        </w:rPr>
        <w:t>:</w:t>
      </w:r>
      <w:r w:rsidR="002F6627">
        <w:tab/>
      </w:r>
      <w:r w:rsidR="00257E1E" w:rsidRPr="00C223DF">
        <w:rPr>
          <w:b/>
          <w:color w:val="538135" w:themeColor="accent6" w:themeShade="BF"/>
        </w:rPr>
        <w:t>Fully operational</w:t>
      </w:r>
    </w:p>
    <w:p w14:paraId="70DE638C" w14:textId="77777777" w:rsidR="00435B3F" w:rsidRDefault="00435B3F" w:rsidP="00594A5E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/>
          <w:u w:val="single"/>
        </w:rPr>
        <w:sectPr w:rsidR="00435B3F" w:rsidSect="00435B3F">
          <w:type w:val="continuous"/>
          <w:pgSz w:w="12240" w:h="15840"/>
          <w:pgMar w:top="1440" w:right="1354" w:bottom="720" w:left="1008" w:header="720" w:footer="720" w:gutter="0"/>
          <w:cols w:num="2" w:space="720"/>
          <w:docGrid w:linePitch="360"/>
        </w:sectPr>
      </w:pPr>
    </w:p>
    <w:p w14:paraId="60910E07" w14:textId="77777777" w:rsidR="00594A5E" w:rsidRPr="003B0348" w:rsidRDefault="00594A5E" w:rsidP="00594A5E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Cs/>
        </w:rPr>
      </w:pPr>
      <w:r>
        <w:rPr>
          <w:b/>
          <w:u w:val="single"/>
        </w:rPr>
        <w:t>Runway / Taxiway / Apron side marker lights</w:t>
      </w:r>
      <w:r>
        <w:rPr>
          <w:b/>
        </w:rPr>
        <w:t>:</w:t>
      </w:r>
    </w:p>
    <w:p w14:paraId="7B456F39" w14:textId="37BA98E8" w:rsidR="00594A5E" w:rsidRDefault="009812F7" w:rsidP="00225B49">
      <w:pPr>
        <w:pStyle w:val="ListParagraph"/>
        <w:numPr>
          <w:ilvl w:val="2"/>
          <w:numId w:val="9"/>
        </w:numPr>
        <w:spacing w:before="60" w:after="0" w:line="240" w:lineRule="auto"/>
        <w:contextualSpacing w:val="0"/>
        <w:rPr>
          <w:bCs/>
          <w:color w:val="538135" w:themeColor="accent6" w:themeShade="BF"/>
        </w:rPr>
      </w:pPr>
      <w:r w:rsidRPr="00BF7CDD">
        <w:rPr>
          <w:bCs/>
          <w:color w:val="538135" w:themeColor="accent6" w:themeShade="BF"/>
        </w:rPr>
        <w:t>Taxiway lights operational on low and medium power</w:t>
      </w:r>
      <w:r w:rsidR="0057369D">
        <w:rPr>
          <w:bCs/>
          <w:color w:val="538135" w:themeColor="accent6" w:themeShade="BF"/>
        </w:rPr>
        <w:t>.</w:t>
      </w:r>
    </w:p>
    <w:p w14:paraId="76DA9B4C" w14:textId="77777777" w:rsidR="003C70E4" w:rsidRPr="003C70E4" w:rsidRDefault="003C70E4" w:rsidP="003C70E4">
      <w:pPr>
        <w:pStyle w:val="ListParagraph"/>
        <w:numPr>
          <w:ilvl w:val="1"/>
          <w:numId w:val="3"/>
        </w:numPr>
        <w:spacing w:before="60" w:after="0" w:line="240" w:lineRule="auto"/>
        <w:contextualSpacing w:val="0"/>
        <w:rPr>
          <w:bCs/>
          <w:u w:val="single"/>
        </w:rPr>
      </w:pPr>
      <w:r>
        <w:rPr>
          <w:b/>
          <w:u w:val="single"/>
        </w:rPr>
        <w:t>Lawn Equipment:</w:t>
      </w:r>
    </w:p>
    <w:p w14:paraId="3B8496DD" w14:textId="4ED4DCD9" w:rsidR="003C70E4" w:rsidRDefault="003C70E4" w:rsidP="003C70E4">
      <w:pPr>
        <w:tabs>
          <w:tab w:val="left" w:pos="2520"/>
          <w:tab w:val="left" w:pos="5310"/>
          <w:tab w:val="left" w:pos="7380"/>
        </w:tabs>
        <w:spacing w:before="60" w:after="0" w:line="240" w:lineRule="auto"/>
        <w:ind w:left="720"/>
        <w:rPr>
          <w:b/>
          <w:color w:val="538135" w:themeColor="accent6" w:themeShade="BF"/>
        </w:rPr>
      </w:pPr>
      <w:r w:rsidRPr="00D959BB">
        <w:rPr>
          <w:b/>
        </w:rPr>
        <w:t>Tractor:</w:t>
      </w:r>
      <w:r w:rsidRPr="00D959BB">
        <w:rPr>
          <w:bCs/>
        </w:rPr>
        <w:t xml:space="preserve"> </w:t>
      </w:r>
      <w:r w:rsidR="00F005EE" w:rsidRPr="003340BE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Lawn Mower: </w:t>
      </w:r>
      <w:r w:rsidRPr="003340BE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Edger: </w:t>
      </w:r>
      <w:r w:rsidRPr="00D959BB">
        <w:rPr>
          <w:b/>
          <w:color w:val="538135" w:themeColor="accent6" w:themeShade="BF"/>
        </w:rPr>
        <w:t>Full-op</w:t>
      </w:r>
      <w:r w:rsidRPr="00D959BB">
        <w:rPr>
          <w:b/>
          <w:color w:val="538135" w:themeColor="accent6" w:themeShade="BF"/>
        </w:rPr>
        <w:tab/>
      </w:r>
      <w:r w:rsidRPr="00D959BB">
        <w:rPr>
          <w:b/>
        </w:rPr>
        <w:t xml:space="preserve">Weed Trimmer: </w:t>
      </w:r>
      <w:r w:rsidRPr="00D959BB">
        <w:rPr>
          <w:b/>
          <w:color w:val="538135" w:themeColor="accent6" w:themeShade="BF"/>
        </w:rPr>
        <w:t>Full</w:t>
      </w:r>
      <w:r>
        <w:rPr>
          <w:b/>
          <w:color w:val="538135" w:themeColor="accent6" w:themeShade="BF"/>
        </w:rPr>
        <w:t>-op</w:t>
      </w:r>
    </w:p>
    <w:p w14:paraId="5DD8B54C" w14:textId="6360CFB1" w:rsidR="00BA02CF" w:rsidRPr="00BA02CF" w:rsidRDefault="00BA02CF" w:rsidP="003C70E4">
      <w:pPr>
        <w:tabs>
          <w:tab w:val="left" w:pos="2520"/>
          <w:tab w:val="left" w:pos="5310"/>
          <w:tab w:val="left" w:pos="7380"/>
        </w:tabs>
        <w:spacing w:before="60" w:after="0" w:line="240" w:lineRule="auto"/>
        <w:ind w:left="720"/>
        <w:rPr>
          <w:b/>
        </w:rPr>
      </w:pPr>
      <w:r>
        <w:rPr>
          <w:b/>
        </w:rPr>
        <w:t>Bush-Hog:</w:t>
      </w:r>
      <w:r w:rsidR="00844368">
        <w:rPr>
          <w:b/>
        </w:rPr>
        <w:t xml:space="preserve"> </w:t>
      </w:r>
      <w:r w:rsidR="00844368" w:rsidRPr="003340BE">
        <w:rPr>
          <w:b/>
          <w:color w:val="538135" w:themeColor="accent6" w:themeShade="BF"/>
        </w:rPr>
        <w:t>Full-op</w:t>
      </w:r>
    </w:p>
    <w:p w14:paraId="3705C87D" w14:textId="77777777" w:rsidR="00DE4C47" w:rsidRPr="006A0A05" w:rsidRDefault="00DE4C47" w:rsidP="002C748E">
      <w:pPr>
        <w:pStyle w:val="ListParagraph"/>
        <w:spacing w:before="120" w:after="0" w:line="240" w:lineRule="auto"/>
        <w:contextualSpacing w:val="0"/>
        <w:rPr>
          <w:color w:val="2E74B5" w:themeColor="accent5" w:themeShade="BF"/>
        </w:rPr>
      </w:pPr>
      <w:r w:rsidRPr="006A0A05">
        <w:rPr>
          <w:b/>
          <w:color w:val="2E74B5" w:themeColor="accent5" w:themeShade="BF"/>
          <w:u w:val="single"/>
        </w:rPr>
        <w:t>Hangar Rental</w:t>
      </w:r>
      <w:r w:rsidRPr="006A0A05">
        <w:rPr>
          <w:b/>
          <w:bCs/>
          <w:color w:val="2E74B5" w:themeColor="accent5" w:themeShade="BF"/>
        </w:rPr>
        <w:t>:</w:t>
      </w:r>
    </w:p>
    <w:p w14:paraId="73E93814" w14:textId="470A8141" w:rsidR="00DE4C47" w:rsidRPr="0042787A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are </w:t>
      </w:r>
      <w:r w:rsidR="00856C57" w:rsidRPr="006A0A05">
        <w:rPr>
          <w:b/>
          <w:bCs/>
          <w:color w:val="2E74B5" w:themeColor="accent5" w:themeShade="BF"/>
          <w:u w:val="single"/>
        </w:rPr>
        <w:t>3</w:t>
      </w:r>
      <w:r w:rsidR="006D2102">
        <w:rPr>
          <w:b/>
          <w:bCs/>
          <w:color w:val="2E74B5" w:themeColor="accent5" w:themeShade="BF"/>
          <w:u w:val="single"/>
        </w:rPr>
        <w:t>6</w:t>
      </w:r>
      <w:r w:rsidR="00856C57" w:rsidRPr="006A0A05">
        <w:rPr>
          <w:color w:val="2E74B5" w:themeColor="accent5" w:themeShade="BF"/>
        </w:rPr>
        <w:t xml:space="preserve"> of 3</w:t>
      </w:r>
      <w:r w:rsidR="0042787A">
        <w:rPr>
          <w:color w:val="2E74B5" w:themeColor="accent5" w:themeShade="BF"/>
        </w:rPr>
        <w:t>6</w:t>
      </w:r>
      <w:r w:rsidR="00DE4C47" w:rsidRPr="006A0A05">
        <w:rPr>
          <w:color w:val="2E74B5" w:themeColor="accent5" w:themeShade="BF"/>
        </w:rPr>
        <w:t xml:space="preserve"> enclosed hangars currently </w:t>
      </w:r>
      <w:r w:rsidRPr="006A0A05">
        <w:rPr>
          <w:color w:val="2E74B5" w:themeColor="accent5" w:themeShade="BF"/>
        </w:rPr>
        <w:t xml:space="preserve">being </w:t>
      </w:r>
      <w:r w:rsidR="00DE4C47" w:rsidRPr="006A0A05">
        <w:rPr>
          <w:color w:val="2E74B5" w:themeColor="accent5" w:themeShade="BF"/>
        </w:rPr>
        <w:t>rented.</w:t>
      </w:r>
      <w:r w:rsidRPr="006A0A05">
        <w:rPr>
          <w:color w:val="2E74B5" w:themeColor="accent5" w:themeShade="BF"/>
        </w:rPr>
        <w:t xml:space="preserve"> </w:t>
      </w:r>
      <w:r w:rsidRPr="006A0A05">
        <w:rPr>
          <w:i/>
          <w:iCs/>
          <w:color w:val="2E74B5" w:themeColor="accent5" w:themeShade="BF"/>
        </w:rPr>
        <w:t>(T, Box, Double Box, &amp; Commercial)</w:t>
      </w:r>
    </w:p>
    <w:p w14:paraId="55193AD8" w14:textId="6492EC4A" w:rsidR="00923568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>There are</w:t>
      </w:r>
      <w:r w:rsidRPr="00A66EC8">
        <w:rPr>
          <w:b/>
          <w:bCs/>
          <w:color w:val="2E74B5" w:themeColor="accent5" w:themeShade="BF"/>
        </w:rPr>
        <w:t xml:space="preserve"> </w:t>
      </w:r>
      <w:r w:rsidR="003E180F">
        <w:rPr>
          <w:b/>
          <w:bCs/>
          <w:color w:val="2E74B5" w:themeColor="accent5" w:themeShade="BF"/>
          <w:u w:val="single"/>
        </w:rPr>
        <w:t>6</w:t>
      </w:r>
      <w:r w:rsidR="00DE4C47" w:rsidRPr="006A0A05">
        <w:rPr>
          <w:color w:val="2E74B5" w:themeColor="accent5" w:themeShade="BF"/>
        </w:rPr>
        <w:t xml:space="preserve"> of</w:t>
      </w:r>
      <w:r w:rsidR="00DE4C47" w:rsidRPr="006335E0">
        <w:rPr>
          <w:color w:val="2E74B5" w:themeColor="accent5" w:themeShade="BF"/>
        </w:rPr>
        <w:t xml:space="preserve"> </w:t>
      </w:r>
      <w:r w:rsidR="000318AB" w:rsidRPr="006335E0">
        <w:rPr>
          <w:color w:val="2E74B5" w:themeColor="accent5" w:themeShade="BF"/>
        </w:rPr>
        <w:t>7</w:t>
      </w:r>
      <w:r w:rsidR="00DE4C47" w:rsidRPr="006335E0">
        <w:rPr>
          <w:color w:val="2E74B5" w:themeColor="accent5" w:themeShade="BF"/>
        </w:rPr>
        <w:t xml:space="preserve"> </w:t>
      </w:r>
      <w:r w:rsidR="00DE4C47" w:rsidRPr="006A0A05">
        <w:rPr>
          <w:color w:val="2E74B5" w:themeColor="accent5" w:themeShade="BF"/>
        </w:rPr>
        <w:t>shade hangar</w:t>
      </w:r>
      <w:r w:rsidR="00815E99">
        <w:rPr>
          <w:color w:val="2E74B5" w:themeColor="accent5" w:themeShade="BF"/>
        </w:rPr>
        <w:t>s</w:t>
      </w:r>
      <w:r w:rsidR="00DE4C47" w:rsidRPr="006A0A05">
        <w:rPr>
          <w:color w:val="2E74B5" w:themeColor="accent5" w:themeShade="BF"/>
        </w:rPr>
        <w:t xml:space="preserve"> </w:t>
      </w:r>
      <w:r w:rsidRPr="006A0A05">
        <w:rPr>
          <w:color w:val="2E74B5" w:themeColor="accent5" w:themeShade="BF"/>
        </w:rPr>
        <w:t>currently being rente</w:t>
      </w:r>
      <w:r w:rsidR="009D5423">
        <w:rPr>
          <w:color w:val="2E74B5" w:themeColor="accent5" w:themeShade="BF"/>
        </w:rPr>
        <w:t>d.</w:t>
      </w:r>
    </w:p>
    <w:p w14:paraId="43F359BE" w14:textId="1A1A914B" w:rsidR="00923568" w:rsidRDefault="00D66785" w:rsidP="00F36531">
      <w:pPr>
        <w:pStyle w:val="ListParagraph"/>
        <w:numPr>
          <w:ilvl w:val="2"/>
          <w:numId w:val="4"/>
        </w:numPr>
        <w:spacing w:after="0" w:line="240" w:lineRule="auto"/>
        <w:contextualSpacing w:val="0"/>
        <w:rPr>
          <w:color w:val="2E74B5" w:themeColor="accent5" w:themeShade="BF"/>
        </w:rPr>
      </w:pPr>
      <w:r w:rsidRPr="006A0A05">
        <w:rPr>
          <w:color w:val="2E74B5" w:themeColor="accent5" w:themeShade="BF"/>
        </w:rPr>
        <w:t xml:space="preserve">There </w:t>
      </w:r>
      <w:r w:rsidR="00753AD2">
        <w:rPr>
          <w:color w:val="2E74B5" w:themeColor="accent5" w:themeShade="BF"/>
        </w:rPr>
        <w:t>are</w:t>
      </w:r>
      <w:r w:rsidRPr="006A0A05">
        <w:rPr>
          <w:color w:val="2E74B5" w:themeColor="accent5" w:themeShade="BF"/>
        </w:rPr>
        <w:t xml:space="preserve"> </w:t>
      </w:r>
      <w:r w:rsidR="00753AD2">
        <w:rPr>
          <w:b/>
          <w:bCs/>
          <w:color w:val="2E74B5" w:themeColor="accent5" w:themeShade="BF"/>
          <w:u w:val="single"/>
        </w:rPr>
        <w:t>3</w:t>
      </w:r>
      <w:r w:rsidR="00DE4C47" w:rsidRPr="006A0A05">
        <w:rPr>
          <w:color w:val="2E74B5" w:themeColor="accent5" w:themeShade="BF"/>
        </w:rPr>
        <w:t xml:space="preserve"> of </w:t>
      </w:r>
      <w:r w:rsidR="00856C57" w:rsidRPr="006A0A05">
        <w:rPr>
          <w:color w:val="2E74B5" w:themeColor="accent5" w:themeShade="BF"/>
        </w:rPr>
        <w:t>15</w:t>
      </w:r>
      <w:r w:rsidR="00DE4C47" w:rsidRPr="006A0A05">
        <w:rPr>
          <w:color w:val="2E74B5" w:themeColor="accent5" w:themeShade="BF"/>
        </w:rPr>
        <w:t xml:space="preserve"> open </w:t>
      </w:r>
      <w:r w:rsidR="00856C57" w:rsidRPr="006A0A05">
        <w:rPr>
          <w:color w:val="2E74B5" w:themeColor="accent5" w:themeShade="BF"/>
        </w:rPr>
        <w:t xml:space="preserve">area </w:t>
      </w:r>
      <w:r w:rsidR="00DE4C47" w:rsidRPr="006A0A05">
        <w:rPr>
          <w:color w:val="2E74B5" w:themeColor="accent5" w:themeShade="BF"/>
        </w:rPr>
        <w:t>tie-down</w:t>
      </w:r>
      <w:r w:rsidR="00856C57" w:rsidRPr="006A0A05">
        <w:rPr>
          <w:color w:val="2E74B5" w:themeColor="accent5" w:themeShade="BF"/>
        </w:rPr>
        <w:t xml:space="preserve">s </w:t>
      </w:r>
      <w:r w:rsidRPr="006A0A05">
        <w:rPr>
          <w:color w:val="2E74B5" w:themeColor="accent5" w:themeShade="BF"/>
        </w:rPr>
        <w:t>currently being rented</w:t>
      </w:r>
      <w:r w:rsidR="00C755C9">
        <w:rPr>
          <w:color w:val="2E74B5" w:themeColor="accent5" w:themeShade="BF"/>
        </w:rPr>
        <w:t>.</w:t>
      </w:r>
    </w:p>
    <w:p w14:paraId="1C3BFFF6" w14:textId="0BED022D" w:rsidR="00725157" w:rsidRPr="00BF5D18" w:rsidRDefault="00000000" w:rsidP="00312766">
      <w:pPr>
        <w:tabs>
          <w:tab w:val="left" w:pos="2250"/>
        </w:tabs>
        <w:spacing w:before="120" w:after="0" w:line="240" w:lineRule="auto"/>
        <w:ind w:left="720"/>
        <w:rPr>
          <w:color w:val="2E74B5" w:themeColor="accent5" w:themeShade="BF"/>
        </w:rPr>
      </w:pPr>
      <w:hyperlink r:id="rId10" w:history="1">
        <w:r w:rsidR="005A664C" w:rsidRPr="00221E08">
          <w:rPr>
            <w:rStyle w:val="Hyperlink"/>
            <w:b/>
            <w:bCs/>
          </w:rPr>
          <w:t>WAITING LIST</w:t>
        </w:r>
      </w:hyperlink>
      <w:r w:rsidR="005A664C" w:rsidRPr="00F36531">
        <w:rPr>
          <w:color w:val="2E74B5" w:themeColor="accent5" w:themeShade="BF"/>
        </w:rPr>
        <w:t>:</w:t>
      </w:r>
      <w:r w:rsidR="00A6022B">
        <w:rPr>
          <w:color w:val="2E74B5" w:themeColor="accent5" w:themeShade="BF"/>
        </w:rPr>
        <w:tab/>
      </w:r>
      <w:r w:rsidR="00BF6AF6">
        <w:rPr>
          <w:color w:val="2E74B5" w:themeColor="accent5" w:themeShade="BF"/>
          <w:u w:val="single"/>
        </w:rPr>
        <w:t>10</w:t>
      </w:r>
      <w:r w:rsidR="003E180F">
        <w:rPr>
          <w:color w:val="2E74B5" w:themeColor="accent5" w:themeShade="BF"/>
          <w:u w:val="single"/>
        </w:rPr>
        <w:t xml:space="preserve"> </w:t>
      </w:r>
      <w:r w:rsidR="00953493">
        <w:rPr>
          <w:color w:val="2E74B5" w:themeColor="accent5" w:themeShade="BF"/>
          <w:u w:val="single"/>
        </w:rPr>
        <w:t>for box hangars</w:t>
      </w:r>
    </w:p>
    <w:p w14:paraId="1C29A740" w14:textId="77777777" w:rsidR="00F05ADB" w:rsidRDefault="00582552" w:rsidP="00C53665">
      <w:pPr>
        <w:spacing w:before="120" w:after="0" w:line="240" w:lineRule="auto"/>
        <w:ind w:left="720" w:hanging="720"/>
        <w:jc w:val="both"/>
        <w:rPr>
          <w:bCs/>
          <w:sz w:val="20"/>
          <w:szCs w:val="20"/>
        </w:rPr>
      </w:pPr>
      <w:r w:rsidRPr="004619D0">
        <w:rPr>
          <w:b/>
          <w:sz w:val="20"/>
          <w:szCs w:val="20"/>
        </w:rPr>
        <w:t>NOTE</w:t>
      </w:r>
      <w:r w:rsidR="007E5C6B" w:rsidRPr="004619D0">
        <w:rPr>
          <w:b/>
          <w:sz w:val="20"/>
          <w:szCs w:val="20"/>
        </w:rPr>
        <w:t>S</w:t>
      </w:r>
      <w:r w:rsidRPr="004619D0">
        <w:rPr>
          <w:bCs/>
          <w:sz w:val="20"/>
          <w:szCs w:val="20"/>
        </w:rPr>
        <w:t>:</w:t>
      </w:r>
    </w:p>
    <w:p w14:paraId="07EC65F3" w14:textId="18E9866C" w:rsidR="00CC4FCD" w:rsidRPr="00CC4FCD" w:rsidRDefault="006116B0" w:rsidP="00953493">
      <w:pPr>
        <w:pStyle w:val="ListParagraph"/>
        <w:numPr>
          <w:ilvl w:val="0"/>
          <w:numId w:val="12"/>
        </w:numPr>
        <w:tabs>
          <w:tab w:val="left" w:pos="9360"/>
        </w:tabs>
        <w:spacing w:afterLines="60" w:after="144" w:line="240" w:lineRule="auto"/>
        <w:ind w:right="518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The fuel pump </w:t>
      </w:r>
      <w:r w:rsidR="000F2360">
        <w:rPr>
          <w:bCs/>
          <w:sz w:val="20"/>
          <w:szCs w:val="20"/>
        </w:rPr>
        <w:t xml:space="preserve">control card went bad and had to be replaced. The total cost including installation was </w:t>
      </w:r>
      <w:r w:rsidR="00CB793F">
        <w:rPr>
          <w:bCs/>
          <w:sz w:val="20"/>
          <w:szCs w:val="20"/>
        </w:rPr>
        <w:t>$1,275.00</w:t>
      </w:r>
      <w:r w:rsidR="007300C6">
        <w:br w:type="page"/>
      </w:r>
    </w:p>
    <w:p w14:paraId="06298E52" w14:textId="5C4E8D81" w:rsidR="007300C6" w:rsidRPr="00152B96" w:rsidRDefault="007300C6" w:rsidP="007300C6">
      <w:pPr>
        <w:tabs>
          <w:tab w:val="left" w:pos="360"/>
          <w:tab w:val="right" w:pos="10224"/>
        </w:tabs>
        <w:spacing w:after="0" w:line="240" w:lineRule="auto"/>
        <w:rPr>
          <w:b/>
          <w:sz w:val="24"/>
          <w:szCs w:val="24"/>
        </w:rPr>
      </w:pPr>
      <w:r w:rsidRPr="00152B96">
        <w:rPr>
          <w:b/>
          <w:sz w:val="40"/>
          <w:szCs w:val="40"/>
          <w:u w:val="single"/>
        </w:rPr>
        <w:lastRenderedPageBreak/>
        <w:t>Airport Fuel Report</w:t>
      </w:r>
      <w:r w:rsidRPr="00EA569A">
        <w:rPr>
          <w:b/>
          <w:sz w:val="36"/>
        </w:rPr>
        <w:tab/>
      </w:r>
      <w:sdt>
        <w:sdtPr>
          <w:rPr>
            <w:b/>
            <w:sz w:val="24"/>
            <w:szCs w:val="24"/>
          </w:rPr>
          <w:alias w:val="Company"/>
          <w:tag w:val=""/>
          <w:id w:val="170379811"/>
          <w:placeholder>
            <w:docPart w:val="7429C0200C8742D0A6A3F46E791E6DC3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487A2E">
            <w:rPr>
              <w:b/>
              <w:sz w:val="24"/>
              <w:szCs w:val="24"/>
            </w:rPr>
            <w:t>June</w:t>
          </w:r>
          <w:r w:rsidR="003E180F">
            <w:rPr>
              <w:b/>
              <w:sz w:val="24"/>
              <w:szCs w:val="24"/>
            </w:rPr>
            <w:t xml:space="preserve"> 2023</w:t>
          </w:r>
        </w:sdtContent>
      </w:sdt>
    </w:p>
    <w:p w14:paraId="034586D5" w14:textId="77777777" w:rsidR="007300C6" w:rsidRPr="00152B96" w:rsidRDefault="007300C6" w:rsidP="007300C6">
      <w:pPr>
        <w:tabs>
          <w:tab w:val="left" w:pos="360"/>
          <w:tab w:val="right" w:pos="10224"/>
        </w:tabs>
        <w:spacing w:after="240" w:line="240" w:lineRule="auto"/>
        <w:rPr>
          <w:b/>
          <w:sz w:val="24"/>
          <w:szCs w:val="24"/>
        </w:rPr>
      </w:pPr>
      <w:r w:rsidRPr="00152B96">
        <w:rPr>
          <w:b/>
          <w:sz w:val="24"/>
          <w:szCs w:val="24"/>
        </w:rPr>
        <w:t>Mark Wilson, Airport Manager</w:t>
      </w:r>
    </w:p>
    <w:p w14:paraId="2821EAB9" w14:textId="77777777" w:rsidR="002F7754" w:rsidRPr="002F7754" w:rsidRDefault="002F7754" w:rsidP="002F775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F7754">
        <w:rPr>
          <w:rFonts w:ascii="Consolas" w:hAnsi="Consolas"/>
          <w:iCs/>
          <w:sz w:val="24"/>
          <w:szCs w:val="24"/>
        </w:rPr>
        <w:t>End of Month June 2023 on hand:</w:t>
      </w:r>
    </w:p>
    <w:p w14:paraId="38367C05" w14:textId="77777777" w:rsidR="002F7754" w:rsidRPr="002F7754" w:rsidRDefault="002F7754" w:rsidP="002F775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1D40AA3A" w14:textId="77777777" w:rsidR="002F7754" w:rsidRPr="002F7754" w:rsidRDefault="002F7754" w:rsidP="002F775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F7754">
        <w:rPr>
          <w:rFonts w:ascii="Consolas" w:hAnsi="Consolas"/>
          <w:iCs/>
          <w:sz w:val="24"/>
          <w:szCs w:val="24"/>
        </w:rPr>
        <w:t>1) 100 LL</w:t>
      </w:r>
    </w:p>
    <w:p w14:paraId="54CF47D0" w14:textId="77777777" w:rsidR="002F7754" w:rsidRPr="002F7754" w:rsidRDefault="002F7754" w:rsidP="002F775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F7754">
        <w:rPr>
          <w:rFonts w:ascii="Consolas" w:hAnsi="Consolas"/>
          <w:iCs/>
          <w:sz w:val="24"/>
          <w:szCs w:val="24"/>
        </w:rPr>
        <w:t xml:space="preserve">   a) Fuel Farm Tank: 3,492.55</w:t>
      </w:r>
    </w:p>
    <w:p w14:paraId="2F02E11D" w14:textId="77777777" w:rsidR="002F7754" w:rsidRPr="002F7754" w:rsidRDefault="002F7754" w:rsidP="002F775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F7754">
        <w:rPr>
          <w:rFonts w:ascii="Consolas" w:hAnsi="Consolas"/>
          <w:iCs/>
          <w:sz w:val="24"/>
          <w:szCs w:val="24"/>
        </w:rPr>
        <w:t xml:space="preserve">   b) Fuel Truck:       757.13</w:t>
      </w:r>
    </w:p>
    <w:p w14:paraId="1C82D441" w14:textId="77777777" w:rsidR="002F7754" w:rsidRPr="002F7754" w:rsidRDefault="002F7754" w:rsidP="002F775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F7754">
        <w:rPr>
          <w:rFonts w:ascii="Consolas" w:hAnsi="Consolas"/>
          <w:iCs/>
          <w:sz w:val="24"/>
          <w:szCs w:val="24"/>
        </w:rPr>
        <w:t xml:space="preserve">               Total: 4,249.68</w:t>
      </w:r>
    </w:p>
    <w:p w14:paraId="6215765C" w14:textId="77777777" w:rsidR="002F7754" w:rsidRPr="002F7754" w:rsidRDefault="002F7754" w:rsidP="002F775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</w:p>
    <w:p w14:paraId="6C6AA2D4" w14:textId="77777777" w:rsidR="002F7754" w:rsidRPr="002F7754" w:rsidRDefault="002F7754" w:rsidP="002F775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F7754">
        <w:rPr>
          <w:rFonts w:ascii="Consolas" w:hAnsi="Consolas"/>
          <w:iCs/>
          <w:sz w:val="24"/>
          <w:szCs w:val="24"/>
        </w:rPr>
        <w:t>2) JET A</w:t>
      </w:r>
    </w:p>
    <w:p w14:paraId="51F57F13" w14:textId="77777777" w:rsidR="002F7754" w:rsidRPr="002F7754" w:rsidRDefault="002F7754" w:rsidP="002F775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F7754">
        <w:rPr>
          <w:rFonts w:ascii="Consolas" w:hAnsi="Consolas"/>
          <w:iCs/>
          <w:sz w:val="24"/>
          <w:szCs w:val="24"/>
        </w:rPr>
        <w:t xml:space="preserve">   a) Fuel Farm Tank: 10,519.53</w:t>
      </w:r>
    </w:p>
    <w:p w14:paraId="5218D0A5" w14:textId="77777777" w:rsidR="002F7754" w:rsidRPr="002F7754" w:rsidRDefault="002F7754" w:rsidP="002F775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F7754">
        <w:rPr>
          <w:rFonts w:ascii="Consolas" w:hAnsi="Consolas"/>
          <w:iCs/>
          <w:sz w:val="24"/>
          <w:szCs w:val="24"/>
        </w:rPr>
        <w:t xml:space="preserve">   b) Fuel Truck:        757.13</w:t>
      </w:r>
    </w:p>
    <w:p w14:paraId="68582D82" w14:textId="1D09347E" w:rsidR="004075CA" w:rsidRPr="00BB1517" w:rsidRDefault="002F7754" w:rsidP="002F7754">
      <w:pPr>
        <w:tabs>
          <w:tab w:val="left" w:pos="450"/>
        </w:tabs>
        <w:spacing w:after="0" w:line="240" w:lineRule="auto"/>
        <w:rPr>
          <w:rFonts w:ascii="Consolas" w:hAnsi="Consolas"/>
          <w:iCs/>
          <w:sz w:val="24"/>
          <w:szCs w:val="24"/>
        </w:rPr>
      </w:pPr>
      <w:r w:rsidRPr="002F7754">
        <w:rPr>
          <w:rFonts w:ascii="Consolas" w:hAnsi="Consolas"/>
          <w:iCs/>
          <w:sz w:val="24"/>
          <w:szCs w:val="24"/>
        </w:rPr>
        <w:t xml:space="preserve">               Total: 11,276.66</w:t>
      </w:r>
      <w:r w:rsidR="00A435B4" w:rsidRPr="00A435B4">
        <w:rPr>
          <w:rFonts w:ascii="Consolas" w:hAnsi="Consolas"/>
          <w:iCs/>
          <w:sz w:val="24"/>
          <w:szCs w:val="24"/>
        </w:rPr>
        <w:t xml:space="preserve">  </w:t>
      </w:r>
      <w:r w:rsidR="004075CA" w:rsidRPr="00BB1517">
        <w:rPr>
          <w:rFonts w:ascii="Consolas" w:hAnsi="Consolas"/>
          <w:iCs/>
          <w:sz w:val="24"/>
          <w:szCs w:val="24"/>
        </w:rPr>
        <w:br w:type="page"/>
      </w:r>
    </w:p>
    <w:p w14:paraId="5CF6C652" w14:textId="6A1B7769" w:rsidR="007B7905" w:rsidRPr="00EA569A" w:rsidRDefault="00000000" w:rsidP="007B7905">
      <w:pPr>
        <w:spacing w:after="0" w:line="240" w:lineRule="auto"/>
        <w:jc w:val="right"/>
        <w:rPr>
          <w:b/>
        </w:rPr>
      </w:pPr>
      <w:sdt>
        <w:sdtPr>
          <w:rPr>
            <w:b/>
            <w:sz w:val="24"/>
            <w:szCs w:val="24"/>
          </w:rPr>
          <w:alias w:val="Company"/>
          <w:tag w:val=""/>
          <w:id w:val="-168796634"/>
          <w:placeholder>
            <w:docPart w:val="2867606499F44D05AEE2E80279B61B26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487A2E">
            <w:rPr>
              <w:b/>
              <w:sz w:val="24"/>
              <w:szCs w:val="24"/>
            </w:rPr>
            <w:t>June 2023</w:t>
          </w:r>
        </w:sdtContent>
      </w:sdt>
    </w:p>
    <w:p w14:paraId="15D44A00" w14:textId="78CBC167" w:rsidR="0049721D" w:rsidRDefault="0049721D" w:rsidP="00E16871">
      <w:pPr>
        <w:spacing w:after="0" w:line="240" w:lineRule="auto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100LL FUEL SALES </w:t>
      </w:r>
      <w:r w:rsidR="006E1FBE">
        <w:rPr>
          <w:rFonts w:ascii="Consolas" w:hAnsi="Consolas"/>
          <w:b/>
          <w:bCs/>
          <w:iCs/>
          <w:sz w:val="24"/>
          <w:szCs w:val="24"/>
        </w:rPr>
        <w:t>202</w:t>
      </w:r>
      <w:r w:rsidR="0028021F">
        <w:rPr>
          <w:rFonts w:ascii="Consolas" w:hAnsi="Consolas"/>
          <w:b/>
          <w:bCs/>
          <w:iCs/>
          <w:sz w:val="24"/>
          <w:szCs w:val="24"/>
        </w:rPr>
        <w:t>1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28021F">
        <w:rPr>
          <w:rFonts w:ascii="Consolas" w:hAnsi="Consolas"/>
          <w:b/>
          <w:bCs/>
          <w:iCs/>
          <w:sz w:val="24"/>
          <w:szCs w:val="24"/>
        </w:rPr>
        <w:t>3</w:t>
      </w:r>
    </w:p>
    <w:p w14:paraId="32D945F4" w14:textId="4A5D4EEC" w:rsidR="008A7EE0" w:rsidRDefault="009F26B0" w:rsidP="000D0F38">
      <w:pPr>
        <w:spacing w:after="0" w:line="240" w:lineRule="auto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9F26B0">
        <w:drawing>
          <wp:inline distT="0" distB="0" distL="0" distR="0" wp14:anchorId="14E21EF4" wp14:editId="00E100F3">
            <wp:extent cx="6272530" cy="3168015"/>
            <wp:effectExtent l="0" t="0" r="0" b="0"/>
            <wp:docPr id="13553064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16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6E70DA" w14:textId="3C73A524" w:rsidR="008A7EE0" w:rsidRDefault="000C75F8" w:rsidP="00387863">
      <w:pPr>
        <w:spacing w:before="120"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sz w:val="24"/>
          <w:szCs w:val="24"/>
        </w:rPr>
        <w:t xml:space="preserve">JET A FUEL SALES </w:t>
      </w:r>
      <w:r w:rsidR="00ED09F0">
        <w:rPr>
          <w:rFonts w:ascii="Consolas" w:hAnsi="Consolas"/>
          <w:b/>
          <w:bCs/>
          <w:iCs/>
          <w:sz w:val="24"/>
          <w:szCs w:val="24"/>
        </w:rPr>
        <w:t>202</w:t>
      </w:r>
      <w:r w:rsidR="0028021F">
        <w:rPr>
          <w:rFonts w:ascii="Consolas" w:hAnsi="Consolas"/>
          <w:b/>
          <w:bCs/>
          <w:iCs/>
          <w:sz w:val="24"/>
          <w:szCs w:val="24"/>
        </w:rPr>
        <w:t>1</w:t>
      </w:r>
      <w:r w:rsidR="00ED09F0">
        <w:rPr>
          <w:rFonts w:ascii="Consolas" w:hAnsi="Consolas"/>
          <w:b/>
          <w:bCs/>
          <w:iCs/>
          <w:sz w:val="24"/>
          <w:szCs w:val="24"/>
        </w:rPr>
        <w:t>-202</w:t>
      </w:r>
      <w:r w:rsidR="0028021F">
        <w:rPr>
          <w:rFonts w:ascii="Consolas" w:hAnsi="Consolas"/>
          <w:b/>
          <w:bCs/>
          <w:iCs/>
          <w:sz w:val="24"/>
          <w:szCs w:val="24"/>
        </w:rPr>
        <w:t>3</w:t>
      </w:r>
    </w:p>
    <w:p w14:paraId="03C77364" w14:textId="1C0BB73B" w:rsidR="004B4DA8" w:rsidRDefault="00337BEE" w:rsidP="00C96545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 w:rsidRPr="00337BEE">
        <w:drawing>
          <wp:inline distT="0" distB="0" distL="0" distR="0" wp14:anchorId="3414C23C" wp14:editId="1AB0D1BA">
            <wp:extent cx="6272530" cy="3168015"/>
            <wp:effectExtent l="0" t="0" r="0" b="0"/>
            <wp:docPr id="117699052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2530" cy="316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B03741" w14:textId="52F3EAE8" w:rsidR="00581B13" w:rsidRDefault="00860B08" w:rsidP="002B5D41">
      <w:pPr>
        <w:spacing w:after="0" w:line="240" w:lineRule="auto"/>
        <w:ind w:left="720" w:hanging="720"/>
        <w:jc w:val="center"/>
        <w:rPr>
          <w:rFonts w:ascii="Consolas" w:hAnsi="Consolas"/>
          <w:b/>
          <w:bCs/>
          <w:iCs/>
          <w:sz w:val="24"/>
          <w:szCs w:val="24"/>
        </w:rPr>
      </w:pPr>
      <w:r>
        <w:rPr>
          <w:rFonts w:ascii="Consolas" w:hAnsi="Consolas"/>
          <w:b/>
          <w:bCs/>
          <w:iCs/>
          <w:noProof/>
          <w:sz w:val="24"/>
          <w:szCs w:val="24"/>
        </w:rPr>
        <w:drawing>
          <wp:inline distT="0" distB="0" distL="0" distR="0" wp14:anchorId="08ECC03D" wp14:editId="58AC1035">
            <wp:extent cx="5584190" cy="3694430"/>
            <wp:effectExtent l="0" t="0" r="0" b="1270"/>
            <wp:docPr id="140622154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4190" cy="3694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EA2F06" w14:textId="7E196150" w:rsidR="000512AC" w:rsidRDefault="00BD3FCF" w:rsidP="008863EA">
      <w:pPr>
        <w:spacing w:after="0" w:line="240" w:lineRule="auto"/>
        <w:ind w:left="720" w:hanging="720"/>
        <w:rPr>
          <w:rFonts w:ascii="Consolas" w:hAnsi="Consolas"/>
          <w:b/>
          <w:bCs/>
          <w:iCs/>
          <w:sz w:val="24"/>
          <w:szCs w:val="24"/>
        </w:rPr>
      </w:pPr>
      <w:r w:rsidRPr="00BD3FCF">
        <w:drawing>
          <wp:anchor distT="0" distB="0" distL="114300" distR="114300" simplePos="0" relativeHeight="251668480" behindDoc="0" locked="0" layoutInCell="1" allowOverlap="1" wp14:anchorId="6B998D8D" wp14:editId="7A3BDF15">
            <wp:simplePos x="0" y="0"/>
            <wp:positionH relativeFrom="column">
              <wp:posOffset>3474720</wp:posOffset>
            </wp:positionH>
            <wp:positionV relativeFrom="paragraph">
              <wp:posOffset>581025</wp:posOffset>
            </wp:positionV>
            <wp:extent cx="1962150" cy="2044700"/>
            <wp:effectExtent l="0" t="0" r="0" b="0"/>
            <wp:wrapNone/>
            <wp:docPr id="53262671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204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D425C">
        <w:rPr>
          <w:noProof/>
        </w:rPr>
        <w:drawing>
          <wp:anchor distT="0" distB="0" distL="114300" distR="114300" simplePos="0" relativeHeight="251667456" behindDoc="0" locked="0" layoutInCell="1" allowOverlap="1" wp14:anchorId="15F724F3" wp14:editId="4E0D1837">
            <wp:simplePos x="0" y="0"/>
            <wp:positionH relativeFrom="column">
              <wp:posOffset>344170</wp:posOffset>
            </wp:positionH>
            <wp:positionV relativeFrom="paragraph">
              <wp:posOffset>15875</wp:posOffset>
            </wp:positionV>
            <wp:extent cx="2694940" cy="3152140"/>
            <wp:effectExtent l="0" t="0" r="0" b="0"/>
            <wp:wrapNone/>
            <wp:docPr id="112758954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940" cy="315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94970" w:rsidRPr="00D94970">
        <w:t xml:space="preserve"> </w:t>
      </w:r>
    </w:p>
    <w:sectPr w:rsidR="000512AC" w:rsidSect="00435B3F">
      <w:type w:val="continuous"/>
      <w:pgSz w:w="12240" w:h="15840"/>
      <w:pgMar w:top="1440" w:right="1354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EBA71" w14:textId="77777777" w:rsidR="00552810" w:rsidRDefault="00552810" w:rsidP="001D46EF">
      <w:pPr>
        <w:spacing w:after="0" w:line="240" w:lineRule="auto"/>
      </w:pPr>
      <w:r>
        <w:separator/>
      </w:r>
    </w:p>
  </w:endnote>
  <w:endnote w:type="continuationSeparator" w:id="0">
    <w:p w14:paraId="37A67CBA" w14:textId="77777777" w:rsidR="00552810" w:rsidRDefault="00552810" w:rsidP="001D4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55E4A" w14:textId="77777777" w:rsid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</w:p>
  <w:p w14:paraId="5CB1E35C" w14:textId="50B1DA6D" w:rsidR="00BD1B91" w:rsidRPr="00BD1B91" w:rsidRDefault="00BD1B91" w:rsidP="00BD1B91">
    <w:pPr>
      <w:tabs>
        <w:tab w:val="center" w:pos="4320"/>
        <w:tab w:val="right" w:pos="8640"/>
      </w:tabs>
      <w:suppressAutoHyphens/>
      <w:autoSpaceDE w:val="0"/>
      <w:spacing w:after="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BD1B91">
      <w:rPr>
        <w:rFonts w:ascii="Arial" w:eastAsia="Times New Roman" w:hAnsi="Arial" w:cs="Arial"/>
        <w:noProof/>
        <w:color w:val="000066"/>
        <w:szCs w:val="20"/>
      </w:rPr>
      <w:t>https://www.kbcr.gov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75B9C3" w14:textId="77777777" w:rsidR="00552810" w:rsidRDefault="00552810" w:rsidP="001D46EF">
      <w:pPr>
        <w:spacing w:after="0" w:line="240" w:lineRule="auto"/>
      </w:pPr>
      <w:r>
        <w:separator/>
      </w:r>
    </w:p>
  </w:footnote>
  <w:footnote w:type="continuationSeparator" w:id="0">
    <w:p w14:paraId="0F0B1352" w14:textId="77777777" w:rsidR="00552810" w:rsidRDefault="00552810" w:rsidP="001D46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74236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 w:val="32"/>
        <w:szCs w:val="20"/>
      </w:rPr>
    </w:pPr>
    <w:r w:rsidRPr="001D46EF">
      <w:rPr>
        <w:rFonts w:ascii="Arial" w:eastAsia="Times New Roman" w:hAnsi="Arial" w:cs="Arial"/>
        <w:noProof/>
        <w:color w:val="000066"/>
        <w:sz w:val="32"/>
        <w:szCs w:val="20"/>
      </w:rPr>
      <w:drawing>
        <wp:anchor distT="0" distB="0" distL="114300" distR="114300" simplePos="0" relativeHeight="251659264" behindDoc="0" locked="0" layoutInCell="1" allowOverlap="1" wp14:anchorId="509D6CCB" wp14:editId="4263985D">
          <wp:simplePos x="0" y="0"/>
          <wp:positionH relativeFrom="column">
            <wp:posOffset>6020</wp:posOffset>
          </wp:positionH>
          <wp:positionV relativeFrom="paragraph">
            <wp:posOffset>-41910</wp:posOffset>
          </wp:positionV>
          <wp:extent cx="1574800" cy="824230"/>
          <wp:effectExtent l="0" t="0" r="0" b="0"/>
          <wp:wrapSquare wrapText="bothSides"/>
          <wp:docPr id="25" name="Picture 0" descr="Tri-County Airport Logo 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i-County Airport Logo 3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74800" cy="8242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D46EF">
      <w:rPr>
        <w:rFonts w:ascii="Arial" w:eastAsia="Times New Roman" w:hAnsi="Arial" w:cs="Arial"/>
        <w:noProof/>
        <w:color w:val="000066"/>
        <w:sz w:val="32"/>
        <w:szCs w:val="20"/>
      </w:rPr>
      <w:tab/>
      <w:t>Tri-County Airport Authority</w:t>
    </w:r>
  </w:p>
  <w:p w14:paraId="61E3DF8A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1983 Tri-County Airport Rd - Bonifay, FL 32425</w:t>
    </w:r>
  </w:p>
  <w:p w14:paraId="7E03ADBC" w14:textId="77777777" w:rsidR="001D46EF" w:rsidRPr="001D46EF" w:rsidRDefault="001D46EF" w:rsidP="00025901">
    <w:pPr>
      <w:tabs>
        <w:tab w:val="center" w:pos="6390"/>
      </w:tabs>
      <w:suppressAutoHyphens/>
      <w:autoSpaceDE w:val="0"/>
      <w:spacing w:after="120" w:line="240" w:lineRule="auto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ab/>
      <w:t>Mail: PO Box 756 - Bonifay, FL 32425</w:t>
    </w:r>
  </w:p>
  <w:p w14:paraId="166ACCBD" w14:textId="15DDDEE7" w:rsidR="001D46EF" w:rsidRPr="001D46EF" w:rsidRDefault="001D46EF" w:rsidP="00025901">
    <w:pPr>
      <w:tabs>
        <w:tab w:val="center" w:pos="4320"/>
        <w:tab w:val="right" w:pos="8640"/>
      </w:tabs>
      <w:suppressAutoHyphens/>
      <w:autoSpaceDE w:val="0"/>
      <w:spacing w:after="120" w:line="240" w:lineRule="auto"/>
      <w:jc w:val="center"/>
      <w:rPr>
        <w:rFonts w:ascii="Arial" w:eastAsia="Times New Roman" w:hAnsi="Arial" w:cs="Arial"/>
        <w:noProof/>
        <w:color w:val="000066"/>
        <w:szCs w:val="20"/>
      </w:rPr>
    </w:pP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</w:t>
    </w:r>
    <w:r w:rsidR="00F042A2">
      <w:rPr>
        <w:rFonts w:ascii="Arial" w:eastAsia="Times New Roman" w:hAnsi="Arial" w:cs="Arial"/>
        <w:noProof/>
        <w:color w:val="000066"/>
        <w:szCs w:val="20"/>
      </w:rPr>
      <w:t>________</w:t>
    </w:r>
    <w:r w:rsidRPr="001D46EF">
      <w:rPr>
        <w:rFonts w:ascii="Arial" w:eastAsia="Times New Roman" w:hAnsi="Arial" w:cs="Arial"/>
        <w:noProof/>
        <w:color w:val="000066"/>
        <w:szCs w:val="20"/>
      </w:rPr>
      <w:t>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63770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D07818"/>
    <w:multiLevelType w:val="multilevel"/>
    <w:tmpl w:val="FE0CD3E0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E706808"/>
    <w:multiLevelType w:val="hybridMultilevel"/>
    <w:tmpl w:val="A794476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E22882"/>
    <w:multiLevelType w:val="hybridMultilevel"/>
    <w:tmpl w:val="77A2DE2E"/>
    <w:lvl w:ilvl="0" w:tplc="04090013">
      <w:start w:val="1"/>
      <w:numFmt w:val="upperRoman"/>
      <w:lvlText w:val="%1."/>
      <w:lvlJc w:val="right"/>
      <w:pPr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34740ECD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AF15FB0"/>
    <w:multiLevelType w:val="multilevel"/>
    <w:tmpl w:val="6090F242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9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996C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2427BC9"/>
    <w:multiLevelType w:val="multilevel"/>
    <w:tmpl w:val="989E5018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7C55B62"/>
    <w:multiLevelType w:val="hybridMultilevel"/>
    <w:tmpl w:val="FA122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B3C73"/>
    <w:multiLevelType w:val="multilevel"/>
    <w:tmpl w:val="A1F6C846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922596A"/>
    <w:multiLevelType w:val="hybridMultilevel"/>
    <w:tmpl w:val="05E20B7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7DB13798"/>
    <w:multiLevelType w:val="multilevel"/>
    <w:tmpl w:val="90E63D7A"/>
    <w:lvl w:ilvl="0">
      <w:start w:val="8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89632968">
    <w:abstractNumId w:val="3"/>
  </w:num>
  <w:num w:numId="2" w16cid:durableId="1541285038">
    <w:abstractNumId w:val="10"/>
  </w:num>
  <w:num w:numId="3" w16cid:durableId="1313634739">
    <w:abstractNumId w:val="11"/>
  </w:num>
  <w:num w:numId="4" w16cid:durableId="513959383">
    <w:abstractNumId w:val="4"/>
  </w:num>
  <w:num w:numId="5" w16cid:durableId="1674920178">
    <w:abstractNumId w:val="7"/>
  </w:num>
  <w:num w:numId="6" w16cid:durableId="425923737">
    <w:abstractNumId w:val="5"/>
  </w:num>
  <w:num w:numId="7" w16cid:durableId="2016565249">
    <w:abstractNumId w:val="0"/>
  </w:num>
  <w:num w:numId="8" w16cid:durableId="2082217141">
    <w:abstractNumId w:val="1"/>
  </w:num>
  <w:num w:numId="9" w16cid:durableId="431046354">
    <w:abstractNumId w:val="9"/>
  </w:num>
  <w:num w:numId="10" w16cid:durableId="338897734">
    <w:abstractNumId w:val="6"/>
  </w:num>
  <w:num w:numId="11" w16cid:durableId="167445926">
    <w:abstractNumId w:val="8"/>
  </w:num>
  <w:num w:numId="12" w16cid:durableId="1049257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063"/>
    <w:rsid w:val="00000C6F"/>
    <w:rsid w:val="000029CC"/>
    <w:rsid w:val="00003B10"/>
    <w:rsid w:val="00004B85"/>
    <w:rsid w:val="00010A7B"/>
    <w:rsid w:val="0001624B"/>
    <w:rsid w:val="000163FF"/>
    <w:rsid w:val="00017A48"/>
    <w:rsid w:val="000204E8"/>
    <w:rsid w:val="0002077A"/>
    <w:rsid w:val="00020ECF"/>
    <w:rsid w:val="000218E6"/>
    <w:rsid w:val="00021ACA"/>
    <w:rsid w:val="00022674"/>
    <w:rsid w:val="0002290A"/>
    <w:rsid w:val="000230D3"/>
    <w:rsid w:val="0002434B"/>
    <w:rsid w:val="000244B4"/>
    <w:rsid w:val="00025901"/>
    <w:rsid w:val="000267F4"/>
    <w:rsid w:val="00027387"/>
    <w:rsid w:val="000309A9"/>
    <w:rsid w:val="00030FA7"/>
    <w:rsid w:val="000318AB"/>
    <w:rsid w:val="000334F3"/>
    <w:rsid w:val="00035066"/>
    <w:rsid w:val="00037B4B"/>
    <w:rsid w:val="000406C6"/>
    <w:rsid w:val="00042738"/>
    <w:rsid w:val="00042F05"/>
    <w:rsid w:val="000441BC"/>
    <w:rsid w:val="000443CB"/>
    <w:rsid w:val="00044452"/>
    <w:rsid w:val="000503D5"/>
    <w:rsid w:val="0005097B"/>
    <w:rsid w:val="000512AC"/>
    <w:rsid w:val="00051BBF"/>
    <w:rsid w:val="00052624"/>
    <w:rsid w:val="00052A8A"/>
    <w:rsid w:val="00053689"/>
    <w:rsid w:val="000544F9"/>
    <w:rsid w:val="000547C0"/>
    <w:rsid w:val="00060F9F"/>
    <w:rsid w:val="00061B03"/>
    <w:rsid w:val="00061CC5"/>
    <w:rsid w:val="000624E1"/>
    <w:rsid w:val="000631D3"/>
    <w:rsid w:val="00070BDE"/>
    <w:rsid w:val="00072264"/>
    <w:rsid w:val="00072AF7"/>
    <w:rsid w:val="00073494"/>
    <w:rsid w:val="0007595A"/>
    <w:rsid w:val="00075980"/>
    <w:rsid w:val="00077031"/>
    <w:rsid w:val="00077B6C"/>
    <w:rsid w:val="00080CB7"/>
    <w:rsid w:val="0008201C"/>
    <w:rsid w:val="00082FD4"/>
    <w:rsid w:val="0008506B"/>
    <w:rsid w:val="000851EB"/>
    <w:rsid w:val="00085C0C"/>
    <w:rsid w:val="000947E8"/>
    <w:rsid w:val="00097CBF"/>
    <w:rsid w:val="000A0A88"/>
    <w:rsid w:val="000A2668"/>
    <w:rsid w:val="000A2768"/>
    <w:rsid w:val="000A40BC"/>
    <w:rsid w:val="000A5981"/>
    <w:rsid w:val="000B0D3C"/>
    <w:rsid w:val="000B262C"/>
    <w:rsid w:val="000B2A36"/>
    <w:rsid w:val="000B32F9"/>
    <w:rsid w:val="000B3432"/>
    <w:rsid w:val="000B4275"/>
    <w:rsid w:val="000B5E5A"/>
    <w:rsid w:val="000C17A1"/>
    <w:rsid w:val="000C2553"/>
    <w:rsid w:val="000C6397"/>
    <w:rsid w:val="000C6A42"/>
    <w:rsid w:val="000C6B2D"/>
    <w:rsid w:val="000C75F8"/>
    <w:rsid w:val="000D055D"/>
    <w:rsid w:val="000D0F38"/>
    <w:rsid w:val="000D213F"/>
    <w:rsid w:val="000D4E22"/>
    <w:rsid w:val="000D4E90"/>
    <w:rsid w:val="000D5072"/>
    <w:rsid w:val="000D7C66"/>
    <w:rsid w:val="000E637C"/>
    <w:rsid w:val="000E65D8"/>
    <w:rsid w:val="000E79FB"/>
    <w:rsid w:val="000F116A"/>
    <w:rsid w:val="000F2360"/>
    <w:rsid w:val="000F30E0"/>
    <w:rsid w:val="000F338E"/>
    <w:rsid w:val="000F3B0A"/>
    <w:rsid w:val="000F4E19"/>
    <w:rsid w:val="000F5C53"/>
    <w:rsid w:val="000F6048"/>
    <w:rsid w:val="000F69ED"/>
    <w:rsid w:val="000F6A18"/>
    <w:rsid w:val="0010114E"/>
    <w:rsid w:val="00105C85"/>
    <w:rsid w:val="00106E0A"/>
    <w:rsid w:val="00107996"/>
    <w:rsid w:val="00107CE5"/>
    <w:rsid w:val="00107CF3"/>
    <w:rsid w:val="00112344"/>
    <w:rsid w:val="0011297C"/>
    <w:rsid w:val="00113E34"/>
    <w:rsid w:val="00114C0F"/>
    <w:rsid w:val="001156B1"/>
    <w:rsid w:val="00116157"/>
    <w:rsid w:val="001221C7"/>
    <w:rsid w:val="00122CA5"/>
    <w:rsid w:val="001234FB"/>
    <w:rsid w:val="0012445D"/>
    <w:rsid w:val="00125462"/>
    <w:rsid w:val="00127816"/>
    <w:rsid w:val="0012799B"/>
    <w:rsid w:val="00130CFF"/>
    <w:rsid w:val="00131837"/>
    <w:rsid w:val="00131AE1"/>
    <w:rsid w:val="001325E9"/>
    <w:rsid w:val="00132C89"/>
    <w:rsid w:val="001333D4"/>
    <w:rsid w:val="0013416B"/>
    <w:rsid w:val="0013487E"/>
    <w:rsid w:val="00140887"/>
    <w:rsid w:val="001419EC"/>
    <w:rsid w:val="001423C4"/>
    <w:rsid w:val="00143717"/>
    <w:rsid w:val="00144510"/>
    <w:rsid w:val="001458C5"/>
    <w:rsid w:val="001471A3"/>
    <w:rsid w:val="00150BF7"/>
    <w:rsid w:val="00152003"/>
    <w:rsid w:val="00152F43"/>
    <w:rsid w:val="00153B12"/>
    <w:rsid w:val="001559A4"/>
    <w:rsid w:val="00155AC1"/>
    <w:rsid w:val="00157693"/>
    <w:rsid w:val="001617BE"/>
    <w:rsid w:val="001651E5"/>
    <w:rsid w:val="00165B95"/>
    <w:rsid w:val="0016747D"/>
    <w:rsid w:val="0017194E"/>
    <w:rsid w:val="00173ACF"/>
    <w:rsid w:val="001741EA"/>
    <w:rsid w:val="00176EBD"/>
    <w:rsid w:val="001775F5"/>
    <w:rsid w:val="0018149A"/>
    <w:rsid w:val="00183093"/>
    <w:rsid w:val="00186615"/>
    <w:rsid w:val="00187508"/>
    <w:rsid w:val="001877C1"/>
    <w:rsid w:val="00190496"/>
    <w:rsid w:val="00190F06"/>
    <w:rsid w:val="00191A19"/>
    <w:rsid w:val="00194A1E"/>
    <w:rsid w:val="00194E23"/>
    <w:rsid w:val="0019628A"/>
    <w:rsid w:val="00197C6C"/>
    <w:rsid w:val="001A0F53"/>
    <w:rsid w:val="001A1B24"/>
    <w:rsid w:val="001A2E84"/>
    <w:rsid w:val="001A328F"/>
    <w:rsid w:val="001A423F"/>
    <w:rsid w:val="001A4660"/>
    <w:rsid w:val="001A7123"/>
    <w:rsid w:val="001B1563"/>
    <w:rsid w:val="001B2422"/>
    <w:rsid w:val="001B3CB5"/>
    <w:rsid w:val="001B6E84"/>
    <w:rsid w:val="001B7DB0"/>
    <w:rsid w:val="001C0687"/>
    <w:rsid w:val="001C2EEB"/>
    <w:rsid w:val="001D46EF"/>
    <w:rsid w:val="001D4F78"/>
    <w:rsid w:val="001D5761"/>
    <w:rsid w:val="001D68E9"/>
    <w:rsid w:val="001D7140"/>
    <w:rsid w:val="001E0CFF"/>
    <w:rsid w:val="001E0D23"/>
    <w:rsid w:val="001E0E88"/>
    <w:rsid w:val="001E1301"/>
    <w:rsid w:val="001E5AA6"/>
    <w:rsid w:val="001E6558"/>
    <w:rsid w:val="001E7CA5"/>
    <w:rsid w:val="001F1592"/>
    <w:rsid w:val="001F4BC9"/>
    <w:rsid w:val="001F5782"/>
    <w:rsid w:val="001F632C"/>
    <w:rsid w:val="001F7744"/>
    <w:rsid w:val="002001EE"/>
    <w:rsid w:val="00200834"/>
    <w:rsid w:val="00201EC7"/>
    <w:rsid w:val="00211E8F"/>
    <w:rsid w:val="00212722"/>
    <w:rsid w:val="00212891"/>
    <w:rsid w:val="00215024"/>
    <w:rsid w:val="00217296"/>
    <w:rsid w:val="00221E08"/>
    <w:rsid w:val="0022425B"/>
    <w:rsid w:val="00225B49"/>
    <w:rsid w:val="0022704F"/>
    <w:rsid w:val="00233F14"/>
    <w:rsid w:val="0023659F"/>
    <w:rsid w:val="00237A89"/>
    <w:rsid w:val="00240698"/>
    <w:rsid w:val="00243417"/>
    <w:rsid w:val="002472CD"/>
    <w:rsid w:val="00247907"/>
    <w:rsid w:val="00247EEE"/>
    <w:rsid w:val="00250364"/>
    <w:rsid w:val="0025496D"/>
    <w:rsid w:val="00255447"/>
    <w:rsid w:val="00257BBA"/>
    <w:rsid w:val="00257E1E"/>
    <w:rsid w:val="00260123"/>
    <w:rsid w:val="00263274"/>
    <w:rsid w:val="0026423D"/>
    <w:rsid w:val="002644FD"/>
    <w:rsid w:val="002646B0"/>
    <w:rsid w:val="0027396D"/>
    <w:rsid w:val="00274BA2"/>
    <w:rsid w:val="00275BEF"/>
    <w:rsid w:val="0028021F"/>
    <w:rsid w:val="00285B98"/>
    <w:rsid w:val="002916D9"/>
    <w:rsid w:val="002917F8"/>
    <w:rsid w:val="00291B7B"/>
    <w:rsid w:val="00293831"/>
    <w:rsid w:val="00295576"/>
    <w:rsid w:val="00297EB8"/>
    <w:rsid w:val="002A0EC9"/>
    <w:rsid w:val="002A1579"/>
    <w:rsid w:val="002A4049"/>
    <w:rsid w:val="002A49A7"/>
    <w:rsid w:val="002A6B26"/>
    <w:rsid w:val="002B0300"/>
    <w:rsid w:val="002B206B"/>
    <w:rsid w:val="002B309B"/>
    <w:rsid w:val="002B3AF8"/>
    <w:rsid w:val="002B4447"/>
    <w:rsid w:val="002B5D41"/>
    <w:rsid w:val="002B5DD2"/>
    <w:rsid w:val="002C2C78"/>
    <w:rsid w:val="002C4214"/>
    <w:rsid w:val="002C6C42"/>
    <w:rsid w:val="002C748E"/>
    <w:rsid w:val="002C75CB"/>
    <w:rsid w:val="002D16B3"/>
    <w:rsid w:val="002D17CB"/>
    <w:rsid w:val="002D1FCF"/>
    <w:rsid w:val="002D47DC"/>
    <w:rsid w:val="002D496F"/>
    <w:rsid w:val="002D52E7"/>
    <w:rsid w:val="002D7AF4"/>
    <w:rsid w:val="002E06BA"/>
    <w:rsid w:val="002E0876"/>
    <w:rsid w:val="002E0946"/>
    <w:rsid w:val="002E161D"/>
    <w:rsid w:val="002E35C3"/>
    <w:rsid w:val="002E3CED"/>
    <w:rsid w:val="002E615C"/>
    <w:rsid w:val="002E69DC"/>
    <w:rsid w:val="002F0297"/>
    <w:rsid w:val="002F2894"/>
    <w:rsid w:val="002F28A7"/>
    <w:rsid w:val="002F3724"/>
    <w:rsid w:val="002F6627"/>
    <w:rsid w:val="002F6C8E"/>
    <w:rsid w:val="002F7376"/>
    <w:rsid w:val="002F7754"/>
    <w:rsid w:val="00300065"/>
    <w:rsid w:val="00300AB8"/>
    <w:rsid w:val="00301A01"/>
    <w:rsid w:val="003027E0"/>
    <w:rsid w:val="0030361E"/>
    <w:rsid w:val="00306C05"/>
    <w:rsid w:val="00307ABE"/>
    <w:rsid w:val="00312766"/>
    <w:rsid w:val="003153A0"/>
    <w:rsid w:val="00316500"/>
    <w:rsid w:val="00316604"/>
    <w:rsid w:val="00316852"/>
    <w:rsid w:val="00323017"/>
    <w:rsid w:val="00324785"/>
    <w:rsid w:val="00324796"/>
    <w:rsid w:val="003277AE"/>
    <w:rsid w:val="00330C3E"/>
    <w:rsid w:val="0033148E"/>
    <w:rsid w:val="003340BE"/>
    <w:rsid w:val="00337BEE"/>
    <w:rsid w:val="00340488"/>
    <w:rsid w:val="00340B0E"/>
    <w:rsid w:val="00341EF1"/>
    <w:rsid w:val="00342E86"/>
    <w:rsid w:val="00343BB5"/>
    <w:rsid w:val="00344136"/>
    <w:rsid w:val="003444CF"/>
    <w:rsid w:val="00344846"/>
    <w:rsid w:val="0034764C"/>
    <w:rsid w:val="00350263"/>
    <w:rsid w:val="00351524"/>
    <w:rsid w:val="003529A0"/>
    <w:rsid w:val="00352B57"/>
    <w:rsid w:val="003530A8"/>
    <w:rsid w:val="00357D21"/>
    <w:rsid w:val="00360E76"/>
    <w:rsid w:val="00361747"/>
    <w:rsid w:val="003621D8"/>
    <w:rsid w:val="003630A5"/>
    <w:rsid w:val="0036508E"/>
    <w:rsid w:val="00366497"/>
    <w:rsid w:val="00374B69"/>
    <w:rsid w:val="003752AB"/>
    <w:rsid w:val="003757A0"/>
    <w:rsid w:val="00377BA7"/>
    <w:rsid w:val="00380B2C"/>
    <w:rsid w:val="00384273"/>
    <w:rsid w:val="003842D1"/>
    <w:rsid w:val="00385626"/>
    <w:rsid w:val="00386210"/>
    <w:rsid w:val="003867E8"/>
    <w:rsid w:val="003872DC"/>
    <w:rsid w:val="003872FF"/>
    <w:rsid w:val="00387863"/>
    <w:rsid w:val="00387E3E"/>
    <w:rsid w:val="00390F2A"/>
    <w:rsid w:val="00394AA1"/>
    <w:rsid w:val="00397AEB"/>
    <w:rsid w:val="003A2C49"/>
    <w:rsid w:val="003A4275"/>
    <w:rsid w:val="003B0348"/>
    <w:rsid w:val="003B1FB2"/>
    <w:rsid w:val="003B2930"/>
    <w:rsid w:val="003B2C90"/>
    <w:rsid w:val="003B31D8"/>
    <w:rsid w:val="003B41FC"/>
    <w:rsid w:val="003B4E62"/>
    <w:rsid w:val="003C138E"/>
    <w:rsid w:val="003C1C24"/>
    <w:rsid w:val="003C1FE3"/>
    <w:rsid w:val="003C228C"/>
    <w:rsid w:val="003C49A0"/>
    <w:rsid w:val="003C67DB"/>
    <w:rsid w:val="003C67EF"/>
    <w:rsid w:val="003C6968"/>
    <w:rsid w:val="003C70E4"/>
    <w:rsid w:val="003C7547"/>
    <w:rsid w:val="003C7DD5"/>
    <w:rsid w:val="003D05FD"/>
    <w:rsid w:val="003D2742"/>
    <w:rsid w:val="003D3D79"/>
    <w:rsid w:val="003E02A2"/>
    <w:rsid w:val="003E0D73"/>
    <w:rsid w:val="003E180F"/>
    <w:rsid w:val="003E215B"/>
    <w:rsid w:val="003E4375"/>
    <w:rsid w:val="003E4BCB"/>
    <w:rsid w:val="003F10D3"/>
    <w:rsid w:val="003F2C9E"/>
    <w:rsid w:val="003F7874"/>
    <w:rsid w:val="00400396"/>
    <w:rsid w:val="00400A43"/>
    <w:rsid w:val="00402D48"/>
    <w:rsid w:val="004075CA"/>
    <w:rsid w:val="00410A3C"/>
    <w:rsid w:val="00411AFE"/>
    <w:rsid w:val="00411BC0"/>
    <w:rsid w:val="00411DE0"/>
    <w:rsid w:val="00412E8B"/>
    <w:rsid w:val="00416871"/>
    <w:rsid w:val="00416872"/>
    <w:rsid w:val="00417063"/>
    <w:rsid w:val="0041796A"/>
    <w:rsid w:val="00420625"/>
    <w:rsid w:val="004232B8"/>
    <w:rsid w:val="004235BD"/>
    <w:rsid w:val="00423C54"/>
    <w:rsid w:val="00426DF7"/>
    <w:rsid w:val="0042738E"/>
    <w:rsid w:val="0042787A"/>
    <w:rsid w:val="00435853"/>
    <w:rsid w:val="00435B3F"/>
    <w:rsid w:val="00435EFD"/>
    <w:rsid w:val="004424A6"/>
    <w:rsid w:val="00445B3D"/>
    <w:rsid w:val="00446A36"/>
    <w:rsid w:val="004502C7"/>
    <w:rsid w:val="004521D5"/>
    <w:rsid w:val="0045245D"/>
    <w:rsid w:val="004619D0"/>
    <w:rsid w:val="00461AEC"/>
    <w:rsid w:val="00461B50"/>
    <w:rsid w:val="00462C8D"/>
    <w:rsid w:val="004641AE"/>
    <w:rsid w:val="004646E2"/>
    <w:rsid w:val="00464921"/>
    <w:rsid w:val="00466071"/>
    <w:rsid w:val="004703EA"/>
    <w:rsid w:val="004724CB"/>
    <w:rsid w:val="00473A6D"/>
    <w:rsid w:val="00477BE4"/>
    <w:rsid w:val="0048129B"/>
    <w:rsid w:val="004828CF"/>
    <w:rsid w:val="004878B2"/>
    <w:rsid w:val="00487A2E"/>
    <w:rsid w:val="0049320C"/>
    <w:rsid w:val="0049418A"/>
    <w:rsid w:val="00495270"/>
    <w:rsid w:val="00495E4D"/>
    <w:rsid w:val="0049721D"/>
    <w:rsid w:val="004A2AC1"/>
    <w:rsid w:val="004A3955"/>
    <w:rsid w:val="004A46EA"/>
    <w:rsid w:val="004A4D79"/>
    <w:rsid w:val="004A6141"/>
    <w:rsid w:val="004B15C7"/>
    <w:rsid w:val="004B1772"/>
    <w:rsid w:val="004B2175"/>
    <w:rsid w:val="004B30F9"/>
    <w:rsid w:val="004B3254"/>
    <w:rsid w:val="004B4DA8"/>
    <w:rsid w:val="004B5B74"/>
    <w:rsid w:val="004C0E0C"/>
    <w:rsid w:val="004C17F7"/>
    <w:rsid w:val="004C2D1C"/>
    <w:rsid w:val="004C430C"/>
    <w:rsid w:val="004C50B4"/>
    <w:rsid w:val="004C6258"/>
    <w:rsid w:val="004D428E"/>
    <w:rsid w:val="004D55C1"/>
    <w:rsid w:val="004D5A8B"/>
    <w:rsid w:val="004D799C"/>
    <w:rsid w:val="004E1FAA"/>
    <w:rsid w:val="004E2E04"/>
    <w:rsid w:val="004E2E78"/>
    <w:rsid w:val="004E46D4"/>
    <w:rsid w:val="004E62BA"/>
    <w:rsid w:val="004F0832"/>
    <w:rsid w:val="004F1BB9"/>
    <w:rsid w:val="004F1D5E"/>
    <w:rsid w:val="004F237B"/>
    <w:rsid w:val="004F309A"/>
    <w:rsid w:val="00504BBC"/>
    <w:rsid w:val="005060F7"/>
    <w:rsid w:val="00507B71"/>
    <w:rsid w:val="00512148"/>
    <w:rsid w:val="005130EF"/>
    <w:rsid w:val="005132C9"/>
    <w:rsid w:val="005155FF"/>
    <w:rsid w:val="00517515"/>
    <w:rsid w:val="0052035E"/>
    <w:rsid w:val="00523B3E"/>
    <w:rsid w:val="00526BA7"/>
    <w:rsid w:val="005313F6"/>
    <w:rsid w:val="005315D6"/>
    <w:rsid w:val="00532AE3"/>
    <w:rsid w:val="00532C58"/>
    <w:rsid w:val="005330FF"/>
    <w:rsid w:val="00536AEF"/>
    <w:rsid w:val="005406DC"/>
    <w:rsid w:val="00540B13"/>
    <w:rsid w:val="00543C81"/>
    <w:rsid w:val="00551308"/>
    <w:rsid w:val="00551601"/>
    <w:rsid w:val="00552810"/>
    <w:rsid w:val="00552880"/>
    <w:rsid w:val="005569E3"/>
    <w:rsid w:val="00556AD6"/>
    <w:rsid w:val="00556FC5"/>
    <w:rsid w:val="00560589"/>
    <w:rsid w:val="005607AE"/>
    <w:rsid w:val="00560D2E"/>
    <w:rsid w:val="005616DD"/>
    <w:rsid w:val="0056262E"/>
    <w:rsid w:val="00562751"/>
    <w:rsid w:val="00566AEF"/>
    <w:rsid w:val="00566D7A"/>
    <w:rsid w:val="00567E8B"/>
    <w:rsid w:val="00570895"/>
    <w:rsid w:val="0057369D"/>
    <w:rsid w:val="00573BCF"/>
    <w:rsid w:val="00573E6D"/>
    <w:rsid w:val="00581B13"/>
    <w:rsid w:val="00582552"/>
    <w:rsid w:val="00583041"/>
    <w:rsid w:val="005833A5"/>
    <w:rsid w:val="0058669B"/>
    <w:rsid w:val="0058782E"/>
    <w:rsid w:val="005945CF"/>
    <w:rsid w:val="00594A5E"/>
    <w:rsid w:val="00594C5F"/>
    <w:rsid w:val="005965A6"/>
    <w:rsid w:val="00596C10"/>
    <w:rsid w:val="00597BE7"/>
    <w:rsid w:val="00597EB2"/>
    <w:rsid w:val="005A0405"/>
    <w:rsid w:val="005A1800"/>
    <w:rsid w:val="005A2265"/>
    <w:rsid w:val="005A46B0"/>
    <w:rsid w:val="005A5186"/>
    <w:rsid w:val="005A646C"/>
    <w:rsid w:val="005A664C"/>
    <w:rsid w:val="005A70FF"/>
    <w:rsid w:val="005A7478"/>
    <w:rsid w:val="005B21D0"/>
    <w:rsid w:val="005B2DE1"/>
    <w:rsid w:val="005B40B3"/>
    <w:rsid w:val="005C16B8"/>
    <w:rsid w:val="005C51DD"/>
    <w:rsid w:val="005C6BDF"/>
    <w:rsid w:val="005C7196"/>
    <w:rsid w:val="005C73B7"/>
    <w:rsid w:val="005D0B0D"/>
    <w:rsid w:val="005D2174"/>
    <w:rsid w:val="005D4A14"/>
    <w:rsid w:val="005D52C0"/>
    <w:rsid w:val="005D56BC"/>
    <w:rsid w:val="005D573A"/>
    <w:rsid w:val="005E0E25"/>
    <w:rsid w:val="005E55D1"/>
    <w:rsid w:val="005E7967"/>
    <w:rsid w:val="005F10E2"/>
    <w:rsid w:val="005F1C74"/>
    <w:rsid w:val="005F3A2E"/>
    <w:rsid w:val="00601012"/>
    <w:rsid w:val="006020A7"/>
    <w:rsid w:val="00604CE6"/>
    <w:rsid w:val="006056BD"/>
    <w:rsid w:val="00605FE5"/>
    <w:rsid w:val="00606D92"/>
    <w:rsid w:val="00607DA6"/>
    <w:rsid w:val="006116B0"/>
    <w:rsid w:val="006129BD"/>
    <w:rsid w:val="00612B46"/>
    <w:rsid w:val="00614A3D"/>
    <w:rsid w:val="00617883"/>
    <w:rsid w:val="006205CF"/>
    <w:rsid w:val="00622A9D"/>
    <w:rsid w:val="00623046"/>
    <w:rsid w:val="0062363A"/>
    <w:rsid w:val="00624CA7"/>
    <w:rsid w:val="006255F2"/>
    <w:rsid w:val="006256B6"/>
    <w:rsid w:val="006257F6"/>
    <w:rsid w:val="00625A07"/>
    <w:rsid w:val="00627188"/>
    <w:rsid w:val="006305D9"/>
    <w:rsid w:val="006306DE"/>
    <w:rsid w:val="00631139"/>
    <w:rsid w:val="006326DF"/>
    <w:rsid w:val="006335E0"/>
    <w:rsid w:val="00634A80"/>
    <w:rsid w:val="0063585E"/>
    <w:rsid w:val="006366E0"/>
    <w:rsid w:val="00641960"/>
    <w:rsid w:val="00642707"/>
    <w:rsid w:val="00643B10"/>
    <w:rsid w:val="006457B3"/>
    <w:rsid w:val="00646FFC"/>
    <w:rsid w:val="0065049F"/>
    <w:rsid w:val="00651B7D"/>
    <w:rsid w:val="00653841"/>
    <w:rsid w:val="0065445F"/>
    <w:rsid w:val="00654CFE"/>
    <w:rsid w:val="006554F8"/>
    <w:rsid w:val="006568F2"/>
    <w:rsid w:val="00661335"/>
    <w:rsid w:val="00665F18"/>
    <w:rsid w:val="0066782A"/>
    <w:rsid w:val="00667D91"/>
    <w:rsid w:val="00667DE5"/>
    <w:rsid w:val="0068729C"/>
    <w:rsid w:val="00687ADB"/>
    <w:rsid w:val="006903CC"/>
    <w:rsid w:val="00696E12"/>
    <w:rsid w:val="0069784E"/>
    <w:rsid w:val="006A01E0"/>
    <w:rsid w:val="006A0942"/>
    <w:rsid w:val="006A0A05"/>
    <w:rsid w:val="006A16F1"/>
    <w:rsid w:val="006A1973"/>
    <w:rsid w:val="006A1A9D"/>
    <w:rsid w:val="006A5641"/>
    <w:rsid w:val="006A7753"/>
    <w:rsid w:val="006B164A"/>
    <w:rsid w:val="006B2215"/>
    <w:rsid w:val="006B26CA"/>
    <w:rsid w:val="006B568A"/>
    <w:rsid w:val="006B59A3"/>
    <w:rsid w:val="006B678B"/>
    <w:rsid w:val="006C78FF"/>
    <w:rsid w:val="006D2102"/>
    <w:rsid w:val="006D2CB7"/>
    <w:rsid w:val="006D3026"/>
    <w:rsid w:val="006D3D4B"/>
    <w:rsid w:val="006D5221"/>
    <w:rsid w:val="006D6416"/>
    <w:rsid w:val="006E01DA"/>
    <w:rsid w:val="006E0DF7"/>
    <w:rsid w:val="006E1FBE"/>
    <w:rsid w:val="006E2176"/>
    <w:rsid w:val="006E57F4"/>
    <w:rsid w:val="006E587E"/>
    <w:rsid w:val="006E7C43"/>
    <w:rsid w:val="006F0358"/>
    <w:rsid w:val="006F1822"/>
    <w:rsid w:val="006F1CA2"/>
    <w:rsid w:val="006F225E"/>
    <w:rsid w:val="006F27AD"/>
    <w:rsid w:val="006F2864"/>
    <w:rsid w:val="006F64D5"/>
    <w:rsid w:val="006F7A69"/>
    <w:rsid w:val="00701110"/>
    <w:rsid w:val="00701D8C"/>
    <w:rsid w:val="0070248E"/>
    <w:rsid w:val="0070552D"/>
    <w:rsid w:val="00705A5F"/>
    <w:rsid w:val="00707144"/>
    <w:rsid w:val="00711E68"/>
    <w:rsid w:val="00713F36"/>
    <w:rsid w:val="007159DD"/>
    <w:rsid w:val="00716A60"/>
    <w:rsid w:val="00722108"/>
    <w:rsid w:val="00723F6A"/>
    <w:rsid w:val="0072497E"/>
    <w:rsid w:val="00725157"/>
    <w:rsid w:val="00727033"/>
    <w:rsid w:val="007273D8"/>
    <w:rsid w:val="007300C6"/>
    <w:rsid w:val="00731753"/>
    <w:rsid w:val="0073192A"/>
    <w:rsid w:val="00733A40"/>
    <w:rsid w:val="007362E8"/>
    <w:rsid w:val="00743452"/>
    <w:rsid w:val="00753287"/>
    <w:rsid w:val="00753AD2"/>
    <w:rsid w:val="00755514"/>
    <w:rsid w:val="007606BB"/>
    <w:rsid w:val="00761B3E"/>
    <w:rsid w:val="00763C84"/>
    <w:rsid w:val="007721CE"/>
    <w:rsid w:val="007756DD"/>
    <w:rsid w:val="007759A9"/>
    <w:rsid w:val="00775E05"/>
    <w:rsid w:val="00775F85"/>
    <w:rsid w:val="007762DB"/>
    <w:rsid w:val="007800D1"/>
    <w:rsid w:val="00780283"/>
    <w:rsid w:val="00785FD9"/>
    <w:rsid w:val="0078639A"/>
    <w:rsid w:val="007938A5"/>
    <w:rsid w:val="007950C2"/>
    <w:rsid w:val="00796E4E"/>
    <w:rsid w:val="0079738B"/>
    <w:rsid w:val="007A23AB"/>
    <w:rsid w:val="007A3E15"/>
    <w:rsid w:val="007B38B6"/>
    <w:rsid w:val="007B7905"/>
    <w:rsid w:val="007C2A19"/>
    <w:rsid w:val="007C52E2"/>
    <w:rsid w:val="007D17C5"/>
    <w:rsid w:val="007D710D"/>
    <w:rsid w:val="007D784E"/>
    <w:rsid w:val="007E39FD"/>
    <w:rsid w:val="007E3E2E"/>
    <w:rsid w:val="007E47BB"/>
    <w:rsid w:val="007E4D5C"/>
    <w:rsid w:val="007E5C6B"/>
    <w:rsid w:val="007F12A1"/>
    <w:rsid w:val="007F15D7"/>
    <w:rsid w:val="007F1C89"/>
    <w:rsid w:val="007F4768"/>
    <w:rsid w:val="007F66C6"/>
    <w:rsid w:val="007F7F00"/>
    <w:rsid w:val="00806C02"/>
    <w:rsid w:val="008079CB"/>
    <w:rsid w:val="008101D3"/>
    <w:rsid w:val="00810F5A"/>
    <w:rsid w:val="00814D37"/>
    <w:rsid w:val="00815E99"/>
    <w:rsid w:val="00820A15"/>
    <w:rsid w:val="00821455"/>
    <w:rsid w:val="00822227"/>
    <w:rsid w:val="00822564"/>
    <w:rsid w:val="008231DF"/>
    <w:rsid w:val="00824450"/>
    <w:rsid w:val="0082470E"/>
    <w:rsid w:val="008326BD"/>
    <w:rsid w:val="00833BB6"/>
    <w:rsid w:val="00834F3A"/>
    <w:rsid w:val="00841654"/>
    <w:rsid w:val="008429A0"/>
    <w:rsid w:val="00842BEE"/>
    <w:rsid w:val="00844368"/>
    <w:rsid w:val="008501EF"/>
    <w:rsid w:val="00852798"/>
    <w:rsid w:val="0085586C"/>
    <w:rsid w:val="00855D3E"/>
    <w:rsid w:val="00856886"/>
    <w:rsid w:val="00856C57"/>
    <w:rsid w:val="00857E9F"/>
    <w:rsid w:val="008601B8"/>
    <w:rsid w:val="00860B08"/>
    <w:rsid w:val="00862853"/>
    <w:rsid w:val="00862A27"/>
    <w:rsid w:val="00863C1F"/>
    <w:rsid w:val="008640BA"/>
    <w:rsid w:val="008641F4"/>
    <w:rsid w:val="0087499A"/>
    <w:rsid w:val="008760D6"/>
    <w:rsid w:val="008774D3"/>
    <w:rsid w:val="0088050E"/>
    <w:rsid w:val="00880870"/>
    <w:rsid w:val="00881938"/>
    <w:rsid w:val="008830DF"/>
    <w:rsid w:val="00884D5B"/>
    <w:rsid w:val="008863EA"/>
    <w:rsid w:val="0089299B"/>
    <w:rsid w:val="00895989"/>
    <w:rsid w:val="008A01CF"/>
    <w:rsid w:val="008A268E"/>
    <w:rsid w:val="008A2959"/>
    <w:rsid w:val="008A2EB4"/>
    <w:rsid w:val="008A3A7F"/>
    <w:rsid w:val="008A3AA7"/>
    <w:rsid w:val="008A48B8"/>
    <w:rsid w:val="008A63DF"/>
    <w:rsid w:val="008A7EE0"/>
    <w:rsid w:val="008B06A6"/>
    <w:rsid w:val="008B3EB6"/>
    <w:rsid w:val="008B3EED"/>
    <w:rsid w:val="008B4FBB"/>
    <w:rsid w:val="008B632A"/>
    <w:rsid w:val="008C0A14"/>
    <w:rsid w:val="008C1126"/>
    <w:rsid w:val="008C3014"/>
    <w:rsid w:val="008C532F"/>
    <w:rsid w:val="008C5639"/>
    <w:rsid w:val="008C5B5E"/>
    <w:rsid w:val="008C764A"/>
    <w:rsid w:val="008D059C"/>
    <w:rsid w:val="008D20C5"/>
    <w:rsid w:val="008D217D"/>
    <w:rsid w:val="008D28CD"/>
    <w:rsid w:val="008D3767"/>
    <w:rsid w:val="008D3BFC"/>
    <w:rsid w:val="008D5405"/>
    <w:rsid w:val="008D54D9"/>
    <w:rsid w:val="008D5A07"/>
    <w:rsid w:val="008D671A"/>
    <w:rsid w:val="008D6F8B"/>
    <w:rsid w:val="008E192D"/>
    <w:rsid w:val="008E6181"/>
    <w:rsid w:val="008E77EF"/>
    <w:rsid w:val="008F6B78"/>
    <w:rsid w:val="008F75EB"/>
    <w:rsid w:val="00900BA6"/>
    <w:rsid w:val="009028AF"/>
    <w:rsid w:val="00905121"/>
    <w:rsid w:val="009055AE"/>
    <w:rsid w:val="00905C5A"/>
    <w:rsid w:val="009074D9"/>
    <w:rsid w:val="009075E6"/>
    <w:rsid w:val="0090794C"/>
    <w:rsid w:val="00910657"/>
    <w:rsid w:val="009118E4"/>
    <w:rsid w:val="00913C21"/>
    <w:rsid w:val="0091639C"/>
    <w:rsid w:val="0091683D"/>
    <w:rsid w:val="009227B2"/>
    <w:rsid w:val="00923568"/>
    <w:rsid w:val="00924339"/>
    <w:rsid w:val="00924E59"/>
    <w:rsid w:val="009277D4"/>
    <w:rsid w:val="009304B4"/>
    <w:rsid w:val="00930E8F"/>
    <w:rsid w:val="009310E1"/>
    <w:rsid w:val="0093150D"/>
    <w:rsid w:val="009316A3"/>
    <w:rsid w:val="00934BF6"/>
    <w:rsid w:val="00941C7F"/>
    <w:rsid w:val="00946969"/>
    <w:rsid w:val="00947182"/>
    <w:rsid w:val="00947D44"/>
    <w:rsid w:val="009511AE"/>
    <w:rsid w:val="0095231E"/>
    <w:rsid w:val="00952E3C"/>
    <w:rsid w:val="00953493"/>
    <w:rsid w:val="00955913"/>
    <w:rsid w:val="00956033"/>
    <w:rsid w:val="00957249"/>
    <w:rsid w:val="0096110F"/>
    <w:rsid w:val="00961A07"/>
    <w:rsid w:val="0096286A"/>
    <w:rsid w:val="009636CD"/>
    <w:rsid w:val="009637DE"/>
    <w:rsid w:val="00963E18"/>
    <w:rsid w:val="0096747D"/>
    <w:rsid w:val="009710CD"/>
    <w:rsid w:val="00971292"/>
    <w:rsid w:val="0097492B"/>
    <w:rsid w:val="00977025"/>
    <w:rsid w:val="00977F4E"/>
    <w:rsid w:val="009812F7"/>
    <w:rsid w:val="00981DFF"/>
    <w:rsid w:val="00985D0C"/>
    <w:rsid w:val="009866DC"/>
    <w:rsid w:val="00990025"/>
    <w:rsid w:val="00990F81"/>
    <w:rsid w:val="00991189"/>
    <w:rsid w:val="00991F85"/>
    <w:rsid w:val="00994D31"/>
    <w:rsid w:val="00995A60"/>
    <w:rsid w:val="009A0636"/>
    <w:rsid w:val="009A06F0"/>
    <w:rsid w:val="009A0893"/>
    <w:rsid w:val="009A46E1"/>
    <w:rsid w:val="009A58E7"/>
    <w:rsid w:val="009A7FE7"/>
    <w:rsid w:val="009B0B5D"/>
    <w:rsid w:val="009B12F4"/>
    <w:rsid w:val="009B29A1"/>
    <w:rsid w:val="009B4D80"/>
    <w:rsid w:val="009B5701"/>
    <w:rsid w:val="009B5C31"/>
    <w:rsid w:val="009C1D7A"/>
    <w:rsid w:val="009C2EF9"/>
    <w:rsid w:val="009C55B4"/>
    <w:rsid w:val="009D131B"/>
    <w:rsid w:val="009D28BF"/>
    <w:rsid w:val="009D2B1A"/>
    <w:rsid w:val="009D4E51"/>
    <w:rsid w:val="009D4F4E"/>
    <w:rsid w:val="009D53BE"/>
    <w:rsid w:val="009D5423"/>
    <w:rsid w:val="009D5DBE"/>
    <w:rsid w:val="009E0B8F"/>
    <w:rsid w:val="009E25B1"/>
    <w:rsid w:val="009E621A"/>
    <w:rsid w:val="009E697E"/>
    <w:rsid w:val="009F113A"/>
    <w:rsid w:val="009F2463"/>
    <w:rsid w:val="009F26B0"/>
    <w:rsid w:val="009F30F0"/>
    <w:rsid w:val="009F3165"/>
    <w:rsid w:val="009F38FC"/>
    <w:rsid w:val="009F52A3"/>
    <w:rsid w:val="009F65C6"/>
    <w:rsid w:val="00A00387"/>
    <w:rsid w:val="00A02679"/>
    <w:rsid w:val="00A04121"/>
    <w:rsid w:val="00A05797"/>
    <w:rsid w:val="00A057D5"/>
    <w:rsid w:val="00A07454"/>
    <w:rsid w:val="00A07848"/>
    <w:rsid w:val="00A11279"/>
    <w:rsid w:val="00A117FC"/>
    <w:rsid w:val="00A11B63"/>
    <w:rsid w:val="00A12849"/>
    <w:rsid w:val="00A12B61"/>
    <w:rsid w:val="00A14235"/>
    <w:rsid w:val="00A15E8D"/>
    <w:rsid w:val="00A16E69"/>
    <w:rsid w:val="00A21D18"/>
    <w:rsid w:val="00A23E1C"/>
    <w:rsid w:val="00A23F1E"/>
    <w:rsid w:val="00A24099"/>
    <w:rsid w:val="00A25880"/>
    <w:rsid w:val="00A30A69"/>
    <w:rsid w:val="00A30AA4"/>
    <w:rsid w:val="00A3321A"/>
    <w:rsid w:val="00A33935"/>
    <w:rsid w:val="00A4008A"/>
    <w:rsid w:val="00A40202"/>
    <w:rsid w:val="00A41580"/>
    <w:rsid w:val="00A429B1"/>
    <w:rsid w:val="00A435B4"/>
    <w:rsid w:val="00A51533"/>
    <w:rsid w:val="00A554BD"/>
    <w:rsid w:val="00A55527"/>
    <w:rsid w:val="00A56C62"/>
    <w:rsid w:val="00A57D77"/>
    <w:rsid w:val="00A6022B"/>
    <w:rsid w:val="00A65470"/>
    <w:rsid w:val="00A65F61"/>
    <w:rsid w:val="00A66942"/>
    <w:rsid w:val="00A66EC8"/>
    <w:rsid w:val="00A67D93"/>
    <w:rsid w:val="00A73F3D"/>
    <w:rsid w:val="00A74145"/>
    <w:rsid w:val="00A75723"/>
    <w:rsid w:val="00A76841"/>
    <w:rsid w:val="00A774BE"/>
    <w:rsid w:val="00A834CB"/>
    <w:rsid w:val="00A8385F"/>
    <w:rsid w:val="00A85803"/>
    <w:rsid w:val="00A863AF"/>
    <w:rsid w:val="00A87E6A"/>
    <w:rsid w:val="00A9013E"/>
    <w:rsid w:val="00A90823"/>
    <w:rsid w:val="00AA070E"/>
    <w:rsid w:val="00AA158B"/>
    <w:rsid w:val="00AA16BB"/>
    <w:rsid w:val="00AA21BF"/>
    <w:rsid w:val="00AA3592"/>
    <w:rsid w:val="00AA38D3"/>
    <w:rsid w:val="00AA3DD6"/>
    <w:rsid w:val="00AA4BFD"/>
    <w:rsid w:val="00AB10FE"/>
    <w:rsid w:val="00AB17B5"/>
    <w:rsid w:val="00AB2006"/>
    <w:rsid w:val="00AB23BF"/>
    <w:rsid w:val="00AB3234"/>
    <w:rsid w:val="00AB6AA9"/>
    <w:rsid w:val="00AB6F71"/>
    <w:rsid w:val="00AC23F6"/>
    <w:rsid w:val="00AC4E8F"/>
    <w:rsid w:val="00AC5083"/>
    <w:rsid w:val="00AC5734"/>
    <w:rsid w:val="00AD1295"/>
    <w:rsid w:val="00AD2C19"/>
    <w:rsid w:val="00AD4785"/>
    <w:rsid w:val="00AD62E4"/>
    <w:rsid w:val="00AE0448"/>
    <w:rsid w:val="00AE0753"/>
    <w:rsid w:val="00AE25E1"/>
    <w:rsid w:val="00AE2762"/>
    <w:rsid w:val="00AE4580"/>
    <w:rsid w:val="00AE5767"/>
    <w:rsid w:val="00AE5973"/>
    <w:rsid w:val="00AF2129"/>
    <w:rsid w:val="00AF3611"/>
    <w:rsid w:val="00AF7C9F"/>
    <w:rsid w:val="00B014D0"/>
    <w:rsid w:val="00B02793"/>
    <w:rsid w:val="00B04D7F"/>
    <w:rsid w:val="00B05901"/>
    <w:rsid w:val="00B0703E"/>
    <w:rsid w:val="00B07F24"/>
    <w:rsid w:val="00B100F3"/>
    <w:rsid w:val="00B10AE1"/>
    <w:rsid w:val="00B10F70"/>
    <w:rsid w:val="00B12F34"/>
    <w:rsid w:val="00B14E4A"/>
    <w:rsid w:val="00B14F81"/>
    <w:rsid w:val="00B179C2"/>
    <w:rsid w:val="00B20299"/>
    <w:rsid w:val="00B207BD"/>
    <w:rsid w:val="00B210CF"/>
    <w:rsid w:val="00B253A3"/>
    <w:rsid w:val="00B27904"/>
    <w:rsid w:val="00B36766"/>
    <w:rsid w:val="00B374E2"/>
    <w:rsid w:val="00B376F9"/>
    <w:rsid w:val="00B409D0"/>
    <w:rsid w:val="00B418FC"/>
    <w:rsid w:val="00B420EC"/>
    <w:rsid w:val="00B42897"/>
    <w:rsid w:val="00B4290F"/>
    <w:rsid w:val="00B44A29"/>
    <w:rsid w:val="00B44B9F"/>
    <w:rsid w:val="00B458BF"/>
    <w:rsid w:val="00B50575"/>
    <w:rsid w:val="00B51F3E"/>
    <w:rsid w:val="00B524BB"/>
    <w:rsid w:val="00B53647"/>
    <w:rsid w:val="00B56F79"/>
    <w:rsid w:val="00B57233"/>
    <w:rsid w:val="00B613ED"/>
    <w:rsid w:val="00B64177"/>
    <w:rsid w:val="00B641CE"/>
    <w:rsid w:val="00B6495C"/>
    <w:rsid w:val="00B649A5"/>
    <w:rsid w:val="00B66E9E"/>
    <w:rsid w:val="00B67C3F"/>
    <w:rsid w:val="00B71F2E"/>
    <w:rsid w:val="00B735C9"/>
    <w:rsid w:val="00B74796"/>
    <w:rsid w:val="00B77988"/>
    <w:rsid w:val="00B80E0C"/>
    <w:rsid w:val="00B81C8D"/>
    <w:rsid w:val="00B86AF2"/>
    <w:rsid w:val="00B879DA"/>
    <w:rsid w:val="00B87BA1"/>
    <w:rsid w:val="00B9118D"/>
    <w:rsid w:val="00B954D0"/>
    <w:rsid w:val="00B97693"/>
    <w:rsid w:val="00BA02CF"/>
    <w:rsid w:val="00BA03D1"/>
    <w:rsid w:val="00BA1A77"/>
    <w:rsid w:val="00BA23B6"/>
    <w:rsid w:val="00BA280D"/>
    <w:rsid w:val="00BA4955"/>
    <w:rsid w:val="00BA7C49"/>
    <w:rsid w:val="00BB1517"/>
    <w:rsid w:val="00BB26DD"/>
    <w:rsid w:val="00BB398B"/>
    <w:rsid w:val="00BB41D7"/>
    <w:rsid w:val="00BB607D"/>
    <w:rsid w:val="00BB6731"/>
    <w:rsid w:val="00BB68E3"/>
    <w:rsid w:val="00BC238D"/>
    <w:rsid w:val="00BC56E8"/>
    <w:rsid w:val="00BC7539"/>
    <w:rsid w:val="00BC796A"/>
    <w:rsid w:val="00BD0DA0"/>
    <w:rsid w:val="00BD1B91"/>
    <w:rsid w:val="00BD3536"/>
    <w:rsid w:val="00BD3FCF"/>
    <w:rsid w:val="00BD5265"/>
    <w:rsid w:val="00BD7207"/>
    <w:rsid w:val="00BE0A22"/>
    <w:rsid w:val="00BE6F39"/>
    <w:rsid w:val="00BF0137"/>
    <w:rsid w:val="00BF3335"/>
    <w:rsid w:val="00BF35F3"/>
    <w:rsid w:val="00BF3D09"/>
    <w:rsid w:val="00BF505E"/>
    <w:rsid w:val="00BF5D18"/>
    <w:rsid w:val="00BF6AF6"/>
    <w:rsid w:val="00BF7CDD"/>
    <w:rsid w:val="00C00B7F"/>
    <w:rsid w:val="00C018D0"/>
    <w:rsid w:val="00C050A4"/>
    <w:rsid w:val="00C06675"/>
    <w:rsid w:val="00C1008F"/>
    <w:rsid w:val="00C10FAF"/>
    <w:rsid w:val="00C11BF7"/>
    <w:rsid w:val="00C11E2C"/>
    <w:rsid w:val="00C13A92"/>
    <w:rsid w:val="00C155D6"/>
    <w:rsid w:val="00C155F1"/>
    <w:rsid w:val="00C1675A"/>
    <w:rsid w:val="00C16B42"/>
    <w:rsid w:val="00C223DF"/>
    <w:rsid w:val="00C226DB"/>
    <w:rsid w:val="00C22DCD"/>
    <w:rsid w:val="00C255C3"/>
    <w:rsid w:val="00C26DC2"/>
    <w:rsid w:val="00C2762B"/>
    <w:rsid w:val="00C27F76"/>
    <w:rsid w:val="00C30AF5"/>
    <w:rsid w:val="00C30EED"/>
    <w:rsid w:val="00C31AFB"/>
    <w:rsid w:val="00C31D46"/>
    <w:rsid w:val="00C32B67"/>
    <w:rsid w:val="00C3333B"/>
    <w:rsid w:val="00C34576"/>
    <w:rsid w:val="00C34A44"/>
    <w:rsid w:val="00C352CF"/>
    <w:rsid w:val="00C36511"/>
    <w:rsid w:val="00C36894"/>
    <w:rsid w:val="00C46751"/>
    <w:rsid w:val="00C478D5"/>
    <w:rsid w:val="00C524AB"/>
    <w:rsid w:val="00C53665"/>
    <w:rsid w:val="00C5394D"/>
    <w:rsid w:val="00C549B1"/>
    <w:rsid w:val="00C54D3E"/>
    <w:rsid w:val="00C5754E"/>
    <w:rsid w:val="00C603D4"/>
    <w:rsid w:val="00C61F97"/>
    <w:rsid w:val="00C649FA"/>
    <w:rsid w:val="00C65932"/>
    <w:rsid w:val="00C66A52"/>
    <w:rsid w:val="00C70FCB"/>
    <w:rsid w:val="00C716F9"/>
    <w:rsid w:val="00C7485A"/>
    <w:rsid w:val="00C755C9"/>
    <w:rsid w:val="00C75D35"/>
    <w:rsid w:val="00C76C31"/>
    <w:rsid w:val="00C76E21"/>
    <w:rsid w:val="00C8028C"/>
    <w:rsid w:val="00C8233E"/>
    <w:rsid w:val="00C8354F"/>
    <w:rsid w:val="00C8470F"/>
    <w:rsid w:val="00C8747F"/>
    <w:rsid w:val="00C95866"/>
    <w:rsid w:val="00C96545"/>
    <w:rsid w:val="00C96997"/>
    <w:rsid w:val="00CA0903"/>
    <w:rsid w:val="00CA0CDA"/>
    <w:rsid w:val="00CA217F"/>
    <w:rsid w:val="00CA663E"/>
    <w:rsid w:val="00CA7597"/>
    <w:rsid w:val="00CB024B"/>
    <w:rsid w:val="00CB1784"/>
    <w:rsid w:val="00CB1B04"/>
    <w:rsid w:val="00CB1FD9"/>
    <w:rsid w:val="00CB2631"/>
    <w:rsid w:val="00CB2E81"/>
    <w:rsid w:val="00CB412A"/>
    <w:rsid w:val="00CB793F"/>
    <w:rsid w:val="00CC0979"/>
    <w:rsid w:val="00CC1768"/>
    <w:rsid w:val="00CC4FCD"/>
    <w:rsid w:val="00CC65E2"/>
    <w:rsid w:val="00CD4C52"/>
    <w:rsid w:val="00CD5139"/>
    <w:rsid w:val="00CD794C"/>
    <w:rsid w:val="00CE1C40"/>
    <w:rsid w:val="00CE4915"/>
    <w:rsid w:val="00CE68A8"/>
    <w:rsid w:val="00CE6CAA"/>
    <w:rsid w:val="00CE710C"/>
    <w:rsid w:val="00CE73E7"/>
    <w:rsid w:val="00CE7CA3"/>
    <w:rsid w:val="00CF2464"/>
    <w:rsid w:val="00CF54CB"/>
    <w:rsid w:val="00CF70F4"/>
    <w:rsid w:val="00D0179A"/>
    <w:rsid w:val="00D043C5"/>
    <w:rsid w:val="00D0495A"/>
    <w:rsid w:val="00D109DE"/>
    <w:rsid w:val="00D11A59"/>
    <w:rsid w:val="00D12144"/>
    <w:rsid w:val="00D122D4"/>
    <w:rsid w:val="00D13914"/>
    <w:rsid w:val="00D1561C"/>
    <w:rsid w:val="00D15885"/>
    <w:rsid w:val="00D17A59"/>
    <w:rsid w:val="00D17C73"/>
    <w:rsid w:val="00D20841"/>
    <w:rsid w:val="00D248AD"/>
    <w:rsid w:val="00D24BB2"/>
    <w:rsid w:val="00D25612"/>
    <w:rsid w:val="00D25E39"/>
    <w:rsid w:val="00D262F7"/>
    <w:rsid w:val="00D3045E"/>
    <w:rsid w:val="00D32B52"/>
    <w:rsid w:val="00D32E37"/>
    <w:rsid w:val="00D33A93"/>
    <w:rsid w:val="00D36D3D"/>
    <w:rsid w:val="00D421DE"/>
    <w:rsid w:val="00D42AB6"/>
    <w:rsid w:val="00D433E6"/>
    <w:rsid w:val="00D44A96"/>
    <w:rsid w:val="00D47B34"/>
    <w:rsid w:val="00D50093"/>
    <w:rsid w:val="00D50811"/>
    <w:rsid w:val="00D55799"/>
    <w:rsid w:val="00D61343"/>
    <w:rsid w:val="00D61A3A"/>
    <w:rsid w:val="00D62183"/>
    <w:rsid w:val="00D623E7"/>
    <w:rsid w:val="00D64AA2"/>
    <w:rsid w:val="00D65539"/>
    <w:rsid w:val="00D65AC4"/>
    <w:rsid w:val="00D66060"/>
    <w:rsid w:val="00D66785"/>
    <w:rsid w:val="00D672A3"/>
    <w:rsid w:val="00D70AC4"/>
    <w:rsid w:val="00D70CE4"/>
    <w:rsid w:val="00D72B66"/>
    <w:rsid w:val="00D73DC4"/>
    <w:rsid w:val="00D85F5B"/>
    <w:rsid w:val="00D904DD"/>
    <w:rsid w:val="00D90519"/>
    <w:rsid w:val="00D910AC"/>
    <w:rsid w:val="00D9185C"/>
    <w:rsid w:val="00D91A32"/>
    <w:rsid w:val="00D91CE9"/>
    <w:rsid w:val="00D93DB3"/>
    <w:rsid w:val="00D94970"/>
    <w:rsid w:val="00D959BB"/>
    <w:rsid w:val="00D9648E"/>
    <w:rsid w:val="00D96FFC"/>
    <w:rsid w:val="00DA0B2B"/>
    <w:rsid w:val="00DA15CE"/>
    <w:rsid w:val="00DA1C3B"/>
    <w:rsid w:val="00DA2F75"/>
    <w:rsid w:val="00DA319A"/>
    <w:rsid w:val="00DA33AD"/>
    <w:rsid w:val="00DA4F13"/>
    <w:rsid w:val="00DA542B"/>
    <w:rsid w:val="00DA5A43"/>
    <w:rsid w:val="00DA7910"/>
    <w:rsid w:val="00DB0351"/>
    <w:rsid w:val="00DB2416"/>
    <w:rsid w:val="00DB2680"/>
    <w:rsid w:val="00DB2F71"/>
    <w:rsid w:val="00DB4F1E"/>
    <w:rsid w:val="00DB5AEB"/>
    <w:rsid w:val="00DB6C4B"/>
    <w:rsid w:val="00DB7746"/>
    <w:rsid w:val="00DB7CA4"/>
    <w:rsid w:val="00DC069E"/>
    <w:rsid w:val="00DC5216"/>
    <w:rsid w:val="00DC65B6"/>
    <w:rsid w:val="00DC6B5F"/>
    <w:rsid w:val="00DD185F"/>
    <w:rsid w:val="00DD2B75"/>
    <w:rsid w:val="00DD55D5"/>
    <w:rsid w:val="00DD5B25"/>
    <w:rsid w:val="00DD5FFD"/>
    <w:rsid w:val="00DE10CF"/>
    <w:rsid w:val="00DE14BC"/>
    <w:rsid w:val="00DE4C47"/>
    <w:rsid w:val="00DE581D"/>
    <w:rsid w:val="00DE69AF"/>
    <w:rsid w:val="00DE7893"/>
    <w:rsid w:val="00DF1231"/>
    <w:rsid w:val="00DF1616"/>
    <w:rsid w:val="00DF3DF5"/>
    <w:rsid w:val="00DF4539"/>
    <w:rsid w:val="00E0567A"/>
    <w:rsid w:val="00E10254"/>
    <w:rsid w:val="00E10642"/>
    <w:rsid w:val="00E121CD"/>
    <w:rsid w:val="00E16871"/>
    <w:rsid w:val="00E177F2"/>
    <w:rsid w:val="00E20B17"/>
    <w:rsid w:val="00E23C52"/>
    <w:rsid w:val="00E26465"/>
    <w:rsid w:val="00E26665"/>
    <w:rsid w:val="00E268F7"/>
    <w:rsid w:val="00E27212"/>
    <w:rsid w:val="00E353DA"/>
    <w:rsid w:val="00E35442"/>
    <w:rsid w:val="00E37109"/>
    <w:rsid w:val="00E43124"/>
    <w:rsid w:val="00E44CB6"/>
    <w:rsid w:val="00E4525F"/>
    <w:rsid w:val="00E45734"/>
    <w:rsid w:val="00E46B48"/>
    <w:rsid w:val="00E55A4C"/>
    <w:rsid w:val="00E672A1"/>
    <w:rsid w:val="00E74B32"/>
    <w:rsid w:val="00E75A0A"/>
    <w:rsid w:val="00E760FF"/>
    <w:rsid w:val="00E80E47"/>
    <w:rsid w:val="00E81ED2"/>
    <w:rsid w:val="00E82F1C"/>
    <w:rsid w:val="00E834F7"/>
    <w:rsid w:val="00E83E5B"/>
    <w:rsid w:val="00E84C6D"/>
    <w:rsid w:val="00E85725"/>
    <w:rsid w:val="00E91E40"/>
    <w:rsid w:val="00E92A44"/>
    <w:rsid w:val="00E9516F"/>
    <w:rsid w:val="00E951B3"/>
    <w:rsid w:val="00E962A6"/>
    <w:rsid w:val="00E96987"/>
    <w:rsid w:val="00EA03F0"/>
    <w:rsid w:val="00EA0EB6"/>
    <w:rsid w:val="00EA1190"/>
    <w:rsid w:val="00EA129C"/>
    <w:rsid w:val="00EA181E"/>
    <w:rsid w:val="00EA2C71"/>
    <w:rsid w:val="00EA463A"/>
    <w:rsid w:val="00EA569A"/>
    <w:rsid w:val="00EA6A25"/>
    <w:rsid w:val="00EA6E0F"/>
    <w:rsid w:val="00EB0C2C"/>
    <w:rsid w:val="00EB275B"/>
    <w:rsid w:val="00EB5C1B"/>
    <w:rsid w:val="00EC0AE7"/>
    <w:rsid w:val="00EC337F"/>
    <w:rsid w:val="00EC3649"/>
    <w:rsid w:val="00EC4A61"/>
    <w:rsid w:val="00EC4EF8"/>
    <w:rsid w:val="00EC5186"/>
    <w:rsid w:val="00EC5AF2"/>
    <w:rsid w:val="00EC79D6"/>
    <w:rsid w:val="00ED09F0"/>
    <w:rsid w:val="00ED21CE"/>
    <w:rsid w:val="00ED425C"/>
    <w:rsid w:val="00ED65D8"/>
    <w:rsid w:val="00ED67BD"/>
    <w:rsid w:val="00ED6EDA"/>
    <w:rsid w:val="00ED763C"/>
    <w:rsid w:val="00EE179B"/>
    <w:rsid w:val="00EE2D44"/>
    <w:rsid w:val="00EE7C84"/>
    <w:rsid w:val="00EF202E"/>
    <w:rsid w:val="00EF5024"/>
    <w:rsid w:val="00EF5468"/>
    <w:rsid w:val="00EF7970"/>
    <w:rsid w:val="00F005EE"/>
    <w:rsid w:val="00F00BE4"/>
    <w:rsid w:val="00F00C9E"/>
    <w:rsid w:val="00F01016"/>
    <w:rsid w:val="00F0235E"/>
    <w:rsid w:val="00F042A2"/>
    <w:rsid w:val="00F05444"/>
    <w:rsid w:val="00F05ADB"/>
    <w:rsid w:val="00F066E3"/>
    <w:rsid w:val="00F10647"/>
    <w:rsid w:val="00F114BC"/>
    <w:rsid w:val="00F12482"/>
    <w:rsid w:val="00F12C91"/>
    <w:rsid w:val="00F14CA9"/>
    <w:rsid w:val="00F15A00"/>
    <w:rsid w:val="00F16F33"/>
    <w:rsid w:val="00F17E7A"/>
    <w:rsid w:val="00F22A2B"/>
    <w:rsid w:val="00F2432D"/>
    <w:rsid w:val="00F25168"/>
    <w:rsid w:val="00F26907"/>
    <w:rsid w:val="00F305A5"/>
    <w:rsid w:val="00F32304"/>
    <w:rsid w:val="00F32994"/>
    <w:rsid w:val="00F33505"/>
    <w:rsid w:val="00F36531"/>
    <w:rsid w:val="00F3765C"/>
    <w:rsid w:val="00F41AE5"/>
    <w:rsid w:val="00F41BAF"/>
    <w:rsid w:val="00F41D8D"/>
    <w:rsid w:val="00F4275E"/>
    <w:rsid w:val="00F436C5"/>
    <w:rsid w:val="00F460BD"/>
    <w:rsid w:val="00F460CE"/>
    <w:rsid w:val="00F50CD6"/>
    <w:rsid w:val="00F51F21"/>
    <w:rsid w:val="00F537DD"/>
    <w:rsid w:val="00F540FF"/>
    <w:rsid w:val="00F64C67"/>
    <w:rsid w:val="00F72065"/>
    <w:rsid w:val="00F72DCD"/>
    <w:rsid w:val="00F750BB"/>
    <w:rsid w:val="00F76F27"/>
    <w:rsid w:val="00F7716D"/>
    <w:rsid w:val="00F77476"/>
    <w:rsid w:val="00F814F0"/>
    <w:rsid w:val="00F81A6B"/>
    <w:rsid w:val="00F81E76"/>
    <w:rsid w:val="00F83609"/>
    <w:rsid w:val="00F83CC8"/>
    <w:rsid w:val="00F854AD"/>
    <w:rsid w:val="00F868C1"/>
    <w:rsid w:val="00F86A1B"/>
    <w:rsid w:val="00F9199B"/>
    <w:rsid w:val="00F961E7"/>
    <w:rsid w:val="00FA0D74"/>
    <w:rsid w:val="00FA3264"/>
    <w:rsid w:val="00FA42BF"/>
    <w:rsid w:val="00FA5D24"/>
    <w:rsid w:val="00FA795C"/>
    <w:rsid w:val="00FB1B62"/>
    <w:rsid w:val="00FB2B62"/>
    <w:rsid w:val="00FB3B8B"/>
    <w:rsid w:val="00FB443E"/>
    <w:rsid w:val="00FB6C63"/>
    <w:rsid w:val="00FB6F23"/>
    <w:rsid w:val="00FC0AA2"/>
    <w:rsid w:val="00FC21DF"/>
    <w:rsid w:val="00FC2581"/>
    <w:rsid w:val="00FC2606"/>
    <w:rsid w:val="00FC2EFD"/>
    <w:rsid w:val="00FC3002"/>
    <w:rsid w:val="00FC3524"/>
    <w:rsid w:val="00FD021E"/>
    <w:rsid w:val="00FD328D"/>
    <w:rsid w:val="00FD471E"/>
    <w:rsid w:val="00FD5414"/>
    <w:rsid w:val="00FD5772"/>
    <w:rsid w:val="00FD5E0B"/>
    <w:rsid w:val="00FD5FA9"/>
    <w:rsid w:val="00FD773E"/>
    <w:rsid w:val="00FD78EE"/>
    <w:rsid w:val="00FE2FC8"/>
    <w:rsid w:val="00FF1860"/>
    <w:rsid w:val="00FF5126"/>
    <w:rsid w:val="00FF684B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DA4BC"/>
  <w15:docId w15:val="{8AFB9570-F7C7-46C6-BDDF-39A746D1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7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0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03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039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6EF"/>
  </w:style>
  <w:style w:type="paragraph" w:styleId="Footer">
    <w:name w:val="footer"/>
    <w:basedOn w:val="Normal"/>
    <w:link w:val="FooterChar"/>
    <w:uiPriority w:val="99"/>
    <w:unhideWhenUsed/>
    <w:rsid w:val="001D46E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6EF"/>
  </w:style>
  <w:style w:type="character" w:styleId="PlaceholderText">
    <w:name w:val="Placeholder Text"/>
    <w:basedOn w:val="DefaultParagraphFont"/>
    <w:uiPriority w:val="99"/>
    <w:semiHidden/>
    <w:rsid w:val="00E962A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221E0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21E0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A2E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6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0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file:///D:\OneDrive\Documents\TCA\TCA%20TENANTS\HANGAR%20WAITING%20LIST\HANGAR%20WAITING%20LIST.xls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i%20County%20Airport\Documents\Custom%20Office%20Templates\Physical%20Maintenance%20and%20Repairs%20Highlight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FBB1FF19E34B3390267DD4BD27F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503734-DBC4-4725-8ED4-9E4DAC45035C}"/>
      </w:docPartPr>
      <w:docPartBody>
        <w:p w:rsidR="008F0C48" w:rsidRDefault="006A552B"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7429C0200C8742D0A6A3F46E791E6D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49153-118C-4109-90B2-8CF7A7DD1170}"/>
      </w:docPartPr>
      <w:docPartBody>
        <w:p w:rsidR="008F0C48" w:rsidRDefault="006A552B" w:rsidP="006A552B">
          <w:pPr>
            <w:pStyle w:val="7429C0200C8742D0A6A3F46E791E6DC3"/>
          </w:pPr>
          <w:r w:rsidRPr="00A14BE7">
            <w:rPr>
              <w:rStyle w:val="PlaceholderText"/>
            </w:rPr>
            <w:t>[Company]</w:t>
          </w:r>
        </w:p>
      </w:docPartBody>
    </w:docPart>
    <w:docPart>
      <w:docPartPr>
        <w:name w:val="2867606499F44D05AEE2E80279B61B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6EB4B0-0718-4FA3-83F7-69075B97459F}"/>
      </w:docPartPr>
      <w:docPartBody>
        <w:p w:rsidR="008F0C48" w:rsidRDefault="006A552B" w:rsidP="006A552B">
          <w:pPr>
            <w:pStyle w:val="2867606499F44D05AEE2E80279B61B26"/>
          </w:pPr>
          <w:r w:rsidRPr="00A14BE7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52B"/>
    <w:rsid w:val="000B01E3"/>
    <w:rsid w:val="000B2281"/>
    <w:rsid w:val="001C4910"/>
    <w:rsid w:val="00367FF1"/>
    <w:rsid w:val="00432E84"/>
    <w:rsid w:val="005C374C"/>
    <w:rsid w:val="00627FD9"/>
    <w:rsid w:val="006A552B"/>
    <w:rsid w:val="007A0FE1"/>
    <w:rsid w:val="007B62C7"/>
    <w:rsid w:val="00806532"/>
    <w:rsid w:val="008F0C48"/>
    <w:rsid w:val="009F4811"/>
    <w:rsid w:val="00A50D57"/>
    <w:rsid w:val="00AD758B"/>
    <w:rsid w:val="00B50350"/>
    <w:rsid w:val="00D14BB2"/>
    <w:rsid w:val="00DC5C71"/>
    <w:rsid w:val="00E036D0"/>
    <w:rsid w:val="00FC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67FF1"/>
    <w:rPr>
      <w:color w:val="808080"/>
    </w:rPr>
  </w:style>
  <w:style w:type="paragraph" w:customStyle="1" w:styleId="7429C0200C8742D0A6A3F46E791E6DC3">
    <w:name w:val="7429C0200C8742D0A6A3F46E791E6DC3"/>
    <w:rsid w:val="006A552B"/>
  </w:style>
  <w:style w:type="paragraph" w:customStyle="1" w:styleId="2867606499F44D05AEE2E80279B61B26">
    <w:name w:val="2867606499F44D05AEE2E80279B61B26"/>
    <w:rsid w:val="006A55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BCC2B-6F5B-414B-AFAB-CFB33E234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Physical Maintenance and Repairs Highlights.dotx</Template>
  <TotalTime>2230</TotalTime>
  <Pages>4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June 2023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 County Airport</dc:creator>
  <cp:lastModifiedBy>M</cp:lastModifiedBy>
  <cp:revision>602</cp:revision>
  <cp:lastPrinted>2022-09-13T16:31:00Z</cp:lastPrinted>
  <dcterms:created xsi:type="dcterms:W3CDTF">2021-09-13T20:08:00Z</dcterms:created>
  <dcterms:modified xsi:type="dcterms:W3CDTF">2023-07-09T13:14:00Z</dcterms:modified>
</cp:coreProperties>
</file>