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B571" w14:textId="7B02C4F5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395673">
            <w:rPr>
              <w:b/>
              <w:sz w:val="24"/>
              <w:szCs w:val="24"/>
            </w:rPr>
            <w:t>September 2023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75CDBD26" w14:textId="77777777" w:rsidR="00435B3F" w:rsidRDefault="00435B3F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/>
          <w:u w:val="single"/>
        </w:rPr>
        <w:sectPr w:rsidR="00435B3F" w:rsidSect="00BB1517">
          <w:headerReference w:type="default" r:id="rId8"/>
          <w:footerReference w:type="default" r:id="rId9"/>
          <w:pgSz w:w="12240" w:h="15840"/>
          <w:pgMar w:top="1440" w:right="1354" w:bottom="720" w:left="1008" w:header="720" w:footer="720" w:gutter="0"/>
          <w:cols w:space="720"/>
          <w:docGrid w:linePitch="360"/>
        </w:sectPr>
      </w:pPr>
    </w:p>
    <w:p w14:paraId="2A122944" w14:textId="4882DFFB" w:rsidR="00C30BD5" w:rsidRPr="00A41307" w:rsidRDefault="00C30BD5" w:rsidP="00EB5BE3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Bush-Hog</w:t>
      </w:r>
      <w:r w:rsidRPr="00A41307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5C5F1CB" w14:textId="688808D1" w:rsidR="00C30BD5" w:rsidRPr="00F50B51" w:rsidRDefault="00C30BD5" w:rsidP="0057054E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Edger</w:t>
      </w:r>
      <w:r w:rsidRPr="00F50B51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5D9B549" w14:textId="020BCF58" w:rsidR="00C30BD5" w:rsidRPr="008774D3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6C0CA8BA" w14:textId="0EBA6BD1" w:rsidR="00C30BD5" w:rsidRPr="008936B9" w:rsidRDefault="00C30BD5" w:rsidP="005736A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Field</w:t>
      </w:r>
      <w:r w:rsidRPr="008936B9">
        <w:rPr>
          <w:b/>
          <w:u w:val="single"/>
        </w:rPr>
        <w:t xml:space="preserve"> Lighting</w:t>
      </w:r>
      <w:r w:rsidRPr="008936B9">
        <w:rPr>
          <w:b/>
        </w:rPr>
        <w:t>:</w:t>
      </w:r>
      <w:r w:rsidRPr="008936B9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  <w:r w:rsidRPr="000E4B0C">
        <w:rPr>
          <w:b/>
          <w:color w:val="538135" w:themeColor="accent6" w:themeShade="BF"/>
        </w:rPr>
        <w:t xml:space="preserve"> </w:t>
      </w:r>
      <w:r w:rsidRPr="00FC25FF">
        <w:rPr>
          <w:b/>
          <w:i/>
          <w:iCs/>
          <w:color w:val="538135" w:themeColor="accent6" w:themeShade="BF"/>
        </w:rPr>
        <w:t>(Med power)</w:t>
      </w:r>
    </w:p>
    <w:p w14:paraId="3CB1E766" w14:textId="0635AA70" w:rsidR="00C30BD5" w:rsidRPr="00C54EFF" w:rsidRDefault="00C30BD5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Farm</w:t>
      </w:r>
      <w:r w:rsidR="00C54EFF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A87DAEA" w14:textId="3751A047" w:rsidR="00C54EFF" w:rsidRPr="000D4E90" w:rsidRDefault="00C54EFF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>
        <w:rPr>
          <w:b/>
          <w:u w:val="single"/>
        </w:rPr>
        <w:t>Fuel Farm (JET)</w:t>
      </w:r>
      <w:r>
        <w:rPr>
          <w:b/>
        </w:rPr>
        <w:t>:</w:t>
      </w:r>
      <w:r w:rsidR="00750128">
        <w:rPr>
          <w:b/>
        </w:rPr>
        <w:tab/>
      </w:r>
      <w:r w:rsidR="00750128">
        <w:rPr>
          <w:b/>
          <w:color w:val="538135" w:themeColor="accent6" w:themeShade="BF"/>
        </w:rPr>
        <w:t>Full-Op</w:t>
      </w:r>
    </w:p>
    <w:p w14:paraId="10070967" w14:textId="2036D64E" w:rsidR="00C30BD5" w:rsidRPr="00750128" w:rsidRDefault="00C30BD5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750128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049D6507" w14:textId="150861E6" w:rsidR="00750128" w:rsidRPr="00C223DF" w:rsidRDefault="00750128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>
        <w:rPr>
          <w:b/>
          <w:u w:val="single"/>
        </w:rPr>
        <w:t>Fuel Truck (JET)</w:t>
      </w:r>
      <w:r w:rsidR="00CB097E">
        <w:rPr>
          <w:b/>
        </w:rPr>
        <w:t>:</w:t>
      </w:r>
      <w:r w:rsidR="00CB097E">
        <w:rPr>
          <w:b/>
        </w:rPr>
        <w:tab/>
      </w:r>
      <w:r w:rsidR="00CB097E">
        <w:rPr>
          <w:b/>
          <w:color w:val="538135" w:themeColor="accent6" w:themeShade="BF"/>
        </w:rPr>
        <w:t>Full-Op</w:t>
      </w:r>
    </w:p>
    <w:p w14:paraId="7900639F" w14:textId="55C84F08" w:rsidR="00C30BD5" w:rsidRPr="00A25880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Gate, North</w:t>
      </w:r>
      <w:r w:rsidRPr="00C223DF">
        <w:rPr>
          <w:b/>
        </w:rPr>
        <w:t>:</w:t>
      </w:r>
      <w:r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EFAB53D" w14:textId="35AFD103" w:rsidR="00C30BD5" w:rsidRPr="00685A5A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bCs/>
          <w:u w:val="single"/>
        </w:rPr>
        <w:t>Gate, South</w:t>
      </w:r>
      <w:r w:rsidRPr="00685A5A">
        <w:rPr>
          <w:b/>
          <w:bCs/>
        </w:rPr>
        <w:t>:</w:t>
      </w:r>
      <w:r w:rsidRPr="00685A5A">
        <w:rPr>
          <w:b/>
          <w:bCs/>
        </w:rP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13079CFC" w14:textId="4AF024BE" w:rsidR="00C30BD5" w:rsidRPr="008936B9" w:rsidRDefault="00C30BD5" w:rsidP="005736A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Hangars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261E2F63" w14:textId="76F1701F" w:rsidR="00C30BD5" w:rsidRPr="00F50B51" w:rsidRDefault="00CE56E7" w:rsidP="00F578E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Stihl</w:t>
      </w:r>
      <w:r w:rsidR="00C30BD5" w:rsidRPr="00612250">
        <w:rPr>
          <w:b/>
          <w:u w:val="single"/>
        </w:rPr>
        <w:t xml:space="preserve"> Mower</w:t>
      </w:r>
      <w:r w:rsidR="00C30BD5" w:rsidRPr="00F50B51">
        <w:rPr>
          <w:b/>
        </w:rPr>
        <w:t>:</w:t>
      </w:r>
      <w:r w:rsidR="00F578E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F0CB983" w14:textId="36E65E6F" w:rsidR="00C30BD5" w:rsidRPr="00C96997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5635BA8B" w14:textId="23D349D0" w:rsidR="00C30BD5" w:rsidRPr="00C223DF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>
        <w:tab/>
      </w:r>
      <w:r w:rsidR="00D738EC">
        <w:rPr>
          <w:b/>
          <w:color w:val="538135" w:themeColor="accent6" w:themeShade="BF"/>
        </w:rPr>
        <w:t>Full-Op</w:t>
      </w:r>
      <w:bookmarkEnd w:id="0"/>
    </w:p>
    <w:p w14:paraId="66424C52" w14:textId="15BE78D2" w:rsidR="00C30BD5" w:rsidRPr="00C36511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Siteminder:</w:t>
      </w:r>
      <w: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1876E03A" w14:textId="41F5854A" w:rsidR="00C30BD5" w:rsidRPr="00FF1860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South Gate:</w:t>
      </w:r>
      <w: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2384BCE8" w14:textId="548C60BC" w:rsidR="00C30BD5" w:rsidRPr="00C30BD5" w:rsidRDefault="00C30BD5" w:rsidP="00EB5BE3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A41307">
        <w:rPr>
          <w:b/>
          <w:u w:val="single"/>
        </w:rPr>
        <w:t>Square</w:t>
      </w:r>
      <w:r w:rsidRPr="00A41307">
        <w:rPr>
          <w:b/>
        </w:rPr>
        <w:t>:</w:t>
      </w:r>
      <w:r w:rsidRPr="00A4130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364FCDB9" w14:textId="359B56E3" w:rsidR="00C30BD5" w:rsidRPr="00F50B51" w:rsidRDefault="00C30BD5" w:rsidP="00D738E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Tractor</w:t>
      </w:r>
      <w:r w:rsidRPr="00F50B51">
        <w:rPr>
          <w:b/>
        </w:rPr>
        <w:t>:</w:t>
      </w:r>
      <w:r w:rsidR="00496E73"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E9409F3" w14:textId="6BECCE2B" w:rsidR="00C30BD5" w:rsidRPr="00F50B51" w:rsidRDefault="00C30BD5" w:rsidP="00D738E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Weed Trimmer</w:t>
      </w:r>
      <w:r w:rsidRPr="00F50B51">
        <w:rPr>
          <w:b/>
        </w:rPr>
        <w:t>:</w:t>
      </w:r>
      <w:r w:rsidR="00D738EC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777A1A63" w14:textId="77777777" w:rsidR="00F50B51" w:rsidRDefault="00F50B51" w:rsidP="002C748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  <w:sectPr w:rsidR="00F50B51" w:rsidSect="00C30BD5">
          <w:type w:val="continuous"/>
          <w:pgSz w:w="12240" w:h="15840"/>
          <w:pgMar w:top="1440" w:right="1354" w:bottom="720" w:left="1008" w:header="720" w:footer="720" w:gutter="0"/>
          <w:cols w:num="2" w:sep="1" w:space="0" w:equalWidth="0">
            <w:col w:w="4752" w:space="0"/>
            <w:col w:w="5126"/>
          </w:cols>
          <w:docGrid w:linePitch="360"/>
        </w:sectPr>
      </w:pPr>
    </w:p>
    <w:p w14:paraId="351B6419" w14:textId="76AE3FCE" w:rsidR="00CB097E" w:rsidRDefault="00C1683D" w:rsidP="00CB097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</w:pPr>
      <w:r w:rsidRPr="00F65259">
        <w:rPr>
          <w:b/>
          <w:noProof/>
          <w:color w:val="2E74B5" w:themeColor="accent5" w:themeShade="BF"/>
          <w:u w:val="singl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7D1FA53" wp14:editId="726B219C">
                <wp:simplePos x="0" y="0"/>
                <wp:positionH relativeFrom="column">
                  <wp:posOffset>4344670</wp:posOffset>
                </wp:positionH>
                <wp:positionV relativeFrom="paragraph">
                  <wp:posOffset>97155</wp:posOffset>
                </wp:positionV>
                <wp:extent cx="527050" cy="1454150"/>
                <wp:effectExtent l="0" t="0" r="25400" b="127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14541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4033E" w14:textId="77777777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A = 3</w:t>
                            </w:r>
                          </w:p>
                          <w:p w14:paraId="097D4C86" w14:textId="77777777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B = 5</w:t>
                            </w:r>
                          </w:p>
                          <w:p w14:paraId="26ED72D8" w14:textId="6583EDA2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C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8092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7E5B8ADA" w14:textId="6B2798A4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D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4F4D61EF" w14:textId="4AA171BF" w:rsidR="00F65259" w:rsidRPr="00C1683D" w:rsidRDefault="00F65259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E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38037F7C" w14:textId="36F065F4" w:rsidR="006D5B6E" w:rsidRPr="00C1683D" w:rsidRDefault="006D5B6E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F = 4</w:t>
                            </w:r>
                          </w:p>
                          <w:p w14:paraId="4AAEC8E4" w14:textId="0B022EFC" w:rsidR="006D5B6E" w:rsidRPr="00C1683D" w:rsidRDefault="006D5B6E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G = 4</w:t>
                            </w:r>
                          </w:p>
                          <w:p w14:paraId="6C2ADC58" w14:textId="58B404E2" w:rsidR="00580925" w:rsidRPr="00C1683D" w:rsidRDefault="00580925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double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double"/>
                              </w:rPr>
                              <w:t>T = 7</w:t>
                            </w:r>
                          </w:p>
                          <w:p w14:paraId="5814D9CC" w14:textId="0490FE7D" w:rsidR="00580925" w:rsidRPr="00C1683D" w:rsidRDefault="00580925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09C7474A" w14:textId="43F660CF" w:rsidR="00B93603" w:rsidRPr="00C1683D" w:rsidRDefault="00C1683D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37</w:t>
                            </w:r>
                          </w:p>
                          <w:p w14:paraId="6018E0E7" w14:textId="448CBBC3" w:rsidR="00C1683D" w:rsidRPr="00C1683D" w:rsidRDefault="00C1683D" w:rsidP="00C1683D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TOTAL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1FA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2.1pt;margin-top:7.65pt;width:41.5pt;height:114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" fillcolor="white [3201]" strokecolor="#5b9bd5 [3208]" strokeweight="1pt">
                <v:textbox>
                  <w:txbxContent>
                    <w:p w14:paraId="5E84033E" w14:textId="77777777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A = 3</w:t>
                      </w:r>
                    </w:p>
                    <w:p w14:paraId="097D4C86" w14:textId="77777777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B = 5</w:t>
                      </w:r>
                    </w:p>
                    <w:p w14:paraId="26ED72D8" w14:textId="6583EDA2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C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="0058092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4</w:t>
                      </w:r>
                    </w:p>
                    <w:p w14:paraId="7E5B8ADA" w14:textId="6B2798A4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D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4F4D61EF" w14:textId="4AA171BF" w:rsidR="00F65259" w:rsidRPr="00C1683D" w:rsidRDefault="00F65259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E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38037F7C" w14:textId="36F065F4" w:rsidR="006D5B6E" w:rsidRPr="00C1683D" w:rsidRDefault="006D5B6E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F = 4</w:t>
                      </w:r>
                    </w:p>
                    <w:p w14:paraId="4AAEC8E4" w14:textId="0B022EFC" w:rsidR="006D5B6E" w:rsidRPr="00C1683D" w:rsidRDefault="006D5B6E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G = 4</w:t>
                      </w:r>
                    </w:p>
                    <w:p w14:paraId="6C2ADC58" w14:textId="58B404E2" w:rsidR="00580925" w:rsidRPr="00C1683D" w:rsidRDefault="00580925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double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double"/>
                        </w:rPr>
                        <w:t>T = 7</w:t>
                      </w:r>
                    </w:p>
                    <w:p w14:paraId="5814D9CC" w14:textId="0490FE7D" w:rsidR="00580925" w:rsidRPr="00C1683D" w:rsidRDefault="00580925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single"/>
                        </w:rPr>
                      </w:pPr>
                    </w:p>
                    <w:p w14:paraId="09C7474A" w14:textId="43F660CF" w:rsidR="00B93603" w:rsidRPr="00C1683D" w:rsidRDefault="00C1683D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37</w:t>
                      </w:r>
                    </w:p>
                    <w:p w14:paraId="6018E0E7" w14:textId="448CBBC3" w:rsidR="00C1683D" w:rsidRPr="00C1683D" w:rsidRDefault="00C1683D" w:rsidP="00C1683D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TOTAL</w:t>
                      </w:r>
                    </w:p>
                  </w:txbxContent>
                </v:textbox>
              </v:shape>
            </w:pict>
          </mc:Fallback>
        </mc:AlternateContent>
      </w:r>
    </w:p>
    <w:p w14:paraId="5276657F" w14:textId="65A02C7B" w:rsidR="009B6E44" w:rsidRDefault="00F65259" w:rsidP="00162F15">
      <w:pPr>
        <w:pStyle w:val="ListParagraph"/>
        <w:spacing w:before="120" w:after="0" w:line="240" w:lineRule="auto"/>
        <w:ind w:left="0" w:firstLine="360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4670F23C" w14:textId="7ADFE10E" w:rsidR="004B51E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503B03">
        <w:rPr>
          <w:b/>
          <w:bCs/>
          <w:color w:val="2E74B5" w:themeColor="accent5" w:themeShade="BF"/>
          <w:u w:val="single"/>
        </w:rPr>
        <w:t>6</w:t>
      </w:r>
      <w:r w:rsidR="00856C57" w:rsidRPr="006A0A05">
        <w:rPr>
          <w:color w:val="2E74B5" w:themeColor="accent5" w:themeShade="BF"/>
        </w:rPr>
        <w:t xml:space="preserve"> of 3</w:t>
      </w:r>
      <w:r w:rsidR="009B6E44">
        <w:rPr>
          <w:color w:val="2E74B5" w:themeColor="accent5" w:themeShade="BF"/>
        </w:rPr>
        <w:t>7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</w:p>
    <w:p w14:paraId="73E93814" w14:textId="2AA63CA3" w:rsidR="00DE4C47" w:rsidRPr="0042787A" w:rsidRDefault="00D66785" w:rsidP="004B51E8">
      <w:pPr>
        <w:pStyle w:val="ListParagraph"/>
        <w:spacing w:after="0" w:line="240" w:lineRule="auto"/>
        <w:ind w:firstLine="720"/>
        <w:contextualSpacing w:val="0"/>
        <w:rPr>
          <w:color w:val="2E74B5" w:themeColor="accent5" w:themeShade="BF"/>
        </w:rPr>
      </w:pPr>
      <w:r w:rsidRPr="006A0A05">
        <w:rPr>
          <w:i/>
          <w:iCs/>
          <w:color w:val="2E74B5" w:themeColor="accent5" w:themeShade="BF"/>
        </w:rPr>
        <w:t>(T, Box, Double Box, &amp; Commercial)</w:t>
      </w:r>
    </w:p>
    <w:p w14:paraId="55193AD8" w14:textId="4ECCEB07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503B03">
        <w:rPr>
          <w:b/>
          <w:bCs/>
          <w:color w:val="2E74B5" w:themeColor="accent5" w:themeShade="BF"/>
          <w:u w:val="single"/>
        </w:rPr>
        <w:t>4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</w:t>
      </w:r>
      <w:r w:rsidR="00815E99">
        <w:rPr>
          <w:color w:val="2E74B5" w:themeColor="accent5" w:themeShade="BF"/>
        </w:rPr>
        <w:t>s</w:t>
      </w:r>
      <w:r w:rsidR="00DE4C47" w:rsidRPr="006A0A05">
        <w:rPr>
          <w:color w:val="2E74B5" w:themeColor="accent5" w:themeShade="BF"/>
        </w:rPr>
        <w:t xml:space="preserve">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44F2F79A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646128F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C3BFFF6" w14:textId="0E88F450" w:rsidR="00725157" w:rsidRPr="00BF5D18" w:rsidRDefault="001926BE" w:rsidP="00CB097E">
      <w:pPr>
        <w:tabs>
          <w:tab w:val="left" w:pos="2250"/>
        </w:tabs>
        <w:spacing w:before="120" w:after="0" w:line="240" w:lineRule="auto"/>
        <w:ind w:left="720"/>
        <w:rPr>
          <w:color w:val="2E74B5" w:themeColor="accent5" w:themeShade="BF"/>
        </w:rPr>
      </w:pPr>
      <w:hyperlink r:id="rId10" w:history="1">
        <w:r w:rsidR="005A664C" w:rsidRPr="00221E08">
          <w:rPr>
            <w:rStyle w:val="Hyperlink"/>
            <w:b/>
            <w:bCs/>
          </w:rPr>
          <w:t>WAITING LIST</w:t>
        </w:r>
      </w:hyperlink>
      <w:r w:rsidR="005A664C"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503B03">
        <w:rPr>
          <w:color w:val="2E74B5" w:themeColor="accent5" w:themeShade="BF"/>
          <w:u w:val="single"/>
        </w:rPr>
        <w:t>none on waiting list.</w:t>
      </w:r>
    </w:p>
    <w:p w14:paraId="306EE6F9" w14:textId="77777777" w:rsidR="00CB7799" w:rsidRDefault="00CB7799" w:rsidP="00C53665">
      <w:pPr>
        <w:spacing w:before="120" w:after="0" w:line="240" w:lineRule="auto"/>
        <w:ind w:left="720" w:hanging="720"/>
        <w:jc w:val="both"/>
        <w:rPr>
          <w:b/>
          <w:sz w:val="20"/>
          <w:szCs w:val="20"/>
        </w:rPr>
      </w:pPr>
    </w:p>
    <w:p w14:paraId="6F628DCC" w14:textId="77777777" w:rsidR="00CB7799" w:rsidRDefault="00CB7799" w:rsidP="00C53665">
      <w:pPr>
        <w:spacing w:before="120" w:after="0" w:line="240" w:lineRule="auto"/>
        <w:ind w:left="720" w:hanging="720"/>
        <w:jc w:val="both"/>
        <w:rPr>
          <w:b/>
          <w:sz w:val="20"/>
          <w:szCs w:val="20"/>
        </w:rPr>
      </w:pPr>
    </w:p>
    <w:p w14:paraId="1C29A740" w14:textId="299FB7FF" w:rsidR="00F05ADB" w:rsidRDefault="00582552" w:rsidP="00C53665">
      <w:pPr>
        <w:spacing w:before="120" w:after="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07EC65F3" w14:textId="0BFF89C9" w:rsidR="00CC4FCD" w:rsidRPr="00CC4FCD" w:rsidRDefault="002C2584" w:rsidP="00953493">
      <w:pPr>
        <w:pStyle w:val="ListParagraph"/>
        <w:numPr>
          <w:ilvl w:val="0"/>
          <w:numId w:val="12"/>
        </w:numPr>
        <w:tabs>
          <w:tab w:val="left" w:pos="9360"/>
        </w:tabs>
        <w:spacing w:afterLines="60" w:after="144" w:line="240" w:lineRule="auto"/>
        <w:ind w:right="51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.</w:t>
      </w:r>
      <w:r w:rsidR="007300C6">
        <w:br w:type="page"/>
      </w:r>
    </w:p>
    <w:p w14:paraId="06298E52" w14:textId="7412B361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395673">
            <w:rPr>
              <w:b/>
              <w:sz w:val="24"/>
              <w:szCs w:val="24"/>
            </w:rPr>
            <w:t>September</w:t>
          </w:r>
          <w:r w:rsidR="002C2584">
            <w:rPr>
              <w:b/>
              <w:sz w:val="24"/>
              <w:szCs w:val="24"/>
            </w:rPr>
            <w:t xml:space="preserve"> 2023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4116290E" w14:textId="77777777" w:rsidR="00D518A6" w:rsidRPr="00D518A6" w:rsidRDefault="00D518A6" w:rsidP="00D518A6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D518A6">
        <w:rPr>
          <w:rFonts w:ascii="Consolas" w:hAnsi="Consolas"/>
          <w:iCs/>
          <w:sz w:val="24"/>
          <w:szCs w:val="24"/>
        </w:rPr>
        <w:t>End of Month September 2023 on hand:</w:t>
      </w:r>
    </w:p>
    <w:p w14:paraId="0A31DE13" w14:textId="77777777" w:rsidR="00D518A6" w:rsidRPr="00D518A6" w:rsidRDefault="00D518A6" w:rsidP="00D518A6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3621262A" w14:textId="77777777" w:rsidR="00D518A6" w:rsidRPr="00D518A6" w:rsidRDefault="00D518A6" w:rsidP="00D518A6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D518A6">
        <w:rPr>
          <w:rFonts w:ascii="Consolas" w:hAnsi="Consolas"/>
          <w:iCs/>
          <w:sz w:val="24"/>
          <w:szCs w:val="24"/>
        </w:rPr>
        <w:t>1) 100 LL</w:t>
      </w:r>
    </w:p>
    <w:p w14:paraId="30C1F9FE" w14:textId="77777777" w:rsidR="00D518A6" w:rsidRPr="00D518A6" w:rsidRDefault="00D518A6" w:rsidP="00D518A6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D518A6">
        <w:rPr>
          <w:rFonts w:ascii="Consolas" w:hAnsi="Consolas"/>
          <w:iCs/>
          <w:sz w:val="24"/>
          <w:szCs w:val="24"/>
        </w:rPr>
        <w:t xml:space="preserve">   a) Fuel Farm Tank: 4,477.33</w:t>
      </w:r>
    </w:p>
    <w:p w14:paraId="1CA04BDC" w14:textId="77777777" w:rsidR="00D518A6" w:rsidRPr="00D518A6" w:rsidRDefault="00D518A6" w:rsidP="00D518A6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D518A6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4C8AEE71" w14:textId="77777777" w:rsidR="00D518A6" w:rsidRPr="00D518A6" w:rsidRDefault="00D518A6" w:rsidP="00D518A6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D518A6">
        <w:rPr>
          <w:rFonts w:ascii="Consolas" w:hAnsi="Consolas"/>
          <w:iCs/>
          <w:sz w:val="24"/>
          <w:szCs w:val="24"/>
        </w:rPr>
        <w:t xml:space="preserve">               Total: 5,234.46</w:t>
      </w:r>
    </w:p>
    <w:p w14:paraId="08EA55BF" w14:textId="77777777" w:rsidR="00D518A6" w:rsidRPr="00D518A6" w:rsidRDefault="00D518A6" w:rsidP="00D518A6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20E83B0F" w14:textId="77777777" w:rsidR="00D518A6" w:rsidRPr="00D518A6" w:rsidRDefault="00D518A6" w:rsidP="00D518A6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D518A6">
        <w:rPr>
          <w:rFonts w:ascii="Consolas" w:hAnsi="Consolas"/>
          <w:iCs/>
          <w:sz w:val="24"/>
          <w:szCs w:val="24"/>
        </w:rPr>
        <w:t>2) JET A</w:t>
      </w:r>
    </w:p>
    <w:p w14:paraId="082E6A8C" w14:textId="77777777" w:rsidR="00D518A6" w:rsidRPr="00D518A6" w:rsidRDefault="00D518A6" w:rsidP="00D518A6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D518A6">
        <w:rPr>
          <w:rFonts w:ascii="Consolas" w:hAnsi="Consolas"/>
          <w:iCs/>
          <w:sz w:val="24"/>
          <w:szCs w:val="24"/>
        </w:rPr>
        <w:t xml:space="preserve">   a) Fuel Farm Tank: 5,985.96</w:t>
      </w:r>
    </w:p>
    <w:p w14:paraId="77BA23E5" w14:textId="77777777" w:rsidR="00D518A6" w:rsidRPr="00D518A6" w:rsidRDefault="00D518A6" w:rsidP="00D518A6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D518A6">
        <w:rPr>
          <w:rFonts w:ascii="Consolas" w:hAnsi="Consolas"/>
          <w:iCs/>
          <w:sz w:val="24"/>
          <w:szCs w:val="24"/>
        </w:rPr>
        <w:t xml:space="preserve">   b) Fuel Truck:        757.13</w:t>
      </w:r>
    </w:p>
    <w:p w14:paraId="3AFFFA62" w14:textId="77777777" w:rsidR="00D518A6" w:rsidRPr="00D518A6" w:rsidRDefault="00D518A6" w:rsidP="00D518A6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D518A6">
        <w:rPr>
          <w:rFonts w:ascii="Consolas" w:hAnsi="Consolas"/>
          <w:iCs/>
          <w:sz w:val="24"/>
          <w:szCs w:val="24"/>
        </w:rPr>
        <w:t xml:space="preserve">               Total: 6,743.09</w:t>
      </w:r>
    </w:p>
    <w:p w14:paraId="0935548D" w14:textId="77777777" w:rsidR="00D518A6" w:rsidRPr="00D518A6" w:rsidRDefault="00D518A6" w:rsidP="00D518A6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D518A6">
        <w:rPr>
          <w:rFonts w:ascii="Consolas" w:hAnsi="Consolas"/>
          <w:iCs/>
          <w:sz w:val="24"/>
          <w:szCs w:val="24"/>
        </w:rPr>
        <w:t>Fuel delivery (World Fuel) Invoice # 964573</w:t>
      </w:r>
    </w:p>
    <w:p w14:paraId="0800E742" w14:textId="77777777" w:rsidR="00395673" w:rsidRDefault="00D518A6" w:rsidP="00D518A6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D518A6">
        <w:rPr>
          <w:rFonts w:ascii="Consolas" w:hAnsi="Consolas"/>
          <w:iCs/>
          <w:sz w:val="24"/>
          <w:szCs w:val="24"/>
        </w:rPr>
        <w:t>August 2, 2023 - 7,921 gallons</w:t>
      </w:r>
      <w:r w:rsidR="00395673">
        <w:rPr>
          <w:rFonts w:ascii="Consolas" w:hAnsi="Consolas"/>
          <w:iCs/>
          <w:sz w:val="24"/>
          <w:szCs w:val="24"/>
        </w:rPr>
        <w:t xml:space="preserve"> | </w:t>
      </w:r>
      <w:r w:rsidRPr="00D518A6">
        <w:rPr>
          <w:rFonts w:ascii="Consolas" w:hAnsi="Consolas"/>
          <w:iCs/>
          <w:sz w:val="24"/>
          <w:szCs w:val="24"/>
        </w:rPr>
        <w:t>$31.678.87</w:t>
      </w:r>
    </w:p>
    <w:p w14:paraId="68582D82" w14:textId="6D3792A0" w:rsidR="004075CA" w:rsidRPr="00BB1517" w:rsidRDefault="004075CA" w:rsidP="00D518A6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BB1517">
        <w:rPr>
          <w:rFonts w:ascii="Consolas" w:hAnsi="Consolas"/>
          <w:iCs/>
          <w:sz w:val="24"/>
          <w:szCs w:val="24"/>
        </w:rPr>
        <w:br w:type="page"/>
      </w:r>
    </w:p>
    <w:p w14:paraId="5CF6C652" w14:textId="073BDCF5" w:rsidR="007B7905" w:rsidRPr="00EA569A" w:rsidRDefault="001926BE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395673">
            <w:rPr>
              <w:b/>
              <w:sz w:val="24"/>
              <w:szCs w:val="24"/>
            </w:rPr>
            <w:t>September 2023</w:t>
          </w:r>
        </w:sdtContent>
      </w:sdt>
    </w:p>
    <w:p w14:paraId="15D44A00" w14:textId="78CBC167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28021F">
        <w:rPr>
          <w:rFonts w:ascii="Consolas" w:hAnsi="Consolas"/>
          <w:b/>
          <w:bCs/>
          <w:iCs/>
          <w:sz w:val="24"/>
          <w:szCs w:val="24"/>
        </w:rPr>
        <w:t>1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28021F">
        <w:rPr>
          <w:rFonts w:ascii="Consolas" w:hAnsi="Consolas"/>
          <w:b/>
          <w:bCs/>
          <w:iCs/>
          <w:sz w:val="24"/>
          <w:szCs w:val="24"/>
        </w:rPr>
        <w:t>3</w:t>
      </w:r>
    </w:p>
    <w:p w14:paraId="32D945F4" w14:textId="77449FE6" w:rsidR="008A7EE0" w:rsidRDefault="00557421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557421">
        <w:drawing>
          <wp:inline distT="0" distB="0" distL="0" distR="0" wp14:anchorId="1EB724A8" wp14:editId="50E6598D">
            <wp:extent cx="6272530" cy="3408680"/>
            <wp:effectExtent l="0" t="0" r="0" b="1270"/>
            <wp:docPr id="1667076076" name="Picture 1" descr="A table with numbers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076076" name="Picture 1" descr="A table with numbers and numbers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7253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6E70DA" w14:textId="3C73A524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</w:t>
      </w:r>
      <w:r w:rsidR="0028021F">
        <w:rPr>
          <w:rFonts w:ascii="Consolas" w:hAnsi="Consolas"/>
          <w:b/>
          <w:bCs/>
          <w:iCs/>
          <w:sz w:val="24"/>
          <w:szCs w:val="24"/>
        </w:rPr>
        <w:t>1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28021F">
        <w:rPr>
          <w:rFonts w:ascii="Consolas" w:hAnsi="Consolas"/>
          <w:b/>
          <w:bCs/>
          <w:iCs/>
          <w:sz w:val="24"/>
          <w:szCs w:val="24"/>
        </w:rPr>
        <w:t>3</w:t>
      </w:r>
    </w:p>
    <w:p w14:paraId="03C77364" w14:textId="6C2C8E47" w:rsidR="004B4DA8" w:rsidRDefault="00E22BD2" w:rsidP="00C96545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E22BD2">
        <w:drawing>
          <wp:inline distT="0" distB="0" distL="0" distR="0" wp14:anchorId="045B3AC0" wp14:editId="250448C4">
            <wp:extent cx="6272530" cy="3408680"/>
            <wp:effectExtent l="0" t="0" r="0" b="1270"/>
            <wp:docPr id="430299673" name="Picture 1" descr="A table with numbers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299673" name="Picture 1" descr="A table with numbers and numbers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7253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03741" w14:textId="3732C5A7" w:rsidR="00581B13" w:rsidRDefault="009E64E9" w:rsidP="002B5D41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1D576AE" wp14:editId="6536B0F9">
            <wp:extent cx="5300662" cy="3848100"/>
            <wp:effectExtent l="0" t="0" r="14605" b="0"/>
            <wp:docPr id="113124260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54CE7B1-E04D-4D72-A041-C8D8B31683A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1EA2F06" w14:textId="611D7B80" w:rsidR="000512AC" w:rsidRDefault="00A00E06" w:rsidP="008863EA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 w:rsidRPr="00A00E06">
        <w:drawing>
          <wp:anchor distT="0" distB="0" distL="114300" distR="114300" simplePos="0" relativeHeight="251677696" behindDoc="0" locked="0" layoutInCell="1" allowOverlap="1" wp14:anchorId="52A4491B" wp14:editId="2C447C97">
            <wp:simplePos x="0" y="0"/>
            <wp:positionH relativeFrom="column">
              <wp:posOffset>3630537</wp:posOffset>
            </wp:positionH>
            <wp:positionV relativeFrom="paragraph">
              <wp:posOffset>679296</wp:posOffset>
            </wp:positionV>
            <wp:extent cx="1876425" cy="2103755"/>
            <wp:effectExtent l="0" t="0" r="9525" b="0"/>
            <wp:wrapNone/>
            <wp:docPr id="34762889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10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1815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D835338" wp14:editId="519CE53E">
                <wp:simplePos x="0" y="0"/>
                <wp:positionH relativeFrom="column">
                  <wp:posOffset>484299</wp:posOffset>
                </wp:positionH>
                <wp:positionV relativeFrom="paragraph">
                  <wp:posOffset>111125</wp:posOffset>
                </wp:positionV>
                <wp:extent cx="2547620" cy="3255645"/>
                <wp:effectExtent l="0" t="0" r="5080" b="1905"/>
                <wp:wrapNone/>
                <wp:docPr id="3" name="Group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C3D57C-B04E-9627-D539-9DE541D699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7620" cy="3255645"/>
                          <a:chOff x="0" y="0"/>
                          <a:chExt cx="2547938" cy="3273624"/>
                        </a:xfrm>
                      </wpg:grpSpPr>
                      <wpg:graphicFrame>
                        <wpg:cNvPr id="1330176988" name="Chart 1330176988">
                          <a:extLst>
                            <a:ext uri="{FF2B5EF4-FFF2-40B4-BE49-F238E27FC236}">
                              <a16:creationId xmlns:a16="http://schemas.microsoft.com/office/drawing/2014/main" id="{F479FEB2-573D-DE56-0F25-524423513092}"/>
                            </a:ext>
                          </a:extLst>
                        </wpg:cNvPr>
                        <wpg:cNvFrPr/>
                        <wpg:xfrm>
                          <a:off x="0" y="0"/>
                          <a:ext cx="2547938" cy="3273624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"/>
                          </a:graphicData>
                        </a:graphic>
                      </wpg:graphicFrame>
                      <wps:wsp>
                        <wps:cNvPr id="1173336445" name="Straight Connector 1173336445">
                          <a:extLst>
                            <a:ext uri="{FF2B5EF4-FFF2-40B4-BE49-F238E27FC236}">
                              <a16:creationId xmlns:a16="http://schemas.microsoft.com/office/drawing/2014/main" id="{246A10E6-9EF0-07F3-652C-2FC0B86CA8EF}"/>
                            </a:ext>
                          </a:extLst>
                        </wps:cNvPr>
                        <wps:cNvCnPr/>
                        <wps:spPr>
                          <a:xfrm>
                            <a:off x="958450" y="850701"/>
                            <a:ext cx="457200" cy="0"/>
                          </a:xfrm>
                          <a:prstGeom prst="line">
                            <a:avLst/>
                          </a:prstGeom>
                          <a:ln w="38100" cap="rnd" cmpd="sng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0917318" name="Straight Connector 1780917318">
                          <a:extLst>
                            <a:ext uri="{FF2B5EF4-FFF2-40B4-BE49-F238E27FC236}">
                              <a16:creationId xmlns:a16="http://schemas.microsoft.com/office/drawing/2014/main" id="{A701FC36-E581-481D-9F1E-7EC11A2230F8}"/>
                            </a:ext>
                          </a:extLst>
                        </wps:cNvPr>
                        <wps:cNvCnPr/>
                        <wps:spPr>
                          <a:xfrm>
                            <a:off x="1494228" y="445907"/>
                            <a:ext cx="457199" cy="0"/>
                          </a:xfrm>
                          <a:prstGeom prst="line">
                            <a:avLst/>
                          </a:prstGeom>
                          <a:ln w="38100" cap="rnd" cmpd="sng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7927516" name="Straight Connector 1527927516">
                          <a:extLst>
                            <a:ext uri="{FF2B5EF4-FFF2-40B4-BE49-F238E27FC236}">
                              <a16:creationId xmlns:a16="http://schemas.microsoft.com/office/drawing/2014/main" id="{5A775EC4-0DAD-908A-0F71-7E076E11431F}"/>
                            </a:ext>
                          </a:extLst>
                        </wps:cNvPr>
                        <wps:cNvCnPr/>
                        <wps:spPr>
                          <a:xfrm>
                            <a:off x="950304" y="2450213"/>
                            <a:ext cx="482274" cy="1649"/>
                          </a:xfrm>
                          <a:prstGeom prst="line">
                            <a:avLst/>
                          </a:prstGeom>
                          <a:ln w="19050" cap="flat" cmpd="sng" algn="ctr">
                            <a:solidFill>
                              <a:schemeClr val="accent6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6155040" name="Straight Connector 826155040">
                          <a:extLst>
                            <a:ext uri="{FF2B5EF4-FFF2-40B4-BE49-F238E27FC236}">
                              <a16:creationId xmlns:a16="http://schemas.microsoft.com/office/drawing/2014/main" id="{3E2159D1-9B34-4EE0-9250-1B689E99B736}"/>
                            </a:ext>
                          </a:extLst>
                        </wps:cNvPr>
                        <wps:cNvCnPr/>
                        <wps:spPr>
                          <a:xfrm>
                            <a:off x="1482328" y="2059187"/>
                            <a:ext cx="506015" cy="0"/>
                          </a:xfrm>
                          <a:prstGeom prst="line">
                            <a:avLst/>
                          </a:prstGeom>
                          <a:ln w="19050" cap="flat" cmpd="sng" algn="ctr">
                            <a:solidFill>
                              <a:schemeClr val="accent3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BB1FA3" id="Group 2" o:spid="_x0000_s1026" style="position:absolute;margin-left:38.15pt;margin-top:8.75pt;width:200.6pt;height:256.35pt;z-index:251676672" coordsize="25479,32736" o:gfxdata="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hart 1330176988" o:spid="_x0000_s1027" type="#_x0000_t75" style="position:absolute;left:-60;top:-61;width:25605;height:32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">
                  <v:imagedata r:id="rId16" o:title=""/>
                  <o:lock v:ext="edit" aspectratio="f"/>
                </v:shape>
                <v:line id="Straight Connector 1173336445" o:spid="_x0000_s1028" style="position:absolute;visibility:visible;mso-wrap-style:square" from="9584,8507" to="14156,8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" strokecolor="#00b050" strokeweight="3pt">
                  <v:stroke joinstyle="miter" endcap="round"/>
                </v:line>
                <v:line id="Straight Connector 1780917318" o:spid="_x0000_s1029" style="position:absolute;visibility:visible;mso-wrap-style:square" from="14942,4459" to="19514,4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" strokecolor="#00b050" strokeweight="3pt">
                  <v:stroke joinstyle="miter" endcap="round"/>
                </v:line>
                <v:line id="Straight Connector 1527927516" o:spid="_x0000_s1030" style="position:absolute;visibility:visible;mso-wrap-style:square" from="9503,24502" to="14325,24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" strokecolor="#70ad47 [3209]" strokeweight="1.5pt">
                  <v:stroke dashstyle="dash"/>
                </v:line>
                <v:line id="Straight Connector 826155040" o:spid="_x0000_s1031" style="position:absolute;visibility:visible;mso-wrap-style:square" from="14823,20591" to="19883,20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" strokecolor="#a5a5a5 [3206]" strokeweight="1.5pt">
                  <v:stroke dashstyle="dash"/>
                </v:line>
              </v:group>
            </w:pict>
          </mc:Fallback>
        </mc:AlternateContent>
      </w:r>
      <w:r w:rsidR="00D94970" w:rsidRPr="00D94970">
        <w:t xml:space="preserve"> </w:t>
      </w:r>
    </w:p>
    <w:sectPr w:rsidR="000512AC" w:rsidSect="00435B3F">
      <w:type w:val="continuous"/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FDF35" w14:textId="77777777" w:rsidR="002A3476" w:rsidRDefault="002A3476" w:rsidP="001D46EF">
      <w:pPr>
        <w:spacing w:after="0" w:line="240" w:lineRule="auto"/>
      </w:pPr>
      <w:r>
        <w:separator/>
      </w:r>
    </w:p>
  </w:endnote>
  <w:endnote w:type="continuationSeparator" w:id="0">
    <w:p w14:paraId="46D64590" w14:textId="77777777" w:rsidR="002A3476" w:rsidRDefault="002A3476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DCBDF" w14:textId="77777777" w:rsidR="002A3476" w:rsidRDefault="002A3476" w:rsidP="001D46EF">
      <w:pPr>
        <w:spacing w:after="0" w:line="240" w:lineRule="auto"/>
      </w:pPr>
      <w:r>
        <w:separator/>
      </w:r>
    </w:p>
  </w:footnote>
  <w:footnote w:type="continuationSeparator" w:id="0">
    <w:p w14:paraId="5E6EE3B3" w14:textId="77777777" w:rsidR="002A3476" w:rsidRDefault="002A3476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706808"/>
    <w:multiLevelType w:val="hybridMultilevel"/>
    <w:tmpl w:val="A79447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3"/>
  </w:num>
  <w:num w:numId="2" w16cid:durableId="1541285038">
    <w:abstractNumId w:val="10"/>
  </w:num>
  <w:num w:numId="3" w16cid:durableId="1313634739">
    <w:abstractNumId w:val="11"/>
  </w:num>
  <w:num w:numId="4" w16cid:durableId="513959383">
    <w:abstractNumId w:val="4"/>
  </w:num>
  <w:num w:numId="5" w16cid:durableId="1674920178">
    <w:abstractNumId w:val="7"/>
  </w:num>
  <w:num w:numId="6" w16cid:durableId="425923737">
    <w:abstractNumId w:val="5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9"/>
  </w:num>
  <w:num w:numId="10" w16cid:durableId="338897734">
    <w:abstractNumId w:val="6"/>
  </w:num>
  <w:num w:numId="11" w16cid:durableId="167445926">
    <w:abstractNumId w:val="8"/>
  </w:num>
  <w:num w:numId="12" w16cid:durableId="1049257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04B85"/>
    <w:rsid w:val="00010A7B"/>
    <w:rsid w:val="0001624B"/>
    <w:rsid w:val="000163FF"/>
    <w:rsid w:val="00017A48"/>
    <w:rsid w:val="000204E8"/>
    <w:rsid w:val="0002077A"/>
    <w:rsid w:val="00020ECF"/>
    <w:rsid w:val="000218E6"/>
    <w:rsid w:val="00021ACA"/>
    <w:rsid w:val="00022674"/>
    <w:rsid w:val="0002290A"/>
    <w:rsid w:val="000230D3"/>
    <w:rsid w:val="0002434B"/>
    <w:rsid w:val="000244B4"/>
    <w:rsid w:val="00025901"/>
    <w:rsid w:val="000267F4"/>
    <w:rsid w:val="00027387"/>
    <w:rsid w:val="000309A9"/>
    <w:rsid w:val="00030FA7"/>
    <w:rsid w:val="000318AB"/>
    <w:rsid w:val="000334F3"/>
    <w:rsid w:val="00035066"/>
    <w:rsid w:val="00037B4B"/>
    <w:rsid w:val="000406C6"/>
    <w:rsid w:val="00042738"/>
    <w:rsid w:val="00042F05"/>
    <w:rsid w:val="000441BC"/>
    <w:rsid w:val="000443CB"/>
    <w:rsid w:val="00044452"/>
    <w:rsid w:val="000503D5"/>
    <w:rsid w:val="0005097B"/>
    <w:rsid w:val="000512AC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1F55"/>
    <w:rsid w:val="000624E1"/>
    <w:rsid w:val="000631D3"/>
    <w:rsid w:val="00070BDE"/>
    <w:rsid w:val="00072264"/>
    <w:rsid w:val="00072AF7"/>
    <w:rsid w:val="00073494"/>
    <w:rsid w:val="0007595A"/>
    <w:rsid w:val="00075980"/>
    <w:rsid w:val="00077031"/>
    <w:rsid w:val="00077B6C"/>
    <w:rsid w:val="00080CB7"/>
    <w:rsid w:val="0008201C"/>
    <w:rsid w:val="00082FD4"/>
    <w:rsid w:val="0008506B"/>
    <w:rsid w:val="000851EB"/>
    <w:rsid w:val="00085C0C"/>
    <w:rsid w:val="000947E8"/>
    <w:rsid w:val="00097CBF"/>
    <w:rsid w:val="000A0A88"/>
    <w:rsid w:val="000A2668"/>
    <w:rsid w:val="000A2768"/>
    <w:rsid w:val="000A40BC"/>
    <w:rsid w:val="000A5981"/>
    <w:rsid w:val="000A7A79"/>
    <w:rsid w:val="000B0D3C"/>
    <w:rsid w:val="000B262C"/>
    <w:rsid w:val="000B2A36"/>
    <w:rsid w:val="000B32F9"/>
    <w:rsid w:val="000B3432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4B0C"/>
    <w:rsid w:val="000E637C"/>
    <w:rsid w:val="000E65D8"/>
    <w:rsid w:val="000E79FB"/>
    <w:rsid w:val="000F116A"/>
    <w:rsid w:val="000F2360"/>
    <w:rsid w:val="000F30E0"/>
    <w:rsid w:val="000F338E"/>
    <w:rsid w:val="000F3B0A"/>
    <w:rsid w:val="000F4E19"/>
    <w:rsid w:val="000F5C53"/>
    <w:rsid w:val="000F6048"/>
    <w:rsid w:val="000F69ED"/>
    <w:rsid w:val="000F6A18"/>
    <w:rsid w:val="0010114E"/>
    <w:rsid w:val="00105C85"/>
    <w:rsid w:val="00106E0A"/>
    <w:rsid w:val="00107996"/>
    <w:rsid w:val="00107CE5"/>
    <w:rsid w:val="00107CF3"/>
    <w:rsid w:val="00112344"/>
    <w:rsid w:val="0011297C"/>
    <w:rsid w:val="00113841"/>
    <w:rsid w:val="00113E34"/>
    <w:rsid w:val="00114C0F"/>
    <w:rsid w:val="001156B1"/>
    <w:rsid w:val="00116157"/>
    <w:rsid w:val="001221C7"/>
    <w:rsid w:val="00122CA5"/>
    <w:rsid w:val="001234FB"/>
    <w:rsid w:val="0012445D"/>
    <w:rsid w:val="00125462"/>
    <w:rsid w:val="00127816"/>
    <w:rsid w:val="0012799B"/>
    <w:rsid w:val="00130CFF"/>
    <w:rsid w:val="00131837"/>
    <w:rsid w:val="00131AE1"/>
    <w:rsid w:val="001325E9"/>
    <w:rsid w:val="00132C89"/>
    <w:rsid w:val="001333D4"/>
    <w:rsid w:val="0013416B"/>
    <w:rsid w:val="0013487E"/>
    <w:rsid w:val="00140887"/>
    <w:rsid w:val="001419EC"/>
    <w:rsid w:val="001423C4"/>
    <w:rsid w:val="00143717"/>
    <w:rsid w:val="00144510"/>
    <w:rsid w:val="001458C5"/>
    <w:rsid w:val="001471A3"/>
    <w:rsid w:val="00150BF7"/>
    <w:rsid w:val="00152003"/>
    <w:rsid w:val="00152F43"/>
    <w:rsid w:val="00153B12"/>
    <w:rsid w:val="001559A4"/>
    <w:rsid w:val="00155AC1"/>
    <w:rsid w:val="00157693"/>
    <w:rsid w:val="001617BE"/>
    <w:rsid w:val="00162F15"/>
    <w:rsid w:val="001651E5"/>
    <w:rsid w:val="00165B95"/>
    <w:rsid w:val="0016747D"/>
    <w:rsid w:val="0017194E"/>
    <w:rsid w:val="00173ACF"/>
    <w:rsid w:val="001741EA"/>
    <w:rsid w:val="00176EBD"/>
    <w:rsid w:val="001775F5"/>
    <w:rsid w:val="0018149A"/>
    <w:rsid w:val="00183093"/>
    <w:rsid w:val="00186615"/>
    <w:rsid w:val="00187508"/>
    <w:rsid w:val="001877C1"/>
    <w:rsid w:val="00190496"/>
    <w:rsid w:val="00190F06"/>
    <w:rsid w:val="00191A19"/>
    <w:rsid w:val="00194A1E"/>
    <w:rsid w:val="00194E23"/>
    <w:rsid w:val="0019628A"/>
    <w:rsid w:val="00197C6C"/>
    <w:rsid w:val="001A0F53"/>
    <w:rsid w:val="001A1B24"/>
    <w:rsid w:val="001A2E84"/>
    <w:rsid w:val="001A328F"/>
    <w:rsid w:val="001A423F"/>
    <w:rsid w:val="001A4660"/>
    <w:rsid w:val="001A7123"/>
    <w:rsid w:val="001B1563"/>
    <w:rsid w:val="001B2422"/>
    <w:rsid w:val="001B3CB5"/>
    <w:rsid w:val="001B6E84"/>
    <w:rsid w:val="001B7DB0"/>
    <w:rsid w:val="001C0687"/>
    <w:rsid w:val="001C2EEB"/>
    <w:rsid w:val="001D46EF"/>
    <w:rsid w:val="001D4F78"/>
    <w:rsid w:val="001D5761"/>
    <w:rsid w:val="001D68E9"/>
    <w:rsid w:val="001D7140"/>
    <w:rsid w:val="001E0CFF"/>
    <w:rsid w:val="001E0D23"/>
    <w:rsid w:val="001E0E88"/>
    <w:rsid w:val="001E1301"/>
    <w:rsid w:val="001E5AA6"/>
    <w:rsid w:val="001E6558"/>
    <w:rsid w:val="001E7CA5"/>
    <w:rsid w:val="001F1592"/>
    <w:rsid w:val="001F4BC9"/>
    <w:rsid w:val="001F5782"/>
    <w:rsid w:val="001F632C"/>
    <w:rsid w:val="001F7744"/>
    <w:rsid w:val="002001EE"/>
    <w:rsid w:val="00200834"/>
    <w:rsid w:val="00201EC7"/>
    <w:rsid w:val="00211E8F"/>
    <w:rsid w:val="00212722"/>
    <w:rsid w:val="00212891"/>
    <w:rsid w:val="00215024"/>
    <w:rsid w:val="00217296"/>
    <w:rsid w:val="00221E08"/>
    <w:rsid w:val="0022425B"/>
    <w:rsid w:val="00225B49"/>
    <w:rsid w:val="0022704F"/>
    <w:rsid w:val="00233F14"/>
    <w:rsid w:val="0023659F"/>
    <w:rsid w:val="00237A89"/>
    <w:rsid w:val="00240698"/>
    <w:rsid w:val="00243417"/>
    <w:rsid w:val="002472CD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23D"/>
    <w:rsid w:val="002644FD"/>
    <w:rsid w:val="002646B0"/>
    <w:rsid w:val="0027396D"/>
    <w:rsid w:val="00274BA2"/>
    <w:rsid w:val="00275BEF"/>
    <w:rsid w:val="0028021F"/>
    <w:rsid w:val="00285B98"/>
    <w:rsid w:val="002916D9"/>
    <w:rsid w:val="002917F8"/>
    <w:rsid w:val="00291B7B"/>
    <w:rsid w:val="00293831"/>
    <w:rsid w:val="00295576"/>
    <w:rsid w:val="00297EB8"/>
    <w:rsid w:val="002A0EC9"/>
    <w:rsid w:val="002A1579"/>
    <w:rsid w:val="002A3476"/>
    <w:rsid w:val="002A4049"/>
    <w:rsid w:val="002A49A7"/>
    <w:rsid w:val="002A571D"/>
    <w:rsid w:val="002A6B26"/>
    <w:rsid w:val="002B0300"/>
    <w:rsid w:val="002B206B"/>
    <w:rsid w:val="002B309B"/>
    <w:rsid w:val="002B3AF8"/>
    <w:rsid w:val="002B4447"/>
    <w:rsid w:val="002B5D41"/>
    <w:rsid w:val="002B5DD2"/>
    <w:rsid w:val="002C2584"/>
    <w:rsid w:val="002C2C78"/>
    <w:rsid w:val="002C4214"/>
    <w:rsid w:val="002C6C42"/>
    <w:rsid w:val="002C748E"/>
    <w:rsid w:val="002C75CB"/>
    <w:rsid w:val="002D16B3"/>
    <w:rsid w:val="002D17CB"/>
    <w:rsid w:val="002D1FCF"/>
    <w:rsid w:val="002D47DC"/>
    <w:rsid w:val="002D496F"/>
    <w:rsid w:val="002D52E7"/>
    <w:rsid w:val="002D7AF4"/>
    <w:rsid w:val="002E06BA"/>
    <w:rsid w:val="002E0876"/>
    <w:rsid w:val="002E0946"/>
    <w:rsid w:val="002E161D"/>
    <w:rsid w:val="002E35C3"/>
    <w:rsid w:val="002E3CED"/>
    <w:rsid w:val="002E615C"/>
    <w:rsid w:val="002E69DC"/>
    <w:rsid w:val="002F0297"/>
    <w:rsid w:val="002F2894"/>
    <w:rsid w:val="002F28A7"/>
    <w:rsid w:val="002F3724"/>
    <w:rsid w:val="002F6627"/>
    <w:rsid w:val="002F6C8E"/>
    <w:rsid w:val="002F7376"/>
    <w:rsid w:val="002F7754"/>
    <w:rsid w:val="00300065"/>
    <w:rsid w:val="00300AB8"/>
    <w:rsid w:val="00301521"/>
    <w:rsid w:val="00301A01"/>
    <w:rsid w:val="003027E0"/>
    <w:rsid w:val="0030361E"/>
    <w:rsid w:val="00306C05"/>
    <w:rsid w:val="00307ABE"/>
    <w:rsid w:val="00312766"/>
    <w:rsid w:val="003153A0"/>
    <w:rsid w:val="00316500"/>
    <w:rsid w:val="00316604"/>
    <w:rsid w:val="00316852"/>
    <w:rsid w:val="00323017"/>
    <w:rsid w:val="00324785"/>
    <w:rsid w:val="00324796"/>
    <w:rsid w:val="003277AE"/>
    <w:rsid w:val="00327C2B"/>
    <w:rsid w:val="00330C3E"/>
    <w:rsid w:val="0033148E"/>
    <w:rsid w:val="003340BE"/>
    <w:rsid w:val="00334A3D"/>
    <w:rsid w:val="00337BEE"/>
    <w:rsid w:val="00340488"/>
    <w:rsid w:val="00340B0E"/>
    <w:rsid w:val="00341EF1"/>
    <w:rsid w:val="00342E86"/>
    <w:rsid w:val="00343BB5"/>
    <w:rsid w:val="00344136"/>
    <w:rsid w:val="003444CF"/>
    <w:rsid w:val="00344846"/>
    <w:rsid w:val="0034764C"/>
    <w:rsid w:val="00350263"/>
    <w:rsid w:val="00351524"/>
    <w:rsid w:val="003529A0"/>
    <w:rsid w:val="00352B57"/>
    <w:rsid w:val="003530A8"/>
    <w:rsid w:val="00357D21"/>
    <w:rsid w:val="00360E76"/>
    <w:rsid w:val="00361747"/>
    <w:rsid w:val="003621D8"/>
    <w:rsid w:val="003630A5"/>
    <w:rsid w:val="0036508E"/>
    <w:rsid w:val="00366497"/>
    <w:rsid w:val="00374B69"/>
    <w:rsid w:val="003752AB"/>
    <w:rsid w:val="003757A0"/>
    <w:rsid w:val="00377BA7"/>
    <w:rsid w:val="00380B2C"/>
    <w:rsid w:val="00384273"/>
    <w:rsid w:val="003842D1"/>
    <w:rsid w:val="00385626"/>
    <w:rsid w:val="00385E7B"/>
    <w:rsid w:val="00386210"/>
    <w:rsid w:val="003867E8"/>
    <w:rsid w:val="003872DC"/>
    <w:rsid w:val="003872FF"/>
    <w:rsid w:val="00387863"/>
    <w:rsid w:val="00387E3E"/>
    <w:rsid w:val="00390F2A"/>
    <w:rsid w:val="00394AA1"/>
    <w:rsid w:val="00395673"/>
    <w:rsid w:val="00397AEB"/>
    <w:rsid w:val="003A2C49"/>
    <w:rsid w:val="003A354F"/>
    <w:rsid w:val="003A4275"/>
    <w:rsid w:val="003B0348"/>
    <w:rsid w:val="003B1FB2"/>
    <w:rsid w:val="003B2930"/>
    <w:rsid w:val="003B2C90"/>
    <w:rsid w:val="003B31D8"/>
    <w:rsid w:val="003B41FC"/>
    <w:rsid w:val="003B4E62"/>
    <w:rsid w:val="003C138E"/>
    <w:rsid w:val="003C1C24"/>
    <w:rsid w:val="003C1FE3"/>
    <w:rsid w:val="003C228C"/>
    <w:rsid w:val="003C49A0"/>
    <w:rsid w:val="003C67DB"/>
    <w:rsid w:val="003C67EF"/>
    <w:rsid w:val="003C6968"/>
    <w:rsid w:val="003C70E4"/>
    <w:rsid w:val="003C7547"/>
    <w:rsid w:val="003C7DD5"/>
    <w:rsid w:val="003D05FD"/>
    <w:rsid w:val="003D2742"/>
    <w:rsid w:val="003D3D79"/>
    <w:rsid w:val="003D4702"/>
    <w:rsid w:val="003D58DB"/>
    <w:rsid w:val="003E02A2"/>
    <w:rsid w:val="003E0D73"/>
    <w:rsid w:val="003E180F"/>
    <w:rsid w:val="003E215B"/>
    <w:rsid w:val="003E4375"/>
    <w:rsid w:val="003E4BCB"/>
    <w:rsid w:val="003F10D3"/>
    <w:rsid w:val="003F2C9E"/>
    <w:rsid w:val="003F7874"/>
    <w:rsid w:val="00400396"/>
    <w:rsid w:val="00400A43"/>
    <w:rsid w:val="00402D48"/>
    <w:rsid w:val="004075CA"/>
    <w:rsid w:val="00410A3C"/>
    <w:rsid w:val="00411AFE"/>
    <w:rsid w:val="00411BC0"/>
    <w:rsid w:val="00411DE0"/>
    <w:rsid w:val="00412E8B"/>
    <w:rsid w:val="00416871"/>
    <w:rsid w:val="00416872"/>
    <w:rsid w:val="00417063"/>
    <w:rsid w:val="0041796A"/>
    <w:rsid w:val="00420625"/>
    <w:rsid w:val="004232B8"/>
    <w:rsid w:val="004235BD"/>
    <w:rsid w:val="00423C54"/>
    <w:rsid w:val="00426DF7"/>
    <w:rsid w:val="0042738E"/>
    <w:rsid w:val="0042787A"/>
    <w:rsid w:val="0043260E"/>
    <w:rsid w:val="00435853"/>
    <w:rsid w:val="00435B3F"/>
    <w:rsid w:val="00435EFD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6071"/>
    <w:rsid w:val="004703EA"/>
    <w:rsid w:val="004724CB"/>
    <w:rsid w:val="0047290D"/>
    <w:rsid w:val="00473A6D"/>
    <w:rsid w:val="00477BE4"/>
    <w:rsid w:val="0048129B"/>
    <w:rsid w:val="004828CF"/>
    <w:rsid w:val="004878B2"/>
    <w:rsid w:val="00487A2E"/>
    <w:rsid w:val="0049320C"/>
    <w:rsid w:val="0049418A"/>
    <w:rsid w:val="00495270"/>
    <w:rsid w:val="00495E4D"/>
    <w:rsid w:val="00496E73"/>
    <w:rsid w:val="0049721D"/>
    <w:rsid w:val="004A2AC1"/>
    <w:rsid w:val="004A3955"/>
    <w:rsid w:val="004A46EA"/>
    <w:rsid w:val="004A4D79"/>
    <w:rsid w:val="004A6141"/>
    <w:rsid w:val="004B15C7"/>
    <w:rsid w:val="004B1772"/>
    <w:rsid w:val="004B2175"/>
    <w:rsid w:val="004B30F9"/>
    <w:rsid w:val="004B3254"/>
    <w:rsid w:val="004B4DA8"/>
    <w:rsid w:val="004B51E8"/>
    <w:rsid w:val="004B5B74"/>
    <w:rsid w:val="004C0E0C"/>
    <w:rsid w:val="004C17F7"/>
    <w:rsid w:val="004C2D1C"/>
    <w:rsid w:val="004C430C"/>
    <w:rsid w:val="004C50B4"/>
    <w:rsid w:val="004C6258"/>
    <w:rsid w:val="004D428E"/>
    <w:rsid w:val="004D55C1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1D5E"/>
    <w:rsid w:val="004F237B"/>
    <w:rsid w:val="004F309A"/>
    <w:rsid w:val="00501E3F"/>
    <w:rsid w:val="00503B03"/>
    <w:rsid w:val="00504BBC"/>
    <w:rsid w:val="005060F7"/>
    <w:rsid w:val="00507B71"/>
    <w:rsid w:val="00512148"/>
    <w:rsid w:val="005130EF"/>
    <w:rsid w:val="005132C9"/>
    <w:rsid w:val="005155FF"/>
    <w:rsid w:val="00517515"/>
    <w:rsid w:val="0052035E"/>
    <w:rsid w:val="00523B3E"/>
    <w:rsid w:val="00525074"/>
    <w:rsid w:val="0052540B"/>
    <w:rsid w:val="00526BA7"/>
    <w:rsid w:val="005313F6"/>
    <w:rsid w:val="005315D6"/>
    <w:rsid w:val="00532AE3"/>
    <w:rsid w:val="00532C58"/>
    <w:rsid w:val="005330FF"/>
    <w:rsid w:val="00536AEF"/>
    <w:rsid w:val="00540579"/>
    <w:rsid w:val="005406DC"/>
    <w:rsid w:val="00540B13"/>
    <w:rsid w:val="00543C81"/>
    <w:rsid w:val="00550F4D"/>
    <w:rsid w:val="00551308"/>
    <w:rsid w:val="00551601"/>
    <w:rsid w:val="005520BA"/>
    <w:rsid w:val="00552810"/>
    <w:rsid w:val="00552880"/>
    <w:rsid w:val="0055398F"/>
    <w:rsid w:val="005569E3"/>
    <w:rsid w:val="00556AD6"/>
    <w:rsid w:val="00556FC5"/>
    <w:rsid w:val="00557421"/>
    <w:rsid w:val="00560589"/>
    <w:rsid w:val="005607AE"/>
    <w:rsid w:val="00560D2E"/>
    <w:rsid w:val="005616DD"/>
    <w:rsid w:val="0056262E"/>
    <w:rsid w:val="00562751"/>
    <w:rsid w:val="00566AEF"/>
    <w:rsid w:val="00566D7A"/>
    <w:rsid w:val="00567E8B"/>
    <w:rsid w:val="0057054E"/>
    <w:rsid w:val="00570895"/>
    <w:rsid w:val="0057369D"/>
    <w:rsid w:val="005736AC"/>
    <w:rsid w:val="00573BCF"/>
    <w:rsid w:val="00573E6D"/>
    <w:rsid w:val="00580925"/>
    <w:rsid w:val="00581B13"/>
    <w:rsid w:val="00582552"/>
    <w:rsid w:val="00583041"/>
    <w:rsid w:val="005833A5"/>
    <w:rsid w:val="0058669B"/>
    <w:rsid w:val="0058782E"/>
    <w:rsid w:val="005926DD"/>
    <w:rsid w:val="005945CF"/>
    <w:rsid w:val="00594A5E"/>
    <w:rsid w:val="00594C5F"/>
    <w:rsid w:val="005965A6"/>
    <w:rsid w:val="00596C10"/>
    <w:rsid w:val="00597BE7"/>
    <w:rsid w:val="00597EB2"/>
    <w:rsid w:val="005A0405"/>
    <w:rsid w:val="005A1800"/>
    <w:rsid w:val="005A2265"/>
    <w:rsid w:val="005A46B0"/>
    <w:rsid w:val="005A5186"/>
    <w:rsid w:val="005A646C"/>
    <w:rsid w:val="005A664C"/>
    <w:rsid w:val="005A70FF"/>
    <w:rsid w:val="005A7478"/>
    <w:rsid w:val="005B21D0"/>
    <w:rsid w:val="005B2DE1"/>
    <w:rsid w:val="005B40B3"/>
    <w:rsid w:val="005B7D99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E0E25"/>
    <w:rsid w:val="005E55D1"/>
    <w:rsid w:val="005E7967"/>
    <w:rsid w:val="005F10E2"/>
    <w:rsid w:val="005F1C74"/>
    <w:rsid w:val="005F3A2E"/>
    <w:rsid w:val="005F7329"/>
    <w:rsid w:val="00601012"/>
    <w:rsid w:val="006020A7"/>
    <w:rsid w:val="00604CE6"/>
    <w:rsid w:val="006056BD"/>
    <w:rsid w:val="00605FE5"/>
    <w:rsid w:val="00606D92"/>
    <w:rsid w:val="00607DA6"/>
    <w:rsid w:val="006116B0"/>
    <w:rsid w:val="00612250"/>
    <w:rsid w:val="006129BD"/>
    <w:rsid w:val="00612B46"/>
    <w:rsid w:val="00614A3D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25A07"/>
    <w:rsid w:val="00627188"/>
    <w:rsid w:val="006305D9"/>
    <w:rsid w:val="006306DE"/>
    <w:rsid w:val="00631139"/>
    <w:rsid w:val="006326DF"/>
    <w:rsid w:val="006335E0"/>
    <w:rsid w:val="00634A80"/>
    <w:rsid w:val="0063585E"/>
    <w:rsid w:val="006366E0"/>
    <w:rsid w:val="00641960"/>
    <w:rsid w:val="00642707"/>
    <w:rsid w:val="00643B10"/>
    <w:rsid w:val="006457B3"/>
    <w:rsid w:val="00646FFC"/>
    <w:rsid w:val="0065049F"/>
    <w:rsid w:val="00651B7D"/>
    <w:rsid w:val="00653841"/>
    <w:rsid w:val="0065445F"/>
    <w:rsid w:val="00654CFE"/>
    <w:rsid w:val="006554F8"/>
    <w:rsid w:val="006568F2"/>
    <w:rsid w:val="00661335"/>
    <w:rsid w:val="00665F18"/>
    <w:rsid w:val="0066782A"/>
    <w:rsid w:val="00667D91"/>
    <w:rsid w:val="00667DE5"/>
    <w:rsid w:val="00685A5A"/>
    <w:rsid w:val="0068729C"/>
    <w:rsid w:val="00687ADB"/>
    <w:rsid w:val="006903CC"/>
    <w:rsid w:val="00696E12"/>
    <w:rsid w:val="0069784E"/>
    <w:rsid w:val="006A01E0"/>
    <w:rsid w:val="006A0942"/>
    <w:rsid w:val="006A0A05"/>
    <w:rsid w:val="006A16F1"/>
    <w:rsid w:val="006A1973"/>
    <w:rsid w:val="006A1A9D"/>
    <w:rsid w:val="006A5641"/>
    <w:rsid w:val="006A7753"/>
    <w:rsid w:val="006B164A"/>
    <w:rsid w:val="006B2215"/>
    <w:rsid w:val="006B26CA"/>
    <w:rsid w:val="006B568A"/>
    <w:rsid w:val="006B59A3"/>
    <w:rsid w:val="006B678B"/>
    <w:rsid w:val="006B6A22"/>
    <w:rsid w:val="006C78FF"/>
    <w:rsid w:val="006D2102"/>
    <w:rsid w:val="006D2CB7"/>
    <w:rsid w:val="006D3026"/>
    <w:rsid w:val="006D3D4B"/>
    <w:rsid w:val="006D5221"/>
    <w:rsid w:val="006D5B6E"/>
    <w:rsid w:val="006D6416"/>
    <w:rsid w:val="006E01DA"/>
    <w:rsid w:val="006E0DF7"/>
    <w:rsid w:val="006E1FBE"/>
    <w:rsid w:val="006E2176"/>
    <w:rsid w:val="006E57F4"/>
    <w:rsid w:val="006E587E"/>
    <w:rsid w:val="006E7C43"/>
    <w:rsid w:val="006F0358"/>
    <w:rsid w:val="006F1822"/>
    <w:rsid w:val="006F1CA2"/>
    <w:rsid w:val="006F225E"/>
    <w:rsid w:val="006F27AD"/>
    <w:rsid w:val="006F2864"/>
    <w:rsid w:val="006F64D5"/>
    <w:rsid w:val="006F7A69"/>
    <w:rsid w:val="00701110"/>
    <w:rsid w:val="00701D8C"/>
    <w:rsid w:val="0070248E"/>
    <w:rsid w:val="00703578"/>
    <w:rsid w:val="0070552D"/>
    <w:rsid w:val="00705A5F"/>
    <w:rsid w:val="00707144"/>
    <w:rsid w:val="00711E68"/>
    <w:rsid w:val="00713F36"/>
    <w:rsid w:val="007159DD"/>
    <w:rsid w:val="00716A60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50128"/>
    <w:rsid w:val="00753287"/>
    <w:rsid w:val="00753AD2"/>
    <w:rsid w:val="00755514"/>
    <w:rsid w:val="007606BB"/>
    <w:rsid w:val="00761B3E"/>
    <w:rsid w:val="00763C84"/>
    <w:rsid w:val="00772033"/>
    <w:rsid w:val="007721CE"/>
    <w:rsid w:val="007756DD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6E4E"/>
    <w:rsid w:val="0079738B"/>
    <w:rsid w:val="007A23AB"/>
    <w:rsid w:val="007A3E15"/>
    <w:rsid w:val="007B38B6"/>
    <w:rsid w:val="007B7905"/>
    <w:rsid w:val="007C2A19"/>
    <w:rsid w:val="007C52E2"/>
    <w:rsid w:val="007D17C5"/>
    <w:rsid w:val="007D710D"/>
    <w:rsid w:val="007D784E"/>
    <w:rsid w:val="007E39FD"/>
    <w:rsid w:val="007E3E2E"/>
    <w:rsid w:val="007E47BB"/>
    <w:rsid w:val="007E4D5C"/>
    <w:rsid w:val="007E5C6B"/>
    <w:rsid w:val="007F12A1"/>
    <w:rsid w:val="007F15D7"/>
    <w:rsid w:val="007F1C89"/>
    <w:rsid w:val="007F4768"/>
    <w:rsid w:val="007F66C6"/>
    <w:rsid w:val="007F7F00"/>
    <w:rsid w:val="00806C02"/>
    <w:rsid w:val="008079CB"/>
    <w:rsid w:val="008101D3"/>
    <w:rsid w:val="00810F5A"/>
    <w:rsid w:val="00814D37"/>
    <w:rsid w:val="00815E99"/>
    <w:rsid w:val="008203BB"/>
    <w:rsid w:val="00820A15"/>
    <w:rsid w:val="008213FE"/>
    <w:rsid w:val="00821455"/>
    <w:rsid w:val="00822227"/>
    <w:rsid w:val="00822564"/>
    <w:rsid w:val="008231DF"/>
    <w:rsid w:val="00824450"/>
    <w:rsid w:val="0082470E"/>
    <w:rsid w:val="008326BD"/>
    <w:rsid w:val="00833BB6"/>
    <w:rsid w:val="00834F3A"/>
    <w:rsid w:val="00841654"/>
    <w:rsid w:val="008429A0"/>
    <w:rsid w:val="00842BEE"/>
    <w:rsid w:val="00844368"/>
    <w:rsid w:val="008501EF"/>
    <w:rsid w:val="00852798"/>
    <w:rsid w:val="0085586C"/>
    <w:rsid w:val="00855D3E"/>
    <w:rsid w:val="00856886"/>
    <w:rsid w:val="00856C57"/>
    <w:rsid w:val="00857E9F"/>
    <w:rsid w:val="008601B8"/>
    <w:rsid w:val="00860B08"/>
    <w:rsid w:val="00862853"/>
    <w:rsid w:val="00862A27"/>
    <w:rsid w:val="00863C1F"/>
    <w:rsid w:val="008640BA"/>
    <w:rsid w:val="008641F4"/>
    <w:rsid w:val="0087499A"/>
    <w:rsid w:val="008760D6"/>
    <w:rsid w:val="008774D3"/>
    <w:rsid w:val="0088050E"/>
    <w:rsid w:val="00880870"/>
    <w:rsid w:val="00881938"/>
    <w:rsid w:val="008830DF"/>
    <w:rsid w:val="00884D5B"/>
    <w:rsid w:val="008863EA"/>
    <w:rsid w:val="0089299B"/>
    <w:rsid w:val="008936B9"/>
    <w:rsid w:val="00895989"/>
    <w:rsid w:val="008A01CF"/>
    <w:rsid w:val="008A267C"/>
    <w:rsid w:val="008A268E"/>
    <w:rsid w:val="008A2959"/>
    <w:rsid w:val="008A2EB4"/>
    <w:rsid w:val="008A3A7F"/>
    <w:rsid w:val="008A3AA7"/>
    <w:rsid w:val="008A48B8"/>
    <w:rsid w:val="008A63DF"/>
    <w:rsid w:val="008A7EE0"/>
    <w:rsid w:val="008B06A6"/>
    <w:rsid w:val="008B3EB6"/>
    <w:rsid w:val="008B3EED"/>
    <w:rsid w:val="008B4FBB"/>
    <w:rsid w:val="008B632A"/>
    <w:rsid w:val="008C0A14"/>
    <w:rsid w:val="008C1126"/>
    <w:rsid w:val="008C1234"/>
    <w:rsid w:val="008C3014"/>
    <w:rsid w:val="008C532F"/>
    <w:rsid w:val="008C5639"/>
    <w:rsid w:val="008C5B5E"/>
    <w:rsid w:val="008C764A"/>
    <w:rsid w:val="008D059C"/>
    <w:rsid w:val="008D20C5"/>
    <w:rsid w:val="008D217D"/>
    <w:rsid w:val="008D28CD"/>
    <w:rsid w:val="008D3767"/>
    <w:rsid w:val="008D3BFC"/>
    <w:rsid w:val="008D5405"/>
    <w:rsid w:val="008D54D9"/>
    <w:rsid w:val="008D5A07"/>
    <w:rsid w:val="008D671A"/>
    <w:rsid w:val="008D6F8B"/>
    <w:rsid w:val="008E192D"/>
    <w:rsid w:val="008E6181"/>
    <w:rsid w:val="008E77EF"/>
    <w:rsid w:val="008E7A67"/>
    <w:rsid w:val="008F6B78"/>
    <w:rsid w:val="008F75EB"/>
    <w:rsid w:val="00900BA6"/>
    <w:rsid w:val="009028AF"/>
    <w:rsid w:val="00905121"/>
    <w:rsid w:val="009055AE"/>
    <w:rsid w:val="00905C5A"/>
    <w:rsid w:val="009074D9"/>
    <w:rsid w:val="009075E6"/>
    <w:rsid w:val="0090794C"/>
    <w:rsid w:val="00910657"/>
    <w:rsid w:val="009118E4"/>
    <w:rsid w:val="00913C21"/>
    <w:rsid w:val="0091639C"/>
    <w:rsid w:val="0091683D"/>
    <w:rsid w:val="0092015A"/>
    <w:rsid w:val="009227B2"/>
    <w:rsid w:val="00923568"/>
    <w:rsid w:val="00924339"/>
    <w:rsid w:val="00924DE2"/>
    <w:rsid w:val="00924E59"/>
    <w:rsid w:val="009277D4"/>
    <w:rsid w:val="009304B4"/>
    <w:rsid w:val="00930E8F"/>
    <w:rsid w:val="009310E1"/>
    <w:rsid w:val="0093150D"/>
    <w:rsid w:val="009316A3"/>
    <w:rsid w:val="00934BF6"/>
    <w:rsid w:val="00941C7F"/>
    <w:rsid w:val="00946969"/>
    <w:rsid w:val="00947182"/>
    <w:rsid w:val="00947D44"/>
    <w:rsid w:val="009511AE"/>
    <w:rsid w:val="0095231E"/>
    <w:rsid w:val="00952E3C"/>
    <w:rsid w:val="00953493"/>
    <w:rsid w:val="00955913"/>
    <w:rsid w:val="00956033"/>
    <w:rsid w:val="00957249"/>
    <w:rsid w:val="0096110F"/>
    <w:rsid w:val="00961A07"/>
    <w:rsid w:val="0096286A"/>
    <w:rsid w:val="009636CD"/>
    <w:rsid w:val="009637DE"/>
    <w:rsid w:val="00963E18"/>
    <w:rsid w:val="00964AD0"/>
    <w:rsid w:val="0096747D"/>
    <w:rsid w:val="009710CD"/>
    <w:rsid w:val="00971292"/>
    <w:rsid w:val="0097492B"/>
    <w:rsid w:val="00977025"/>
    <w:rsid w:val="00977F4E"/>
    <w:rsid w:val="009812F7"/>
    <w:rsid w:val="00981DFF"/>
    <w:rsid w:val="00985D0C"/>
    <w:rsid w:val="009866DC"/>
    <w:rsid w:val="00990025"/>
    <w:rsid w:val="00990F81"/>
    <w:rsid w:val="00991189"/>
    <w:rsid w:val="00991F85"/>
    <w:rsid w:val="00994D31"/>
    <w:rsid w:val="00995A60"/>
    <w:rsid w:val="009A0636"/>
    <w:rsid w:val="009A06F0"/>
    <w:rsid w:val="009A0893"/>
    <w:rsid w:val="009A46E1"/>
    <w:rsid w:val="009A58E7"/>
    <w:rsid w:val="009A7FE7"/>
    <w:rsid w:val="009B0B5D"/>
    <w:rsid w:val="009B12F4"/>
    <w:rsid w:val="009B29A1"/>
    <w:rsid w:val="009B4D80"/>
    <w:rsid w:val="009B5245"/>
    <w:rsid w:val="009B5701"/>
    <w:rsid w:val="009B5C31"/>
    <w:rsid w:val="009B6E44"/>
    <w:rsid w:val="009C1D7A"/>
    <w:rsid w:val="009C2EF9"/>
    <w:rsid w:val="009C55B4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4E9"/>
    <w:rsid w:val="009E697E"/>
    <w:rsid w:val="009F113A"/>
    <w:rsid w:val="009F2463"/>
    <w:rsid w:val="009F26B0"/>
    <w:rsid w:val="009F30F0"/>
    <w:rsid w:val="009F3165"/>
    <w:rsid w:val="009F38FC"/>
    <w:rsid w:val="009F52A3"/>
    <w:rsid w:val="009F65C6"/>
    <w:rsid w:val="00A00387"/>
    <w:rsid w:val="00A00E06"/>
    <w:rsid w:val="00A02679"/>
    <w:rsid w:val="00A04121"/>
    <w:rsid w:val="00A05797"/>
    <w:rsid w:val="00A057D5"/>
    <w:rsid w:val="00A07454"/>
    <w:rsid w:val="00A07848"/>
    <w:rsid w:val="00A11279"/>
    <w:rsid w:val="00A117FC"/>
    <w:rsid w:val="00A11B63"/>
    <w:rsid w:val="00A12849"/>
    <w:rsid w:val="00A12B61"/>
    <w:rsid w:val="00A14235"/>
    <w:rsid w:val="00A15E8D"/>
    <w:rsid w:val="00A16E69"/>
    <w:rsid w:val="00A21D18"/>
    <w:rsid w:val="00A23E1C"/>
    <w:rsid w:val="00A23F1E"/>
    <w:rsid w:val="00A24099"/>
    <w:rsid w:val="00A25880"/>
    <w:rsid w:val="00A30A69"/>
    <w:rsid w:val="00A30AA4"/>
    <w:rsid w:val="00A3321A"/>
    <w:rsid w:val="00A33935"/>
    <w:rsid w:val="00A3739C"/>
    <w:rsid w:val="00A4008A"/>
    <w:rsid w:val="00A40202"/>
    <w:rsid w:val="00A41307"/>
    <w:rsid w:val="00A41580"/>
    <w:rsid w:val="00A429B1"/>
    <w:rsid w:val="00A435B4"/>
    <w:rsid w:val="00A51533"/>
    <w:rsid w:val="00A554BD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4629"/>
    <w:rsid w:val="00A75723"/>
    <w:rsid w:val="00A76841"/>
    <w:rsid w:val="00A774BE"/>
    <w:rsid w:val="00A834CB"/>
    <w:rsid w:val="00A8385F"/>
    <w:rsid w:val="00A85803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8D3"/>
    <w:rsid w:val="00AA3DD6"/>
    <w:rsid w:val="00AA4BFD"/>
    <w:rsid w:val="00AB10FE"/>
    <w:rsid w:val="00AB17B5"/>
    <w:rsid w:val="00AB2006"/>
    <w:rsid w:val="00AB23BF"/>
    <w:rsid w:val="00AB3234"/>
    <w:rsid w:val="00AB6AA9"/>
    <w:rsid w:val="00AB6F71"/>
    <w:rsid w:val="00AC23F6"/>
    <w:rsid w:val="00AC4E8F"/>
    <w:rsid w:val="00AC5083"/>
    <w:rsid w:val="00AC5734"/>
    <w:rsid w:val="00AD1295"/>
    <w:rsid w:val="00AD2C19"/>
    <w:rsid w:val="00AD4785"/>
    <w:rsid w:val="00AD62E4"/>
    <w:rsid w:val="00AE0448"/>
    <w:rsid w:val="00AE0753"/>
    <w:rsid w:val="00AE25E1"/>
    <w:rsid w:val="00AE2762"/>
    <w:rsid w:val="00AE4580"/>
    <w:rsid w:val="00AE5767"/>
    <w:rsid w:val="00AE5973"/>
    <w:rsid w:val="00AF2129"/>
    <w:rsid w:val="00AF3611"/>
    <w:rsid w:val="00AF7C9F"/>
    <w:rsid w:val="00B014D0"/>
    <w:rsid w:val="00B02793"/>
    <w:rsid w:val="00B04D7F"/>
    <w:rsid w:val="00B05901"/>
    <w:rsid w:val="00B0703E"/>
    <w:rsid w:val="00B07F24"/>
    <w:rsid w:val="00B100F3"/>
    <w:rsid w:val="00B10AE1"/>
    <w:rsid w:val="00B10F70"/>
    <w:rsid w:val="00B12F34"/>
    <w:rsid w:val="00B14E4A"/>
    <w:rsid w:val="00B14F81"/>
    <w:rsid w:val="00B179C2"/>
    <w:rsid w:val="00B20299"/>
    <w:rsid w:val="00B207BD"/>
    <w:rsid w:val="00B210CF"/>
    <w:rsid w:val="00B253A3"/>
    <w:rsid w:val="00B27904"/>
    <w:rsid w:val="00B36766"/>
    <w:rsid w:val="00B374E2"/>
    <w:rsid w:val="00B376F9"/>
    <w:rsid w:val="00B409D0"/>
    <w:rsid w:val="00B418FC"/>
    <w:rsid w:val="00B420EC"/>
    <w:rsid w:val="00B42897"/>
    <w:rsid w:val="00B4290F"/>
    <w:rsid w:val="00B44A29"/>
    <w:rsid w:val="00B44B9F"/>
    <w:rsid w:val="00B458BF"/>
    <w:rsid w:val="00B50575"/>
    <w:rsid w:val="00B51F3E"/>
    <w:rsid w:val="00B524BB"/>
    <w:rsid w:val="00B53647"/>
    <w:rsid w:val="00B56F79"/>
    <w:rsid w:val="00B57233"/>
    <w:rsid w:val="00B613ED"/>
    <w:rsid w:val="00B64177"/>
    <w:rsid w:val="00B641CE"/>
    <w:rsid w:val="00B6495C"/>
    <w:rsid w:val="00B649A5"/>
    <w:rsid w:val="00B66E9E"/>
    <w:rsid w:val="00B67C3F"/>
    <w:rsid w:val="00B71F2E"/>
    <w:rsid w:val="00B735C9"/>
    <w:rsid w:val="00B74796"/>
    <w:rsid w:val="00B77988"/>
    <w:rsid w:val="00B80E0C"/>
    <w:rsid w:val="00B81C8D"/>
    <w:rsid w:val="00B86AF2"/>
    <w:rsid w:val="00B879DA"/>
    <w:rsid w:val="00B87BA1"/>
    <w:rsid w:val="00B9118D"/>
    <w:rsid w:val="00B93603"/>
    <w:rsid w:val="00B954D0"/>
    <w:rsid w:val="00B97693"/>
    <w:rsid w:val="00BA02CF"/>
    <w:rsid w:val="00BA03D1"/>
    <w:rsid w:val="00BA1A77"/>
    <w:rsid w:val="00BA23B6"/>
    <w:rsid w:val="00BA280D"/>
    <w:rsid w:val="00BA4955"/>
    <w:rsid w:val="00BA7C49"/>
    <w:rsid w:val="00BB1517"/>
    <w:rsid w:val="00BB26DD"/>
    <w:rsid w:val="00BB398B"/>
    <w:rsid w:val="00BB41D7"/>
    <w:rsid w:val="00BB607D"/>
    <w:rsid w:val="00BB6731"/>
    <w:rsid w:val="00BB68E3"/>
    <w:rsid w:val="00BC238D"/>
    <w:rsid w:val="00BC56E8"/>
    <w:rsid w:val="00BC7539"/>
    <w:rsid w:val="00BC796A"/>
    <w:rsid w:val="00BD0DA0"/>
    <w:rsid w:val="00BD1B91"/>
    <w:rsid w:val="00BD3536"/>
    <w:rsid w:val="00BD3FCF"/>
    <w:rsid w:val="00BD5265"/>
    <w:rsid w:val="00BD7207"/>
    <w:rsid w:val="00BE0A22"/>
    <w:rsid w:val="00BE6F39"/>
    <w:rsid w:val="00BF0137"/>
    <w:rsid w:val="00BF3335"/>
    <w:rsid w:val="00BF35F3"/>
    <w:rsid w:val="00BF3D09"/>
    <w:rsid w:val="00BF505E"/>
    <w:rsid w:val="00BF5D18"/>
    <w:rsid w:val="00BF6AF6"/>
    <w:rsid w:val="00BF7CDD"/>
    <w:rsid w:val="00C00B7F"/>
    <w:rsid w:val="00C018D0"/>
    <w:rsid w:val="00C050A4"/>
    <w:rsid w:val="00C06675"/>
    <w:rsid w:val="00C1008F"/>
    <w:rsid w:val="00C10FAF"/>
    <w:rsid w:val="00C11BF7"/>
    <w:rsid w:val="00C11E2C"/>
    <w:rsid w:val="00C13A92"/>
    <w:rsid w:val="00C155D6"/>
    <w:rsid w:val="00C155F1"/>
    <w:rsid w:val="00C1675A"/>
    <w:rsid w:val="00C1683D"/>
    <w:rsid w:val="00C16B42"/>
    <w:rsid w:val="00C223DF"/>
    <w:rsid w:val="00C226DB"/>
    <w:rsid w:val="00C22DCD"/>
    <w:rsid w:val="00C255C3"/>
    <w:rsid w:val="00C26DC2"/>
    <w:rsid w:val="00C2762B"/>
    <w:rsid w:val="00C27F76"/>
    <w:rsid w:val="00C30AF5"/>
    <w:rsid w:val="00C30BD5"/>
    <w:rsid w:val="00C30EED"/>
    <w:rsid w:val="00C31AFB"/>
    <w:rsid w:val="00C31D46"/>
    <w:rsid w:val="00C32B67"/>
    <w:rsid w:val="00C3333B"/>
    <w:rsid w:val="00C34576"/>
    <w:rsid w:val="00C34A44"/>
    <w:rsid w:val="00C352CF"/>
    <w:rsid w:val="00C36511"/>
    <w:rsid w:val="00C36894"/>
    <w:rsid w:val="00C46751"/>
    <w:rsid w:val="00C478D5"/>
    <w:rsid w:val="00C524AB"/>
    <w:rsid w:val="00C53665"/>
    <w:rsid w:val="00C5394D"/>
    <w:rsid w:val="00C549B1"/>
    <w:rsid w:val="00C54D3E"/>
    <w:rsid w:val="00C54EFF"/>
    <w:rsid w:val="00C5754E"/>
    <w:rsid w:val="00C603D4"/>
    <w:rsid w:val="00C61F97"/>
    <w:rsid w:val="00C649FA"/>
    <w:rsid w:val="00C65932"/>
    <w:rsid w:val="00C66A52"/>
    <w:rsid w:val="00C70FCB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470F"/>
    <w:rsid w:val="00C8747F"/>
    <w:rsid w:val="00C95866"/>
    <w:rsid w:val="00C96545"/>
    <w:rsid w:val="00C96997"/>
    <w:rsid w:val="00CA0903"/>
    <w:rsid w:val="00CA0CDA"/>
    <w:rsid w:val="00CA217F"/>
    <w:rsid w:val="00CA663E"/>
    <w:rsid w:val="00CA7597"/>
    <w:rsid w:val="00CB024B"/>
    <w:rsid w:val="00CB097E"/>
    <w:rsid w:val="00CB1784"/>
    <w:rsid w:val="00CB1B04"/>
    <w:rsid w:val="00CB1FD9"/>
    <w:rsid w:val="00CB2631"/>
    <w:rsid w:val="00CB2E81"/>
    <w:rsid w:val="00CB412A"/>
    <w:rsid w:val="00CB7799"/>
    <w:rsid w:val="00CB793F"/>
    <w:rsid w:val="00CC0979"/>
    <w:rsid w:val="00CC1768"/>
    <w:rsid w:val="00CC2010"/>
    <w:rsid w:val="00CC4FCD"/>
    <w:rsid w:val="00CC65E2"/>
    <w:rsid w:val="00CD3F94"/>
    <w:rsid w:val="00CD4C52"/>
    <w:rsid w:val="00CD5139"/>
    <w:rsid w:val="00CD794C"/>
    <w:rsid w:val="00CE1815"/>
    <w:rsid w:val="00CE1C40"/>
    <w:rsid w:val="00CE4915"/>
    <w:rsid w:val="00CE56E7"/>
    <w:rsid w:val="00CE68A8"/>
    <w:rsid w:val="00CE6CAA"/>
    <w:rsid w:val="00CE710C"/>
    <w:rsid w:val="00CE73E7"/>
    <w:rsid w:val="00CE7CA3"/>
    <w:rsid w:val="00CF2464"/>
    <w:rsid w:val="00CF54CB"/>
    <w:rsid w:val="00CF70F4"/>
    <w:rsid w:val="00D0179A"/>
    <w:rsid w:val="00D043C5"/>
    <w:rsid w:val="00D0495A"/>
    <w:rsid w:val="00D06285"/>
    <w:rsid w:val="00D109DE"/>
    <w:rsid w:val="00D11A59"/>
    <w:rsid w:val="00D12144"/>
    <w:rsid w:val="00D122D4"/>
    <w:rsid w:val="00D13914"/>
    <w:rsid w:val="00D1561C"/>
    <w:rsid w:val="00D15885"/>
    <w:rsid w:val="00D17A59"/>
    <w:rsid w:val="00D17C73"/>
    <w:rsid w:val="00D20841"/>
    <w:rsid w:val="00D248AD"/>
    <w:rsid w:val="00D24BB2"/>
    <w:rsid w:val="00D25612"/>
    <w:rsid w:val="00D25966"/>
    <w:rsid w:val="00D25E39"/>
    <w:rsid w:val="00D262F7"/>
    <w:rsid w:val="00D3045E"/>
    <w:rsid w:val="00D32B52"/>
    <w:rsid w:val="00D32E37"/>
    <w:rsid w:val="00D33A93"/>
    <w:rsid w:val="00D34418"/>
    <w:rsid w:val="00D36D3D"/>
    <w:rsid w:val="00D421DE"/>
    <w:rsid w:val="00D42AB6"/>
    <w:rsid w:val="00D433E6"/>
    <w:rsid w:val="00D44A96"/>
    <w:rsid w:val="00D47B34"/>
    <w:rsid w:val="00D50093"/>
    <w:rsid w:val="00D50811"/>
    <w:rsid w:val="00D518A6"/>
    <w:rsid w:val="00D55799"/>
    <w:rsid w:val="00D61343"/>
    <w:rsid w:val="00D61A3A"/>
    <w:rsid w:val="00D62183"/>
    <w:rsid w:val="00D623E7"/>
    <w:rsid w:val="00D64AA2"/>
    <w:rsid w:val="00D65539"/>
    <w:rsid w:val="00D65AC4"/>
    <w:rsid w:val="00D66060"/>
    <w:rsid w:val="00D66785"/>
    <w:rsid w:val="00D672A3"/>
    <w:rsid w:val="00D70AC4"/>
    <w:rsid w:val="00D70CE4"/>
    <w:rsid w:val="00D72B66"/>
    <w:rsid w:val="00D738EC"/>
    <w:rsid w:val="00D73DC4"/>
    <w:rsid w:val="00D85F5B"/>
    <w:rsid w:val="00D904DD"/>
    <w:rsid w:val="00D90519"/>
    <w:rsid w:val="00D910AC"/>
    <w:rsid w:val="00D9185C"/>
    <w:rsid w:val="00D91A32"/>
    <w:rsid w:val="00D91CE9"/>
    <w:rsid w:val="00D93DB3"/>
    <w:rsid w:val="00D94970"/>
    <w:rsid w:val="00D959BB"/>
    <w:rsid w:val="00D9648E"/>
    <w:rsid w:val="00D96FFC"/>
    <w:rsid w:val="00DA0B2B"/>
    <w:rsid w:val="00DA15CE"/>
    <w:rsid w:val="00DA1C3B"/>
    <w:rsid w:val="00DA2F75"/>
    <w:rsid w:val="00DA319A"/>
    <w:rsid w:val="00DA33AD"/>
    <w:rsid w:val="00DA4F13"/>
    <w:rsid w:val="00DA542B"/>
    <w:rsid w:val="00DA5A43"/>
    <w:rsid w:val="00DA7910"/>
    <w:rsid w:val="00DB0351"/>
    <w:rsid w:val="00DB2416"/>
    <w:rsid w:val="00DB2680"/>
    <w:rsid w:val="00DB2F71"/>
    <w:rsid w:val="00DB33A2"/>
    <w:rsid w:val="00DB4F1E"/>
    <w:rsid w:val="00DB5AEB"/>
    <w:rsid w:val="00DB6C4B"/>
    <w:rsid w:val="00DB7746"/>
    <w:rsid w:val="00DB7CA4"/>
    <w:rsid w:val="00DC069E"/>
    <w:rsid w:val="00DC5216"/>
    <w:rsid w:val="00DC65B6"/>
    <w:rsid w:val="00DC6B5F"/>
    <w:rsid w:val="00DD185F"/>
    <w:rsid w:val="00DD2B75"/>
    <w:rsid w:val="00DD55D5"/>
    <w:rsid w:val="00DD5B25"/>
    <w:rsid w:val="00DD5FFD"/>
    <w:rsid w:val="00DE10CF"/>
    <w:rsid w:val="00DE14BC"/>
    <w:rsid w:val="00DE4C47"/>
    <w:rsid w:val="00DE581D"/>
    <w:rsid w:val="00DE69AF"/>
    <w:rsid w:val="00DE7893"/>
    <w:rsid w:val="00DF1231"/>
    <w:rsid w:val="00DF1616"/>
    <w:rsid w:val="00DF3DF5"/>
    <w:rsid w:val="00DF4539"/>
    <w:rsid w:val="00E0567A"/>
    <w:rsid w:val="00E10254"/>
    <w:rsid w:val="00E10642"/>
    <w:rsid w:val="00E121CD"/>
    <w:rsid w:val="00E16871"/>
    <w:rsid w:val="00E177F2"/>
    <w:rsid w:val="00E20B17"/>
    <w:rsid w:val="00E22BD2"/>
    <w:rsid w:val="00E23C52"/>
    <w:rsid w:val="00E26465"/>
    <w:rsid w:val="00E26665"/>
    <w:rsid w:val="00E268F7"/>
    <w:rsid w:val="00E27212"/>
    <w:rsid w:val="00E353DA"/>
    <w:rsid w:val="00E35442"/>
    <w:rsid w:val="00E37109"/>
    <w:rsid w:val="00E43124"/>
    <w:rsid w:val="00E44CB6"/>
    <w:rsid w:val="00E4525F"/>
    <w:rsid w:val="00E45734"/>
    <w:rsid w:val="00E46B48"/>
    <w:rsid w:val="00E55A4C"/>
    <w:rsid w:val="00E672A1"/>
    <w:rsid w:val="00E74B32"/>
    <w:rsid w:val="00E75A0A"/>
    <w:rsid w:val="00E760FF"/>
    <w:rsid w:val="00E80E47"/>
    <w:rsid w:val="00E81ED2"/>
    <w:rsid w:val="00E82F1C"/>
    <w:rsid w:val="00E834F7"/>
    <w:rsid w:val="00E83E5B"/>
    <w:rsid w:val="00E84C6D"/>
    <w:rsid w:val="00E85725"/>
    <w:rsid w:val="00E91E40"/>
    <w:rsid w:val="00E92A44"/>
    <w:rsid w:val="00E9516F"/>
    <w:rsid w:val="00E951B3"/>
    <w:rsid w:val="00E962A6"/>
    <w:rsid w:val="00E96987"/>
    <w:rsid w:val="00EA03F0"/>
    <w:rsid w:val="00EA0EB6"/>
    <w:rsid w:val="00EA1190"/>
    <w:rsid w:val="00EA129C"/>
    <w:rsid w:val="00EA181E"/>
    <w:rsid w:val="00EA2C71"/>
    <w:rsid w:val="00EA463A"/>
    <w:rsid w:val="00EA569A"/>
    <w:rsid w:val="00EA6A25"/>
    <w:rsid w:val="00EA6E0F"/>
    <w:rsid w:val="00EB0C2C"/>
    <w:rsid w:val="00EB275B"/>
    <w:rsid w:val="00EB5C1B"/>
    <w:rsid w:val="00EC0AE7"/>
    <w:rsid w:val="00EC1CBC"/>
    <w:rsid w:val="00EC337F"/>
    <w:rsid w:val="00EC3649"/>
    <w:rsid w:val="00EC4426"/>
    <w:rsid w:val="00EC4A61"/>
    <w:rsid w:val="00EC4EF8"/>
    <w:rsid w:val="00EC5186"/>
    <w:rsid w:val="00EC5AF2"/>
    <w:rsid w:val="00EC79D6"/>
    <w:rsid w:val="00EC7B65"/>
    <w:rsid w:val="00ED09F0"/>
    <w:rsid w:val="00ED21CE"/>
    <w:rsid w:val="00ED425C"/>
    <w:rsid w:val="00ED65D8"/>
    <w:rsid w:val="00ED67BD"/>
    <w:rsid w:val="00ED6EDA"/>
    <w:rsid w:val="00ED763C"/>
    <w:rsid w:val="00EE179B"/>
    <w:rsid w:val="00EE2D44"/>
    <w:rsid w:val="00EE7C84"/>
    <w:rsid w:val="00EF202E"/>
    <w:rsid w:val="00EF5024"/>
    <w:rsid w:val="00EF5468"/>
    <w:rsid w:val="00EF7970"/>
    <w:rsid w:val="00F005EE"/>
    <w:rsid w:val="00F00BE4"/>
    <w:rsid w:val="00F00C9E"/>
    <w:rsid w:val="00F01016"/>
    <w:rsid w:val="00F0235E"/>
    <w:rsid w:val="00F042A2"/>
    <w:rsid w:val="00F05444"/>
    <w:rsid w:val="00F05ADB"/>
    <w:rsid w:val="00F066E3"/>
    <w:rsid w:val="00F10647"/>
    <w:rsid w:val="00F114BC"/>
    <w:rsid w:val="00F12482"/>
    <w:rsid w:val="00F12C91"/>
    <w:rsid w:val="00F14CA9"/>
    <w:rsid w:val="00F15A00"/>
    <w:rsid w:val="00F16F33"/>
    <w:rsid w:val="00F17E7A"/>
    <w:rsid w:val="00F22A2B"/>
    <w:rsid w:val="00F2432D"/>
    <w:rsid w:val="00F25168"/>
    <w:rsid w:val="00F26907"/>
    <w:rsid w:val="00F305A5"/>
    <w:rsid w:val="00F32304"/>
    <w:rsid w:val="00F32994"/>
    <w:rsid w:val="00F33505"/>
    <w:rsid w:val="00F36531"/>
    <w:rsid w:val="00F3765C"/>
    <w:rsid w:val="00F41AE5"/>
    <w:rsid w:val="00F41BAF"/>
    <w:rsid w:val="00F41D8D"/>
    <w:rsid w:val="00F4275E"/>
    <w:rsid w:val="00F436C5"/>
    <w:rsid w:val="00F460BD"/>
    <w:rsid w:val="00F460CE"/>
    <w:rsid w:val="00F50B51"/>
    <w:rsid w:val="00F50CD6"/>
    <w:rsid w:val="00F51F21"/>
    <w:rsid w:val="00F537DD"/>
    <w:rsid w:val="00F540FF"/>
    <w:rsid w:val="00F578E7"/>
    <w:rsid w:val="00F57A78"/>
    <w:rsid w:val="00F64C67"/>
    <w:rsid w:val="00F65259"/>
    <w:rsid w:val="00F72065"/>
    <w:rsid w:val="00F72DCD"/>
    <w:rsid w:val="00F750BB"/>
    <w:rsid w:val="00F76F27"/>
    <w:rsid w:val="00F7716D"/>
    <w:rsid w:val="00F77476"/>
    <w:rsid w:val="00F814F0"/>
    <w:rsid w:val="00F81A6B"/>
    <w:rsid w:val="00F81DB5"/>
    <w:rsid w:val="00F81E76"/>
    <w:rsid w:val="00F83609"/>
    <w:rsid w:val="00F83CC8"/>
    <w:rsid w:val="00F854AD"/>
    <w:rsid w:val="00F868C1"/>
    <w:rsid w:val="00F86A1B"/>
    <w:rsid w:val="00F9199B"/>
    <w:rsid w:val="00F961E7"/>
    <w:rsid w:val="00FA0D74"/>
    <w:rsid w:val="00FA3264"/>
    <w:rsid w:val="00FA42BF"/>
    <w:rsid w:val="00FA5D24"/>
    <w:rsid w:val="00FA795C"/>
    <w:rsid w:val="00FB1B62"/>
    <w:rsid w:val="00FB2B62"/>
    <w:rsid w:val="00FB3B8B"/>
    <w:rsid w:val="00FB443E"/>
    <w:rsid w:val="00FB6C63"/>
    <w:rsid w:val="00FB6F23"/>
    <w:rsid w:val="00FC0AA2"/>
    <w:rsid w:val="00FC21DF"/>
    <w:rsid w:val="00FC2581"/>
    <w:rsid w:val="00FC25FF"/>
    <w:rsid w:val="00FC2606"/>
    <w:rsid w:val="00FC2EFD"/>
    <w:rsid w:val="00FC3002"/>
    <w:rsid w:val="00FC3524"/>
    <w:rsid w:val="00FD021E"/>
    <w:rsid w:val="00FD328D"/>
    <w:rsid w:val="00FD471E"/>
    <w:rsid w:val="00FD5414"/>
    <w:rsid w:val="00FD5772"/>
    <w:rsid w:val="00FD5E0B"/>
    <w:rsid w:val="00FD5FA9"/>
    <w:rsid w:val="00FD773E"/>
    <w:rsid w:val="00FD78EE"/>
    <w:rsid w:val="00FE2FC8"/>
    <w:rsid w:val="00FF1860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E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2E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hart" Target="charts/chart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10" Type="http://schemas.openxmlformats.org/officeDocument/2006/relationships/hyperlink" Target="file:///D:\OneDrive\Documents\TCA\TCA%20TENANTS\HANGAR%20WAITING%20LIST\HANGAR%20WAITING%20LIST.xls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653bbec313c07c3f/Documents/TCA/SITEMINDER/FUEL/!!%20FUEL%20REPORT/2023/2023-09%20SEPTEMBER/Monthly%20Fuel%20Log%202023-09%20(SEPTEMBER).xlsm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653bbec313c07c3f/Documents/TCA/SITEMINDER/FUEL/!!%20FUEL%20REPORT/2023/2023-09%20SEPTEMBER/Monthly%20Fuel%20Log%202023-09%20(SEPTEMBER).xlsm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WORLDFUEL (8000 gallon) PRICE OVER TIME (6</a:t>
            </a:r>
            <a:r>
              <a:rPr lang="en-US" baseline="0"/>
              <a:t> months</a:t>
            </a:r>
            <a:r>
              <a:rPr lang="en-US"/>
              <a:t>)</a:t>
            </a:r>
          </a:p>
        </c:rich>
      </c:tx>
      <c:layout>
        <c:manualLayout>
          <c:xMode val="edge"/>
          <c:yMode val="edge"/>
          <c:x val="0.15516646326770153"/>
          <c:y val="9.900990099009901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6.7486894158928321E-2"/>
          <c:y val="8.0151269584008644E-2"/>
          <c:w val="0.9136855466070366"/>
          <c:h val="0.69278576806748426"/>
        </c:manualLayout>
      </c:layout>
      <c:scatterChart>
        <c:scatterStyle val="lineMarker"/>
        <c:varyColors val="0"/>
        <c:ser>
          <c:idx val="0"/>
          <c:order val="0"/>
          <c:tx>
            <c:strRef>
              <c:f>'[Monthly Fuel Log 2023-09 (SEPTEMBER).xlsm]WFPOTData'!$I$1</c:f>
              <c:strCache>
                <c:ptCount val="1"/>
                <c:pt idx="0">
                  <c:v> JET A </c:v>
                </c:pt>
              </c:strCache>
            </c:strRef>
          </c:tx>
          <c:spPr>
            <a:ln w="19050" cap="rnd">
              <a:solidFill>
                <a:srgbClr val="C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numRef>
              <c:f>'[Monthly Fuel Log 2023-09 (SEPTEMBER).xlsm]WFPOTData'!$G$2:$G$400</c:f>
              <c:numCache>
                <c:formatCode>[$-409]dd\ mmm\ yyyy;@</c:formatCode>
                <c:ptCount val="338"/>
                <c:pt idx="0">
                  <c:v>45027</c:v>
                </c:pt>
                <c:pt idx="1">
                  <c:v>45034</c:v>
                </c:pt>
                <c:pt idx="2">
                  <c:v>45041</c:v>
                </c:pt>
                <c:pt idx="3">
                  <c:v>45048</c:v>
                </c:pt>
                <c:pt idx="4">
                  <c:v>45055</c:v>
                </c:pt>
                <c:pt idx="5">
                  <c:v>45062</c:v>
                </c:pt>
                <c:pt idx="6">
                  <c:v>45069</c:v>
                </c:pt>
                <c:pt idx="7">
                  <c:v>45076</c:v>
                </c:pt>
                <c:pt idx="8">
                  <c:v>45083</c:v>
                </c:pt>
                <c:pt idx="9">
                  <c:v>45090</c:v>
                </c:pt>
                <c:pt idx="10">
                  <c:v>45097</c:v>
                </c:pt>
                <c:pt idx="11">
                  <c:v>45104</c:v>
                </c:pt>
                <c:pt idx="12">
                  <c:v>45111</c:v>
                </c:pt>
                <c:pt idx="13">
                  <c:v>45118</c:v>
                </c:pt>
                <c:pt idx="14">
                  <c:v>45125</c:v>
                </c:pt>
                <c:pt idx="15">
                  <c:v>45132</c:v>
                </c:pt>
                <c:pt idx="16">
                  <c:v>45139</c:v>
                </c:pt>
                <c:pt idx="17">
                  <c:v>45146</c:v>
                </c:pt>
                <c:pt idx="18">
                  <c:v>45153</c:v>
                </c:pt>
                <c:pt idx="19">
                  <c:v>45160</c:v>
                </c:pt>
                <c:pt idx="20">
                  <c:v>45167</c:v>
                </c:pt>
                <c:pt idx="21">
                  <c:v>45174</c:v>
                </c:pt>
                <c:pt idx="22">
                  <c:v>45181</c:v>
                </c:pt>
                <c:pt idx="23">
                  <c:v>45188</c:v>
                </c:pt>
                <c:pt idx="24">
                  <c:v>45195</c:v>
                </c:pt>
                <c:pt idx="25">
                  <c:v>45202</c:v>
                </c:pt>
                <c:pt idx="26">
                  <c:v>45209</c:v>
                </c:pt>
              </c:numCache>
            </c:numRef>
          </c:xVal>
          <c:yVal>
            <c:numRef>
              <c:f>'[Monthly Fuel Log 2023-09 (SEPTEMBER).xlsm]WFPOTData'!$I$2:$I$400</c:f>
              <c:numCache>
                <c:formatCode>_("$"* #,##0.000000_);_("$"* \(#,##0.000000\);_("$"* "-"??????_);_(@_)</c:formatCode>
                <c:ptCount val="338"/>
                <c:pt idx="0">
                  <c:v>3.3642409999999998</c:v>
                </c:pt>
                <c:pt idx="1">
                  <c:v>3.2871410000000001</c:v>
                </c:pt>
                <c:pt idx="2">
                  <c:v>3.1075409999999999</c:v>
                </c:pt>
                <c:pt idx="3">
                  <c:v>3.002329</c:v>
                </c:pt>
                <c:pt idx="4">
                  <c:v>2.9224290000000002</c:v>
                </c:pt>
                <c:pt idx="5">
                  <c:v>3.0133290000000001</c:v>
                </c:pt>
                <c:pt idx="6">
                  <c:v>3.0169290000000002</c:v>
                </c:pt>
                <c:pt idx="7">
                  <c:v>2.984029</c:v>
                </c:pt>
                <c:pt idx="8">
                  <c:v>2.9469180000000001</c:v>
                </c:pt>
                <c:pt idx="9">
                  <c:v>3.0669179999999998</c:v>
                </c:pt>
                <c:pt idx="10">
                  <c:v>3.0438179999999999</c:v>
                </c:pt>
                <c:pt idx="11">
                  <c:v>3.0546180000000001</c:v>
                </c:pt>
                <c:pt idx="12">
                  <c:v>3.05281</c:v>
                </c:pt>
                <c:pt idx="13">
                  <c:v>3.1539100000000002</c:v>
                </c:pt>
                <c:pt idx="14">
                  <c:v>3.2210100000000002</c:v>
                </c:pt>
                <c:pt idx="15">
                  <c:v>3.2762099999999998</c:v>
                </c:pt>
                <c:pt idx="16">
                  <c:v>3.5133100000000002</c:v>
                </c:pt>
                <c:pt idx="17">
                  <c:v>3.7065139999999999</c:v>
                </c:pt>
                <c:pt idx="18">
                  <c:v>3.7950140000000001</c:v>
                </c:pt>
                <c:pt idx="19">
                  <c:v>3.804214</c:v>
                </c:pt>
                <c:pt idx="20">
                  <c:v>3.878314</c:v>
                </c:pt>
                <c:pt idx="21">
                  <c:v>3.831153</c:v>
                </c:pt>
                <c:pt idx="22">
                  <c:v>3.8467530000000001</c:v>
                </c:pt>
                <c:pt idx="23">
                  <c:v>3.9993530000000002</c:v>
                </c:pt>
                <c:pt idx="24">
                  <c:v>3.9160529999999998</c:v>
                </c:pt>
                <c:pt idx="25">
                  <c:v>3.8794689999999998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838-4E6A-ABC0-B39A8B941901}"/>
            </c:ext>
          </c:extLst>
        </c:ser>
        <c:ser>
          <c:idx val="1"/>
          <c:order val="1"/>
          <c:tx>
            <c:strRef>
              <c:f>'[Monthly Fuel Log 2023-09 (SEPTEMBER).xlsm]WFPOTData'!$F$1</c:f>
              <c:strCache>
                <c:ptCount val="1"/>
                <c:pt idx="0">
                  <c:v> 100 LL </c:v>
                </c:pt>
              </c:strCache>
            </c:strRef>
          </c:tx>
          <c:spPr>
            <a:ln w="19050" cap="rnd">
              <a:solidFill>
                <a:srgbClr val="00B0F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'[Monthly Fuel Log 2023-09 (SEPTEMBER).xlsm]WFPOTData'!$G$2:$G$400</c:f>
              <c:numCache>
                <c:formatCode>[$-409]dd\ mmm\ yyyy;@</c:formatCode>
                <c:ptCount val="338"/>
                <c:pt idx="0">
                  <c:v>45027</c:v>
                </c:pt>
                <c:pt idx="1">
                  <c:v>45034</c:v>
                </c:pt>
                <c:pt idx="2">
                  <c:v>45041</c:v>
                </c:pt>
                <c:pt idx="3">
                  <c:v>45048</c:v>
                </c:pt>
                <c:pt idx="4">
                  <c:v>45055</c:v>
                </c:pt>
                <c:pt idx="5">
                  <c:v>45062</c:v>
                </c:pt>
                <c:pt idx="6">
                  <c:v>45069</c:v>
                </c:pt>
                <c:pt idx="7">
                  <c:v>45076</c:v>
                </c:pt>
                <c:pt idx="8">
                  <c:v>45083</c:v>
                </c:pt>
                <c:pt idx="9">
                  <c:v>45090</c:v>
                </c:pt>
                <c:pt idx="10">
                  <c:v>45097</c:v>
                </c:pt>
                <c:pt idx="11">
                  <c:v>45104</c:v>
                </c:pt>
                <c:pt idx="12">
                  <c:v>45111</c:v>
                </c:pt>
                <c:pt idx="13">
                  <c:v>45118</c:v>
                </c:pt>
                <c:pt idx="14">
                  <c:v>45125</c:v>
                </c:pt>
                <c:pt idx="15">
                  <c:v>45132</c:v>
                </c:pt>
                <c:pt idx="16">
                  <c:v>45139</c:v>
                </c:pt>
                <c:pt idx="17">
                  <c:v>45146</c:v>
                </c:pt>
                <c:pt idx="18">
                  <c:v>45153</c:v>
                </c:pt>
                <c:pt idx="19">
                  <c:v>45160</c:v>
                </c:pt>
                <c:pt idx="20">
                  <c:v>45167</c:v>
                </c:pt>
                <c:pt idx="21">
                  <c:v>45174</c:v>
                </c:pt>
                <c:pt idx="22">
                  <c:v>45181</c:v>
                </c:pt>
                <c:pt idx="23">
                  <c:v>45188</c:v>
                </c:pt>
                <c:pt idx="24">
                  <c:v>45195</c:v>
                </c:pt>
                <c:pt idx="25">
                  <c:v>45202</c:v>
                </c:pt>
                <c:pt idx="26">
                  <c:v>45209</c:v>
                </c:pt>
              </c:numCache>
            </c:numRef>
          </c:xVal>
          <c:yVal>
            <c:numRef>
              <c:f>'[Monthly Fuel Log 2023-09 (SEPTEMBER).xlsm]WFPOTData'!$F$2:$F$400</c:f>
              <c:numCache>
                <c:formatCode>_("$"* #,##0.000000_);_("$"* \(#,##0.000000\);_("$"* "-"??????_);_(@_)</c:formatCode>
                <c:ptCount val="338"/>
                <c:pt idx="0">
                  <c:v>4.7076479999999998</c:v>
                </c:pt>
                <c:pt idx="1">
                  <c:v>4.8783479999999999</c:v>
                </c:pt>
                <c:pt idx="2">
                  <c:v>4.655748</c:v>
                </c:pt>
                <c:pt idx="3">
                  <c:v>4.4199780000000004</c:v>
                </c:pt>
                <c:pt idx="4">
                  <c:v>4.2986779999999998</c:v>
                </c:pt>
                <c:pt idx="5">
                  <c:v>4.3439779999999999</c:v>
                </c:pt>
                <c:pt idx="6">
                  <c:v>4.3722779999999997</c:v>
                </c:pt>
                <c:pt idx="7">
                  <c:v>4.4492779999999996</c:v>
                </c:pt>
                <c:pt idx="8">
                  <c:v>4.3335090000000003</c:v>
                </c:pt>
                <c:pt idx="9">
                  <c:v>4.4357090000000001</c:v>
                </c:pt>
                <c:pt idx="10">
                  <c:v>4.4903089999999999</c:v>
                </c:pt>
                <c:pt idx="11">
                  <c:v>4.4349090000000002</c:v>
                </c:pt>
                <c:pt idx="12">
                  <c:v>4.4122979999999998</c:v>
                </c:pt>
                <c:pt idx="13">
                  <c:v>4.4898980000000002</c:v>
                </c:pt>
                <c:pt idx="14">
                  <c:v>4.6020979999999998</c:v>
                </c:pt>
                <c:pt idx="15">
                  <c:v>4.7037979999999999</c:v>
                </c:pt>
                <c:pt idx="16">
                  <c:v>4.9176979999999997</c:v>
                </c:pt>
                <c:pt idx="17">
                  <c:v>4.8875529999999996</c:v>
                </c:pt>
                <c:pt idx="18">
                  <c:v>4.9932530000000002</c:v>
                </c:pt>
                <c:pt idx="19">
                  <c:v>4.9042529999999998</c:v>
                </c:pt>
                <c:pt idx="20">
                  <c:v>4.8442530000000001</c:v>
                </c:pt>
                <c:pt idx="21">
                  <c:v>4.797218</c:v>
                </c:pt>
                <c:pt idx="22">
                  <c:v>4.7940180000000003</c:v>
                </c:pt>
                <c:pt idx="23">
                  <c:v>4.8773179999999998</c:v>
                </c:pt>
                <c:pt idx="24">
                  <c:v>4.7680179999999996</c:v>
                </c:pt>
                <c:pt idx="25">
                  <c:v>4.6658429999999997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838-4E6A-ABC0-B39A8B9419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11272175"/>
        <c:axId val="465680575"/>
      </c:scatterChart>
      <c:valAx>
        <c:axId val="611272175"/>
        <c:scaling>
          <c:orientation val="minMax"/>
          <c:max val="45209"/>
          <c:min val="4502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[$-409]dd\ mmm\ yyyy;@" sourceLinked="0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5680575"/>
        <c:crosses val="autoZero"/>
        <c:crossBetween val="midCat"/>
        <c:majorUnit val="7"/>
        <c:minorUnit val="3.5"/>
      </c:valAx>
      <c:valAx>
        <c:axId val="465680575"/>
        <c:scaling>
          <c:orientation val="minMax"/>
          <c:max val="5.0999999999999996"/>
          <c:min val="2.8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&quot;$&quot;* #,##0.000000_);_(&quot;$&quot;* \(#,##0.000000\);_(&quot;$&quot;* &quot;-&quot;??????_);_(@_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1272175"/>
        <c:crosses val="autoZero"/>
        <c:crossBetween val="midCat"/>
        <c:majorUnit val="0.1"/>
        <c:minorUnit val="2.0000000000000004E-2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6979479982005333E-2"/>
          <c:y val="0.96137197599084556"/>
          <c:w val="0.89171498444603725"/>
          <c:h val="3.646702995188810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GALLONS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'[Monthly Fuel Log 2023-09 (SEPTEMBER).xlsm]WFPOT'!$G$29</c:f>
              <c:strCache>
                <c:ptCount val="1"/>
                <c:pt idx="0">
                  <c:v>100 LL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'[Monthly Fuel Log 2023-09 (SEPTEMBER).xlsm]WFPOT'!$G$31</c:f>
              <c:numCache>
                <c:formatCode>#,##0.00</c:formatCode>
                <c:ptCount val="1"/>
                <c:pt idx="0">
                  <c:v>5692.1552730678395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15-47D4-B446-B69B7C1D5D4B}"/>
            </c:ext>
          </c:extLst>
        </c:ser>
        <c:ser>
          <c:idx val="1"/>
          <c:order val="1"/>
          <c:tx>
            <c:strRef>
              <c:f>'[Monthly Fuel Log 2023-09 (SEPTEMBER).xlsm]WFPOT'!$H$29</c:f>
              <c:strCache>
                <c:ptCount val="1"/>
                <c:pt idx="0">
                  <c:v>JET 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val>
            <c:numRef>
              <c:f>'[Monthly Fuel Log 2023-09 (SEPTEMBER).xlsm]WFPOT'!$H$31</c:f>
              <c:numCache>
                <c:formatCode>#,##0.00</c:formatCode>
                <c:ptCount val="1"/>
                <c:pt idx="0">
                  <c:v>6029.4633789186273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415-47D4-B446-B69B7C1D5D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30749536"/>
        <c:axId val="1030749120"/>
      </c:barChart>
      <c:catAx>
        <c:axId val="103074953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030749120"/>
        <c:crosses val="autoZero"/>
        <c:auto val="1"/>
        <c:lblAlgn val="ctr"/>
        <c:lblOffset val="100"/>
        <c:noMultiLvlLbl val="0"/>
      </c:catAx>
      <c:valAx>
        <c:axId val="1030749120"/>
        <c:scaling>
          <c:orientation val="minMax"/>
          <c:max val="120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cross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30749536"/>
        <c:crosses val="autoZero"/>
        <c:crossBetween val="between"/>
        <c:majorUnit val="1000"/>
        <c:minorUnit val="500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1471919646396418"/>
          <c:y val="0.86786085605072849"/>
          <c:w val="0.47025006102974248"/>
          <c:h val="6.582600402670341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0B01E3"/>
    <w:rsid w:val="000B2281"/>
    <w:rsid w:val="001474DB"/>
    <w:rsid w:val="001C4910"/>
    <w:rsid w:val="00367FF1"/>
    <w:rsid w:val="00432E84"/>
    <w:rsid w:val="005C374C"/>
    <w:rsid w:val="00627FD9"/>
    <w:rsid w:val="006A552B"/>
    <w:rsid w:val="007A0FE1"/>
    <w:rsid w:val="007B62C7"/>
    <w:rsid w:val="00806532"/>
    <w:rsid w:val="008F0C48"/>
    <w:rsid w:val="009F4811"/>
    <w:rsid w:val="00A50D57"/>
    <w:rsid w:val="00AD758B"/>
    <w:rsid w:val="00B50350"/>
    <w:rsid w:val="00CC679E"/>
    <w:rsid w:val="00D14BB2"/>
    <w:rsid w:val="00DC5C71"/>
    <w:rsid w:val="00E036D0"/>
    <w:rsid w:val="00F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FF1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</Template>
  <TotalTime>0</TotalTime>
  <Pages>4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September 2023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Tri County Airport</cp:lastModifiedBy>
  <cp:revision>2</cp:revision>
  <cp:lastPrinted>2022-09-13T16:31:00Z</cp:lastPrinted>
  <dcterms:created xsi:type="dcterms:W3CDTF">2023-10-06T21:35:00Z</dcterms:created>
  <dcterms:modified xsi:type="dcterms:W3CDTF">2023-10-06T21:35:00Z</dcterms:modified>
</cp:coreProperties>
</file>