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4C47193F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A5C6F">
            <w:rPr>
              <w:b/>
              <w:sz w:val="24"/>
              <w:szCs w:val="24"/>
            </w:rPr>
            <w:t>December</w:t>
          </w:r>
          <w:r w:rsidR="003B7E43">
            <w:rPr>
              <w:b/>
              <w:sz w:val="24"/>
              <w:szCs w:val="24"/>
            </w:rPr>
            <w:t xml:space="preserve"> 2023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BB1517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57054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5C84F08" w:rsidR="00C30BD5" w:rsidRPr="00A2588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Gate, North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35AFD103" w:rsidR="00C30BD5" w:rsidRPr="00685A5A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bCs/>
          <w:u w:val="single"/>
        </w:rPr>
        <w:t>Gate, South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3079CFC" w14:textId="4AF024BE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261E2F63" w14:textId="76F1701F" w:rsidR="00C30BD5" w:rsidRPr="00F50B51" w:rsidRDefault="00CE56E7" w:rsidP="00F578E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Stihl</w:t>
      </w:r>
      <w:r w:rsidR="00C30BD5" w:rsidRPr="00612250">
        <w:rPr>
          <w:b/>
          <w:u w:val="single"/>
        </w:rPr>
        <w:t xml:space="preserve"> Mower</w:t>
      </w:r>
      <w:r w:rsidR="00C30BD5"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F0CB983" w14:textId="36E65E6F" w:rsidR="00C30BD5" w:rsidRPr="00C96997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5635BA8B" w14:textId="23D349D0" w:rsidR="00C30BD5" w:rsidRPr="00C223DF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r w:rsidR="00D738EC">
        <w:rPr>
          <w:b/>
          <w:color w:val="538135" w:themeColor="accent6" w:themeShade="BF"/>
        </w:rPr>
        <w:t>Full-Op</w:t>
      </w:r>
      <w:bookmarkEnd w:id="0"/>
    </w:p>
    <w:p w14:paraId="66424C52" w14:textId="15BE78D2" w:rsidR="00C30BD5" w:rsidRPr="00C36511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Siteminder: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876E03A" w14:textId="41F5854A" w:rsidR="00C30BD5" w:rsidRPr="00FF186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2384BCE8" w14:textId="548C60BC" w:rsidR="00C30BD5" w:rsidRPr="00C30BD5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77777777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C30BD5">
          <w:type w:val="continuous"/>
          <w:pgSz w:w="12240" w:h="15840"/>
          <w:pgMar w:top="1440" w:right="1354" w:bottom="720" w:left="1008" w:header="720" w:footer="720" w:gutter="0"/>
          <w:cols w:num="2" w:sep="1" w:space="0" w:equalWidth="0">
            <w:col w:w="4752" w:space="0"/>
            <w:col w:w="5126"/>
          </w:cols>
          <w:docGrid w:linePitch="360"/>
        </w:sectPr>
      </w:pPr>
    </w:p>
    <w:p w14:paraId="351B6419" w14:textId="76AE3FCE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726B219C">
                <wp:simplePos x="0" y="0"/>
                <wp:positionH relativeFrom="column">
                  <wp:posOffset>4344670</wp:posOffset>
                </wp:positionH>
                <wp:positionV relativeFrom="paragraph">
                  <wp:posOffset>97155</wp:posOffset>
                </wp:positionV>
                <wp:extent cx="527050" cy="1454150"/>
                <wp:effectExtent l="0" t="0" r="25400" b="127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1454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6583EDA2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092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E5B8ADA" w14:textId="6B2798A4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9C7474A" w14:textId="43F660CF" w:rsidR="00B93603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37</w:t>
                            </w:r>
                          </w:p>
                          <w:p w14:paraId="6018E0E7" w14:textId="448CBBC3" w:rsidR="00C1683D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1pt;margin-top:7.65pt;width:41.5pt;height:114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6583EDA2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58092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4</w:t>
                      </w:r>
                    </w:p>
                    <w:p w14:paraId="7E5B8ADA" w14:textId="6B2798A4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  <w:p w14:paraId="09C7474A" w14:textId="43F660CF" w:rsidR="00B93603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37</w:t>
                      </w:r>
                    </w:p>
                    <w:p w14:paraId="6018E0E7" w14:textId="448CBBC3" w:rsidR="00C1683D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</w:p>
    <w:p w14:paraId="5276657F" w14:textId="65A02C7B" w:rsidR="009B6E44" w:rsidRDefault="00F65259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00D2970B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503B03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9B6E44">
        <w:rPr>
          <w:color w:val="2E74B5" w:themeColor="accent5" w:themeShade="BF"/>
        </w:rPr>
        <w:t>7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4ECCEB07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503B03">
        <w:rPr>
          <w:b/>
          <w:bCs/>
          <w:color w:val="2E74B5" w:themeColor="accent5" w:themeShade="BF"/>
          <w:u w:val="single"/>
        </w:rPr>
        <w:t>4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646128F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0E88F450" w:rsidR="00725157" w:rsidRPr="00BF5D18" w:rsidRDefault="004E2EFB" w:rsidP="00CB097E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503B03">
        <w:rPr>
          <w:color w:val="2E74B5" w:themeColor="accent5" w:themeShade="BF"/>
          <w:u w:val="single"/>
        </w:rPr>
        <w:t>none on waiting list.</w:t>
      </w:r>
    </w:p>
    <w:p w14:paraId="306EE6F9" w14:textId="77777777" w:rsidR="00CB7799" w:rsidRDefault="00CB7799" w:rsidP="00C53665">
      <w:pPr>
        <w:spacing w:before="120" w:after="0" w:line="240" w:lineRule="auto"/>
        <w:ind w:left="720" w:hanging="720"/>
        <w:jc w:val="both"/>
        <w:rPr>
          <w:b/>
          <w:sz w:val="20"/>
          <w:szCs w:val="20"/>
        </w:rPr>
      </w:pPr>
    </w:p>
    <w:p w14:paraId="6F628DCC" w14:textId="77777777" w:rsidR="00CB7799" w:rsidRDefault="00CB7799" w:rsidP="00C53665">
      <w:pPr>
        <w:spacing w:before="120" w:after="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299FB7FF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33220CB3" w14:textId="3598E747" w:rsidR="00B76C57" w:rsidRDefault="00C8534C" w:rsidP="00B76C5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FYI: O</w:t>
      </w:r>
      <w:r w:rsidR="00813537">
        <w:rPr>
          <w:bCs/>
          <w:sz w:val="20"/>
          <w:szCs w:val="20"/>
        </w:rPr>
        <w:t>n Jan 1, 2024</w:t>
      </w:r>
      <w:r w:rsidR="00813537">
        <w:rPr>
          <w:bCs/>
          <w:sz w:val="20"/>
          <w:szCs w:val="20"/>
        </w:rPr>
        <w:t xml:space="preserve">, </w:t>
      </w:r>
      <w:r w:rsidR="00051967" w:rsidRPr="00B76C57">
        <w:rPr>
          <w:bCs/>
          <w:sz w:val="20"/>
          <w:szCs w:val="20"/>
        </w:rPr>
        <w:t xml:space="preserve">I received an email from </w:t>
      </w:r>
      <w:r w:rsidR="00975613" w:rsidRPr="00B76C57">
        <w:rPr>
          <w:bCs/>
          <w:sz w:val="20"/>
          <w:szCs w:val="20"/>
        </w:rPr>
        <w:t>the</w:t>
      </w:r>
      <w:r w:rsidR="00B76C57">
        <w:rPr>
          <w:bCs/>
          <w:sz w:val="20"/>
          <w:szCs w:val="20"/>
        </w:rPr>
        <w:t xml:space="preserve"> </w:t>
      </w:r>
      <w:r w:rsidR="00AF31C2">
        <w:rPr>
          <w:bCs/>
          <w:sz w:val="20"/>
          <w:szCs w:val="20"/>
        </w:rPr>
        <w:t xml:space="preserve">Florida Department of Transportation via the </w:t>
      </w:r>
      <w:r w:rsidR="003D730B">
        <w:rPr>
          <w:bCs/>
          <w:sz w:val="20"/>
          <w:szCs w:val="20"/>
        </w:rPr>
        <w:t xml:space="preserve">Florida Aviation Database website that </w:t>
      </w:r>
      <w:r w:rsidR="006B28A9">
        <w:rPr>
          <w:bCs/>
          <w:sz w:val="20"/>
          <w:szCs w:val="20"/>
        </w:rPr>
        <w:t xml:space="preserve">the FL-DOT will conduct our annual </w:t>
      </w:r>
      <w:r w:rsidR="00BA1BC6">
        <w:rPr>
          <w:bCs/>
          <w:sz w:val="20"/>
          <w:szCs w:val="20"/>
        </w:rPr>
        <w:t>airport inspection on or before</w:t>
      </w:r>
      <w:r w:rsidR="00AF407E">
        <w:rPr>
          <w:bCs/>
          <w:sz w:val="20"/>
          <w:szCs w:val="20"/>
        </w:rPr>
        <w:t xml:space="preserve"> </w:t>
      </w:r>
      <w:r w:rsidR="00CF59D5">
        <w:rPr>
          <w:bCs/>
          <w:sz w:val="20"/>
          <w:szCs w:val="20"/>
        </w:rPr>
        <w:t xml:space="preserve">March 31, 2024. The airport is inspection ready now and should pass </w:t>
      </w:r>
      <w:r w:rsidR="00096A50">
        <w:rPr>
          <w:bCs/>
          <w:sz w:val="20"/>
          <w:szCs w:val="20"/>
        </w:rPr>
        <w:t>without any problems.</w:t>
      </w:r>
    </w:p>
    <w:p w14:paraId="07EC65F3" w14:textId="15CB4BA7" w:rsidR="00CC4FCD" w:rsidRPr="00B76C57" w:rsidRDefault="007300C6" w:rsidP="00B76C5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>
        <w:br w:type="page"/>
      </w:r>
    </w:p>
    <w:p w14:paraId="06298E52" w14:textId="17FBFE16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A5C6F">
            <w:rPr>
              <w:b/>
              <w:sz w:val="24"/>
              <w:szCs w:val="24"/>
            </w:rPr>
            <w:t>December 2023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019717F2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End of Month December 2023 on hand:</w:t>
      </w:r>
    </w:p>
    <w:p w14:paraId="1C7E59CF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6482B33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1) 100 LL</w:t>
      </w:r>
    </w:p>
    <w:p w14:paraId="09AE1012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 xml:space="preserve">   a) Fuel Farm Tank: 8,659.84</w:t>
      </w:r>
    </w:p>
    <w:p w14:paraId="75AB37BC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44862627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 xml:space="preserve">               Total: 9,416.97</w:t>
      </w:r>
    </w:p>
    <w:p w14:paraId="69726D93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5E27E36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2) JET A</w:t>
      </w:r>
    </w:p>
    <w:p w14:paraId="3D10C757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 xml:space="preserve">   a) Fuel Farm Tank: 10,859.56</w:t>
      </w:r>
    </w:p>
    <w:p w14:paraId="47BC39C2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1B00A98F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 xml:space="preserve">              Total: 11,616.69</w:t>
      </w:r>
    </w:p>
    <w:p w14:paraId="0375A3E0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531C8272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Fuel delivery (World Fuel) Invoice # 987532</w:t>
      </w:r>
    </w:p>
    <w:p w14:paraId="07C5207D" w14:textId="3109898F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Dec 19</w:t>
      </w:r>
      <w:r w:rsidR="0034690C">
        <w:rPr>
          <w:rFonts w:ascii="Consolas" w:hAnsi="Consolas"/>
          <w:iCs/>
          <w:sz w:val="24"/>
          <w:szCs w:val="24"/>
        </w:rPr>
        <w:t>,</w:t>
      </w:r>
      <w:r w:rsidRPr="00AF2425">
        <w:rPr>
          <w:rFonts w:ascii="Consolas" w:hAnsi="Consolas"/>
          <w:iCs/>
          <w:sz w:val="24"/>
          <w:szCs w:val="24"/>
        </w:rPr>
        <w:t xml:space="preserve"> 2023 - 8,036 gallons (100LL)</w:t>
      </w:r>
    </w:p>
    <w:p w14:paraId="307C236B" w14:textId="06EF87CB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$30.070.76</w:t>
      </w:r>
    </w:p>
    <w:p w14:paraId="256788B4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0FF42A26" w14:textId="77777777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Fuel Delivery (World Fuel) Invoice # 989263</w:t>
      </w:r>
    </w:p>
    <w:p w14:paraId="2501B598" w14:textId="49F0F4DC" w:rsidR="00AF2425" w:rsidRPr="00AF2425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 xml:space="preserve">Dec 29, 2023 </w:t>
      </w:r>
      <w:r w:rsidR="0034690C">
        <w:rPr>
          <w:rFonts w:ascii="Consolas" w:hAnsi="Consolas"/>
          <w:iCs/>
          <w:sz w:val="24"/>
          <w:szCs w:val="24"/>
        </w:rPr>
        <w:t>–</w:t>
      </w:r>
      <w:r w:rsidRPr="00AF2425">
        <w:rPr>
          <w:rFonts w:ascii="Consolas" w:hAnsi="Consolas"/>
          <w:iCs/>
          <w:sz w:val="24"/>
          <w:szCs w:val="24"/>
        </w:rPr>
        <w:t xml:space="preserve"> 8</w:t>
      </w:r>
      <w:r w:rsidR="0034690C">
        <w:rPr>
          <w:rFonts w:ascii="Consolas" w:hAnsi="Consolas"/>
          <w:iCs/>
          <w:sz w:val="24"/>
          <w:szCs w:val="24"/>
        </w:rPr>
        <w:t>,</w:t>
      </w:r>
      <w:r w:rsidRPr="00AF2425">
        <w:rPr>
          <w:rFonts w:ascii="Consolas" w:hAnsi="Consolas"/>
          <w:iCs/>
          <w:sz w:val="24"/>
          <w:szCs w:val="24"/>
        </w:rPr>
        <w:t>025 gallons (JET A)</w:t>
      </w:r>
    </w:p>
    <w:p w14:paraId="68582D82" w14:textId="13AE7780" w:rsidR="004075CA" w:rsidRPr="00BB1517" w:rsidRDefault="00AF2425" w:rsidP="00AF2425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F2425">
        <w:rPr>
          <w:rFonts w:ascii="Consolas" w:hAnsi="Consolas"/>
          <w:iCs/>
          <w:sz w:val="24"/>
          <w:szCs w:val="24"/>
        </w:rPr>
        <w:t>$26,539.85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4B9BDC30" w:rsidR="007B7905" w:rsidRPr="00EA569A" w:rsidRDefault="004E2EFB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A5C6F">
            <w:rPr>
              <w:b/>
              <w:sz w:val="24"/>
              <w:szCs w:val="24"/>
            </w:rPr>
            <w:t>December 2023</w:t>
          </w:r>
        </w:sdtContent>
      </w:sdt>
    </w:p>
    <w:p w14:paraId="15D44A00" w14:textId="78CBC167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32D945F4" w14:textId="16753A66" w:rsidR="008A7EE0" w:rsidRDefault="00E448DE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E448DE">
        <w:drawing>
          <wp:inline distT="0" distB="0" distL="0" distR="0" wp14:anchorId="5FB54F8A" wp14:editId="486D4AFA">
            <wp:extent cx="6272530" cy="3409315"/>
            <wp:effectExtent l="0" t="0" r="0" b="635"/>
            <wp:docPr id="21440102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3C73A524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03C77364" w14:textId="36BFB941" w:rsidR="004B4DA8" w:rsidRDefault="00E448DE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E448DE">
        <w:drawing>
          <wp:inline distT="0" distB="0" distL="0" distR="0" wp14:anchorId="7BB295C5" wp14:editId="222829FC">
            <wp:extent cx="6272530" cy="3409315"/>
            <wp:effectExtent l="0" t="0" r="0" b="635"/>
            <wp:docPr id="678697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03741" w14:textId="54469B40" w:rsidR="00581B13" w:rsidRDefault="001063FA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1063FA">
        <w:lastRenderedPageBreak/>
        <w:drawing>
          <wp:inline distT="0" distB="0" distL="0" distR="0" wp14:anchorId="43AB83A1" wp14:editId="45A70053">
            <wp:extent cx="6272530" cy="3555365"/>
            <wp:effectExtent l="0" t="0" r="0" b="6985"/>
            <wp:docPr id="182983009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5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A2F06" w14:textId="48E8EBE5" w:rsidR="000512AC" w:rsidRDefault="00182728" w:rsidP="008863EA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182728">
        <w:drawing>
          <wp:anchor distT="0" distB="0" distL="114300" distR="114300" simplePos="0" relativeHeight="251675648" behindDoc="0" locked="0" layoutInCell="1" allowOverlap="1" wp14:anchorId="6C273481" wp14:editId="2709BE5A">
            <wp:simplePos x="0" y="0"/>
            <wp:positionH relativeFrom="column">
              <wp:posOffset>3579495</wp:posOffset>
            </wp:positionH>
            <wp:positionV relativeFrom="paragraph">
              <wp:posOffset>704850</wp:posOffset>
            </wp:positionV>
            <wp:extent cx="2581146" cy="2895600"/>
            <wp:effectExtent l="0" t="0" r="0" b="0"/>
            <wp:wrapNone/>
            <wp:docPr id="11225654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146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862" w:rsidRPr="00566862">
        <w:drawing>
          <wp:inline distT="0" distB="0" distL="0" distR="0" wp14:anchorId="25675C2E" wp14:editId="0B37D630">
            <wp:extent cx="3321496" cy="4238625"/>
            <wp:effectExtent l="0" t="0" r="0" b="0"/>
            <wp:docPr id="45040488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032" cy="4254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4970" w:rsidRPr="00D94970">
        <w:t xml:space="preserve"> </w:t>
      </w:r>
    </w:p>
    <w:sectPr w:rsidR="000512AC" w:rsidSect="00435B3F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83FA7" w14:textId="77777777" w:rsidR="0097752C" w:rsidRDefault="0097752C" w:rsidP="001D46EF">
      <w:pPr>
        <w:spacing w:after="0" w:line="240" w:lineRule="auto"/>
      </w:pPr>
      <w:r>
        <w:separator/>
      </w:r>
    </w:p>
  </w:endnote>
  <w:endnote w:type="continuationSeparator" w:id="0">
    <w:p w14:paraId="2C69B507" w14:textId="77777777" w:rsidR="0097752C" w:rsidRDefault="0097752C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1192" w14:textId="77777777" w:rsidR="0097752C" w:rsidRDefault="0097752C" w:rsidP="001D46EF">
      <w:pPr>
        <w:spacing w:after="0" w:line="240" w:lineRule="auto"/>
      </w:pPr>
      <w:r>
        <w:separator/>
      </w:r>
    </w:p>
  </w:footnote>
  <w:footnote w:type="continuationSeparator" w:id="0">
    <w:p w14:paraId="7D2044E4" w14:textId="77777777" w:rsidR="0097752C" w:rsidRDefault="0097752C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47E8"/>
    <w:rsid w:val="00096A50"/>
    <w:rsid w:val="00097CBF"/>
    <w:rsid w:val="000A0A88"/>
    <w:rsid w:val="000A2668"/>
    <w:rsid w:val="000A2768"/>
    <w:rsid w:val="000A40BC"/>
    <w:rsid w:val="000A5981"/>
    <w:rsid w:val="000A7A79"/>
    <w:rsid w:val="000B0D3C"/>
    <w:rsid w:val="000B262C"/>
    <w:rsid w:val="000B2A36"/>
    <w:rsid w:val="000B32F9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3FA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221C7"/>
    <w:rsid w:val="00122CA5"/>
    <w:rsid w:val="001234FB"/>
    <w:rsid w:val="0012445D"/>
    <w:rsid w:val="00125462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6EBD"/>
    <w:rsid w:val="001775F5"/>
    <w:rsid w:val="0018149A"/>
    <w:rsid w:val="00182728"/>
    <w:rsid w:val="00183093"/>
    <w:rsid w:val="00186615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7EB8"/>
    <w:rsid w:val="002A0EC9"/>
    <w:rsid w:val="002A1579"/>
    <w:rsid w:val="002A3476"/>
    <w:rsid w:val="002A4049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690C"/>
    <w:rsid w:val="0034764C"/>
    <w:rsid w:val="00350263"/>
    <w:rsid w:val="00351524"/>
    <w:rsid w:val="003529A0"/>
    <w:rsid w:val="00352B57"/>
    <w:rsid w:val="003530A8"/>
    <w:rsid w:val="00357D21"/>
    <w:rsid w:val="00360E76"/>
    <w:rsid w:val="00361747"/>
    <w:rsid w:val="003621D8"/>
    <w:rsid w:val="003630A5"/>
    <w:rsid w:val="0036508E"/>
    <w:rsid w:val="00366497"/>
    <w:rsid w:val="00374B69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2742"/>
    <w:rsid w:val="003D3D79"/>
    <w:rsid w:val="003D4702"/>
    <w:rsid w:val="003D58DB"/>
    <w:rsid w:val="003D730B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5853"/>
    <w:rsid w:val="00435B3F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570F"/>
    <w:rsid w:val="00466071"/>
    <w:rsid w:val="004703EA"/>
    <w:rsid w:val="004724CB"/>
    <w:rsid w:val="0047290D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0F9"/>
    <w:rsid w:val="004B3254"/>
    <w:rsid w:val="004B4DA8"/>
    <w:rsid w:val="004B51E8"/>
    <w:rsid w:val="004B5B74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4F44D2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5074"/>
    <w:rsid w:val="0052540B"/>
    <w:rsid w:val="00526BA7"/>
    <w:rsid w:val="005313F6"/>
    <w:rsid w:val="005315D6"/>
    <w:rsid w:val="00532AE3"/>
    <w:rsid w:val="00532C58"/>
    <w:rsid w:val="005330FF"/>
    <w:rsid w:val="00536AEF"/>
    <w:rsid w:val="00540579"/>
    <w:rsid w:val="005406DC"/>
    <w:rsid w:val="00540B13"/>
    <w:rsid w:val="00543C81"/>
    <w:rsid w:val="00550F4D"/>
    <w:rsid w:val="00551308"/>
    <w:rsid w:val="00551601"/>
    <w:rsid w:val="005520BA"/>
    <w:rsid w:val="00552810"/>
    <w:rsid w:val="00552880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6862"/>
    <w:rsid w:val="00566AEF"/>
    <w:rsid w:val="00566D7A"/>
    <w:rsid w:val="00567E8B"/>
    <w:rsid w:val="0057054E"/>
    <w:rsid w:val="00570895"/>
    <w:rsid w:val="0057369D"/>
    <w:rsid w:val="005736AC"/>
    <w:rsid w:val="00573BCF"/>
    <w:rsid w:val="00573E6D"/>
    <w:rsid w:val="00580925"/>
    <w:rsid w:val="00581B13"/>
    <w:rsid w:val="00582552"/>
    <w:rsid w:val="00583041"/>
    <w:rsid w:val="005833A5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16DC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2215"/>
    <w:rsid w:val="006B26CA"/>
    <w:rsid w:val="006B28A9"/>
    <w:rsid w:val="006B568A"/>
    <w:rsid w:val="006B59A3"/>
    <w:rsid w:val="006B678B"/>
    <w:rsid w:val="006B6A22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0128"/>
    <w:rsid w:val="00753287"/>
    <w:rsid w:val="00753AD2"/>
    <w:rsid w:val="00755514"/>
    <w:rsid w:val="007606BB"/>
    <w:rsid w:val="00761B3E"/>
    <w:rsid w:val="00763C84"/>
    <w:rsid w:val="00772033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5D89"/>
    <w:rsid w:val="00796E4E"/>
    <w:rsid w:val="0079738B"/>
    <w:rsid w:val="007A23AB"/>
    <w:rsid w:val="007A3E15"/>
    <w:rsid w:val="007B38B6"/>
    <w:rsid w:val="007B7905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079CB"/>
    <w:rsid w:val="008101D3"/>
    <w:rsid w:val="00810F5A"/>
    <w:rsid w:val="00813537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D059C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E7A67"/>
    <w:rsid w:val="008F6B78"/>
    <w:rsid w:val="008F75EB"/>
    <w:rsid w:val="009002F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1683D"/>
    <w:rsid w:val="0092015A"/>
    <w:rsid w:val="009227B2"/>
    <w:rsid w:val="00923568"/>
    <w:rsid w:val="00924339"/>
    <w:rsid w:val="00924DE2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7249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5613"/>
    <w:rsid w:val="00977025"/>
    <w:rsid w:val="009773E9"/>
    <w:rsid w:val="0097752C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4121"/>
    <w:rsid w:val="00A05797"/>
    <w:rsid w:val="00A057D5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21D18"/>
    <w:rsid w:val="00A23E1C"/>
    <w:rsid w:val="00A23F1E"/>
    <w:rsid w:val="00A24099"/>
    <w:rsid w:val="00A25880"/>
    <w:rsid w:val="00A30A69"/>
    <w:rsid w:val="00A30AA4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4629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4A29"/>
    <w:rsid w:val="00B44B9F"/>
    <w:rsid w:val="00B458BF"/>
    <w:rsid w:val="00B50575"/>
    <w:rsid w:val="00B51F3E"/>
    <w:rsid w:val="00B524BB"/>
    <w:rsid w:val="00B53647"/>
    <w:rsid w:val="00B56F79"/>
    <w:rsid w:val="00B57233"/>
    <w:rsid w:val="00B613ED"/>
    <w:rsid w:val="00B64177"/>
    <w:rsid w:val="00B641CE"/>
    <w:rsid w:val="00B6495C"/>
    <w:rsid w:val="00B649A5"/>
    <w:rsid w:val="00B66E9E"/>
    <w:rsid w:val="00B67C3F"/>
    <w:rsid w:val="00B71F2E"/>
    <w:rsid w:val="00B735C9"/>
    <w:rsid w:val="00B74796"/>
    <w:rsid w:val="00B76C57"/>
    <w:rsid w:val="00B77988"/>
    <w:rsid w:val="00B80E0C"/>
    <w:rsid w:val="00B81C8D"/>
    <w:rsid w:val="00B86AF2"/>
    <w:rsid w:val="00B879DA"/>
    <w:rsid w:val="00B87BA1"/>
    <w:rsid w:val="00B9118D"/>
    <w:rsid w:val="00B93603"/>
    <w:rsid w:val="00B954D0"/>
    <w:rsid w:val="00B97693"/>
    <w:rsid w:val="00BA02CF"/>
    <w:rsid w:val="00BA03D1"/>
    <w:rsid w:val="00BA1A77"/>
    <w:rsid w:val="00BA1BC6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56E8"/>
    <w:rsid w:val="00BC7539"/>
    <w:rsid w:val="00BC796A"/>
    <w:rsid w:val="00BD0DA0"/>
    <w:rsid w:val="00BD1B91"/>
    <w:rsid w:val="00BD3536"/>
    <w:rsid w:val="00BD3FCF"/>
    <w:rsid w:val="00BD5265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3DDA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534C"/>
    <w:rsid w:val="00C8747F"/>
    <w:rsid w:val="00C95866"/>
    <w:rsid w:val="00C96545"/>
    <w:rsid w:val="00C96997"/>
    <w:rsid w:val="00CA0903"/>
    <w:rsid w:val="00CA0CDA"/>
    <w:rsid w:val="00CA217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2464"/>
    <w:rsid w:val="00CF54CB"/>
    <w:rsid w:val="00CF59D5"/>
    <w:rsid w:val="00CF70F4"/>
    <w:rsid w:val="00D0179A"/>
    <w:rsid w:val="00D043C5"/>
    <w:rsid w:val="00D0495A"/>
    <w:rsid w:val="00D06285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4A96"/>
    <w:rsid w:val="00D47B34"/>
    <w:rsid w:val="00D50093"/>
    <w:rsid w:val="00D50811"/>
    <w:rsid w:val="00D518A6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3DB3"/>
    <w:rsid w:val="00D94970"/>
    <w:rsid w:val="00D959BB"/>
    <w:rsid w:val="00D9648E"/>
    <w:rsid w:val="00D96FFC"/>
    <w:rsid w:val="00DA0B2B"/>
    <w:rsid w:val="00DA104E"/>
    <w:rsid w:val="00DA15CE"/>
    <w:rsid w:val="00DA1C3B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2416"/>
    <w:rsid w:val="00DB2680"/>
    <w:rsid w:val="00DB2F71"/>
    <w:rsid w:val="00DB33A2"/>
    <w:rsid w:val="00DB4F1E"/>
    <w:rsid w:val="00DB5AEB"/>
    <w:rsid w:val="00DB6C4B"/>
    <w:rsid w:val="00DB7746"/>
    <w:rsid w:val="00DB7C2A"/>
    <w:rsid w:val="00DB7CA4"/>
    <w:rsid w:val="00DC069E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E0222A"/>
    <w:rsid w:val="00E0567A"/>
    <w:rsid w:val="00E10254"/>
    <w:rsid w:val="00E10642"/>
    <w:rsid w:val="00E121CD"/>
    <w:rsid w:val="00E16871"/>
    <w:rsid w:val="00E177F2"/>
    <w:rsid w:val="00E20B17"/>
    <w:rsid w:val="00E22BD2"/>
    <w:rsid w:val="00E23C52"/>
    <w:rsid w:val="00E26465"/>
    <w:rsid w:val="00E26665"/>
    <w:rsid w:val="00E268F7"/>
    <w:rsid w:val="00E27212"/>
    <w:rsid w:val="00E353DA"/>
    <w:rsid w:val="00E35442"/>
    <w:rsid w:val="00E37109"/>
    <w:rsid w:val="00E43124"/>
    <w:rsid w:val="00E448DE"/>
    <w:rsid w:val="00E44CB6"/>
    <w:rsid w:val="00E4525F"/>
    <w:rsid w:val="00E45734"/>
    <w:rsid w:val="00E46B48"/>
    <w:rsid w:val="00E55A4C"/>
    <w:rsid w:val="00E672A1"/>
    <w:rsid w:val="00E74B32"/>
    <w:rsid w:val="00E75A0A"/>
    <w:rsid w:val="00E760FF"/>
    <w:rsid w:val="00E80E47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2C71"/>
    <w:rsid w:val="00EA463A"/>
    <w:rsid w:val="00EA569A"/>
    <w:rsid w:val="00EA6A25"/>
    <w:rsid w:val="00EA6E0F"/>
    <w:rsid w:val="00EB0C2C"/>
    <w:rsid w:val="00EB275B"/>
    <w:rsid w:val="00EB5C1B"/>
    <w:rsid w:val="00EB5E14"/>
    <w:rsid w:val="00EC0AE7"/>
    <w:rsid w:val="00EC1CBC"/>
    <w:rsid w:val="00EC337F"/>
    <w:rsid w:val="00EC3649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E5"/>
    <w:rsid w:val="00F41BAF"/>
    <w:rsid w:val="00F41D8D"/>
    <w:rsid w:val="00F4275E"/>
    <w:rsid w:val="00F436C5"/>
    <w:rsid w:val="00F460BD"/>
    <w:rsid w:val="00F460CE"/>
    <w:rsid w:val="00F4752D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1860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1474DB"/>
    <w:rsid w:val="001C4910"/>
    <w:rsid w:val="00367FF1"/>
    <w:rsid w:val="00432E84"/>
    <w:rsid w:val="005C374C"/>
    <w:rsid w:val="00627FD9"/>
    <w:rsid w:val="006A552B"/>
    <w:rsid w:val="007A0FE1"/>
    <w:rsid w:val="007B62C7"/>
    <w:rsid w:val="00806532"/>
    <w:rsid w:val="008F0C48"/>
    <w:rsid w:val="009F4811"/>
    <w:rsid w:val="00A50D57"/>
    <w:rsid w:val="00AD758B"/>
    <w:rsid w:val="00B50350"/>
    <w:rsid w:val="00CC679E"/>
    <w:rsid w:val="00D14BB2"/>
    <w:rsid w:val="00DC5C71"/>
    <w:rsid w:val="00E036D0"/>
    <w:rsid w:val="00FB3598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0</TotalTime>
  <Pages>4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December 2023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2</cp:revision>
  <cp:lastPrinted>2022-09-13T16:31:00Z</cp:lastPrinted>
  <dcterms:created xsi:type="dcterms:W3CDTF">2024-01-04T15:45:00Z</dcterms:created>
  <dcterms:modified xsi:type="dcterms:W3CDTF">2024-01-04T15:45:00Z</dcterms:modified>
</cp:coreProperties>
</file>