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367FB1A3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F6862">
            <w:rPr>
              <w:b/>
              <w:sz w:val="24"/>
              <w:szCs w:val="24"/>
            </w:rPr>
            <w:t>January</w:t>
          </w:r>
          <w:r w:rsidR="003B7E43">
            <w:rPr>
              <w:b/>
              <w:sz w:val="24"/>
              <w:szCs w:val="24"/>
            </w:rPr>
            <w:t xml:space="preserve"> 202</w:t>
          </w:r>
          <w:r w:rsidR="00DF6862">
            <w:rPr>
              <w:b/>
              <w:sz w:val="24"/>
              <w:szCs w:val="24"/>
            </w:rPr>
            <w:t>4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4AF024BE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77777777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C30BD5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76AE3FCE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726B219C">
                <wp:simplePos x="0" y="0"/>
                <wp:positionH relativeFrom="column">
                  <wp:posOffset>4344670</wp:posOffset>
                </wp:positionH>
                <wp:positionV relativeFrom="paragraph">
                  <wp:posOffset>97155</wp:posOffset>
                </wp:positionV>
                <wp:extent cx="527050" cy="1454150"/>
                <wp:effectExtent l="0" t="0" r="2540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454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6583EDA2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092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E5B8ADA" w14:textId="6B2798A4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9C7474A" w14:textId="43F660CF" w:rsidR="00B93603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  <w:p w14:paraId="6018E0E7" w14:textId="448CBBC3" w:rsidR="00C1683D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1pt;margin-top:7.65pt;width:41.5pt;height:11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6583EDA2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58092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4</w:t>
                      </w:r>
                    </w:p>
                    <w:p w14:paraId="7E5B8ADA" w14:textId="6B2798A4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  <w:p w14:paraId="09C7474A" w14:textId="43F660CF" w:rsidR="00B93603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37</w:t>
                      </w:r>
                    </w:p>
                    <w:p w14:paraId="6018E0E7" w14:textId="448CBBC3" w:rsidR="00C1683D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14:paraId="5276657F" w14:textId="65A02C7B" w:rsidR="009B6E44" w:rsidRDefault="00F65259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0FA082BA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BD04EC">
        <w:rPr>
          <w:b/>
          <w:bCs/>
          <w:color w:val="2E74B5" w:themeColor="accent5" w:themeShade="BF"/>
          <w:u w:val="single"/>
        </w:rPr>
        <w:t>7</w:t>
      </w:r>
      <w:r w:rsidR="00856C57" w:rsidRPr="006A0A05">
        <w:rPr>
          <w:color w:val="2E74B5" w:themeColor="accent5" w:themeShade="BF"/>
        </w:rPr>
        <w:t xml:space="preserve"> of 3</w:t>
      </w:r>
      <w:r w:rsidR="009B6E44">
        <w:rPr>
          <w:color w:val="2E74B5" w:themeColor="accent5" w:themeShade="BF"/>
        </w:rPr>
        <w:t>7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4ECCEB07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503B03">
        <w:rPr>
          <w:b/>
          <w:bCs/>
          <w:color w:val="2E74B5" w:themeColor="accent5" w:themeShade="BF"/>
          <w:u w:val="single"/>
        </w:rPr>
        <w:t>4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4ADCD6C4" w:rsidR="00725157" w:rsidRPr="00BF5D18" w:rsidRDefault="00BC2F5C" w:rsidP="00CB097E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D04EC">
        <w:rPr>
          <w:color w:val="2E74B5" w:themeColor="accent5" w:themeShade="BF"/>
          <w:u w:val="single"/>
        </w:rPr>
        <w:t>1</w:t>
      </w:r>
      <w:r w:rsidR="00503B03">
        <w:rPr>
          <w:color w:val="2E74B5" w:themeColor="accent5" w:themeShade="BF"/>
          <w:u w:val="single"/>
        </w:rPr>
        <w:t xml:space="preserve"> on waiting list.</w:t>
      </w:r>
    </w:p>
    <w:p w14:paraId="306EE6F9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6F628DCC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56024B9B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36FD77BB" w14:textId="56EAAEB6" w:rsidR="002F5FEB" w:rsidRDefault="002F5FEB" w:rsidP="00E249F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39706804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F6862">
            <w:rPr>
              <w:b/>
              <w:sz w:val="24"/>
              <w:szCs w:val="24"/>
            </w:rPr>
            <w:t>January 2024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21D3552D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>End of Month January 2024 on hand:</w:t>
      </w:r>
    </w:p>
    <w:p w14:paraId="437764CE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6631B49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>1) 100 LL</w:t>
      </w:r>
    </w:p>
    <w:p w14:paraId="331AA14D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a) Fuel Farm Tank: 7,145.97</w:t>
      </w:r>
    </w:p>
    <w:p w14:paraId="1FAAE263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79BBBA84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            Total: 7,903.10</w:t>
      </w:r>
    </w:p>
    <w:p w14:paraId="31EF4FE4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4D8B412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>2) JET A</w:t>
      </w:r>
    </w:p>
    <w:p w14:paraId="4880F300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a) Fuel Farm Tank: 3,041.64</w:t>
      </w:r>
    </w:p>
    <w:p w14:paraId="15F72663" w14:textId="77777777" w:rsidR="00296103" w:rsidRPr="00296103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68582D82" w14:textId="45886035" w:rsidR="004075CA" w:rsidRPr="00BB1517" w:rsidRDefault="00296103" w:rsidP="00296103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96103">
        <w:rPr>
          <w:rFonts w:ascii="Consolas" w:hAnsi="Consolas"/>
          <w:iCs/>
          <w:sz w:val="24"/>
          <w:szCs w:val="24"/>
        </w:rPr>
        <w:t xml:space="preserve">              Total: 3,798.77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1B2D3BA3" w:rsidR="007B7905" w:rsidRPr="00EA569A" w:rsidRDefault="00BC2F5C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F6862">
            <w:rPr>
              <w:b/>
              <w:sz w:val="24"/>
              <w:szCs w:val="24"/>
            </w:rPr>
            <w:t>January 2024</w:t>
          </w:r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2B69A7A8" w:rsidR="008A7EE0" w:rsidRDefault="008C7AA0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8C7AA0">
        <w:drawing>
          <wp:inline distT="0" distB="0" distL="0" distR="0" wp14:anchorId="2479E062" wp14:editId="0E52DEF0">
            <wp:extent cx="6272530" cy="3409950"/>
            <wp:effectExtent l="0" t="0" r="0" b="0"/>
            <wp:docPr id="10807144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4F21649E" w:rsidR="004B4DA8" w:rsidRDefault="004B6039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4B6039">
        <w:drawing>
          <wp:inline distT="0" distB="0" distL="0" distR="0" wp14:anchorId="67AAFB5C" wp14:editId="61AE8B53">
            <wp:extent cx="6272530" cy="3409950"/>
            <wp:effectExtent l="0" t="0" r="0" b="0"/>
            <wp:docPr id="17498040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70B893ED" w:rsidR="00581B13" w:rsidRDefault="00E814CF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40FCEC0" wp14:editId="72331B1C">
            <wp:extent cx="6272530" cy="3550920"/>
            <wp:effectExtent l="0" t="0" r="13970" b="11430"/>
            <wp:docPr id="37253345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4CE7B1-E04D-4D72-A041-C8D8B31683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1EA2F06" w14:textId="78B0626D" w:rsidR="000512AC" w:rsidRDefault="009426F5" w:rsidP="00920F1E">
      <w:pPr>
        <w:spacing w:after="0" w:line="240" w:lineRule="auto"/>
        <w:ind w:left="4320"/>
        <w:rPr>
          <w:rFonts w:ascii="Consolas" w:hAnsi="Consolas"/>
          <w:b/>
          <w:bCs/>
          <w:iCs/>
          <w:sz w:val="24"/>
          <w:szCs w:val="24"/>
        </w:rPr>
      </w:pPr>
      <w:r w:rsidRPr="009426F5">
        <w:rPr>
          <w:noProof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05E5F25" wp14:editId="5D6F8D9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57463" cy="3255765"/>
                <wp:effectExtent l="0" t="0" r="14605" b="1905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C3D57C-B04E-9627-D539-9DE541D699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463" cy="3255765"/>
                          <a:chOff x="0" y="0"/>
                          <a:chExt cx="2547938" cy="3273624"/>
                        </a:xfrm>
                      </wpg:grpSpPr>
                      <wpg:graphicFrame>
                        <wpg:cNvPr id="808910970" name="Chart 808910970">
                          <a:extLst>
                            <a:ext uri="{FF2B5EF4-FFF2-40B4-BE49-F238E27FC236}">
                              <a16:creationId xmlns:a16="http://schemas.microsoft.com/office/drawing/2014/main" id="{F479FEB2-573D-DE56-0F25-524423513092}"/>
                            </a:ext>
                          </a:extLst>
                        </wpg:cNvPr>
                        <wpg:cNvFrPr/>
                        <wpg:xfrm>
                          <a:off x="0" y="0"/>
                          <a:ext cx="2547938" cy="32736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g:graphicFrame>
                      <wps:wsp>
                        <wps:cNvPr id="2054074391" name="Straight Connector 2054074391">
                          <a:extLst>
                            <a:ext uri="{FF2B5EF4-FFF2-40B4-BE49-F238E27FC236}">
                              <a16:creationId xmlns:a16="http://schemas.microsoft.com/office/drawing/2014/main" id="{246A10E6-9EF0-07F3-652C-2FC0B86CA8EF}"/>
                            </a:ext>
                          </a:extLst>
                        </wps:cNvPr>
                        <wps:cNvCnPr/>
                        <wps:spPr>
                          <a:xfrm>
                            <a:off x="958450" y="850701"/>
                            <a:ext cx="457200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508826" name="Straight Connector 1705508826">
                          <a:extLst>
                            <a:ext uri="{FF2B5EF4-FFF2-40B4-BE49-F238E27FC236}">
                              <a16:creationId xmlns:a16="http://schemas.microsoft.com/office/drawing/2014/main" id="{A701FC36-E581-481D-9F1E-7EC11A2230F8}"/>
                            </a:ext>
                          </a:extLst>
                        </wps:cNvPr>
                        <wps:cNvCnPr/>
                        <wps:spPr>
                          <a:xfrm>
                            <a:off x="1494228" y="445907"/>
                            <a:ext cx="457199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56" name="Straight Connector 1552444456">
                          <a:extLst>
                            <a:ext uri="{FF2B5EF4-FFF2-40B4-BE49-F238E27FC236}">
                              <a16:creationId xmlns:a16="http://schemas.microsoft.com/office/drawing/2014/main" id="{5A775EC4-0DAD-908A-0F71-7E076E11431F}"/>
                            </a:ext>
                          </a:extLst>
                        </wps:cNvPr>
                        <wps:cNvCnPr/>
                        <wps:spPr>
                          <a:xfrm>
                            <a:off x="950304" y="2450213"/>
                            <a:ext cx="482274" cy="1649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6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6918759" name="Straight Connector 586918759">
                          <a:extLst>
                            <a:ext uri="{FF2B5EF4-FFF2-40B4-BE49-F238E27FC236}">
                              <a16:creationId xmlns:a16="http://schemas.microsoft.com/office/drawing/2014/main" id="{3E2159D1-9B34-4EE0-9250-1B689E99B736}"/>
                            </a:ext>
                          </a:extLst>
                        </wps:cNvPr>
                        <wps:cNvCnPr/>
                        <wps:spPr>
                          <a:xfrm>
                            <a:off x="1482328" y="2059187"/>
                            <a:ext cx="506015" cy="0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FE3E1E" id="Group 2" o:spid="_x0000_s1026" style="position:absolute;margin-left:0;margin-top:-.05pt;width:201.4pt;height:256.35pt;z-index:251677696;mso-width-relative:margin" coordsize="25479,32736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808910970" o:spid="_x0000_s1027" type="#_x0000_t75" style="position:absolute;left:-60;top:-61;width:25567;height:328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">
                  <v:imagedata r:id="rId15" o:title=""/>
                  <o:lock v:ext="edit" aspectratio="f"/>
                </v:shape>
                <v:line id="Straight Connector 2054074391" o:spid="_x0000_s1028" style="position:absolute;visibility:visible;mso-wrap-style:square" from="9584,8507" to="14156,8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" strokecolor="#00b050" strokeweight="3pt">
                  <v:stroke joinstyle="miter" endcap="round"/>
                </v:line>
                <v:line id="Straight Connector 1705508826" o:spid="_x0000_s1029" style="position:absolute;visibility:visible;mso-wrap-style:square" from="14942,4459" to="19514,4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" strokecolor="#00b050" strokeweight="3pt">
                  <v:stroke joinstyle="miter" endcap="round"/>
                </v:line>
                <v:line id="Straight Connector 1552444456" o:spid="_x0000_s1030" style="position:absolute;visibility:visible;mso-wrap-style:square" from="9503,24502" to="14325,2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" strokecolor="#70ad47 [3209]" strokeweight="1.5pt">
                  <v:stroke dashstyle="dash"/>
                </v:line>
                <v:line id="Straight Connector 586918759" o:spid="_x0000_s1031" style="position:absolute;visibility:visible;mso-wrap-style:square" from="14823,20591" to="19883,2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" strokecolor="#a5a5a5 [3206]" strokeweight="1.5pt">
                  <v:stroke dashstyle="dash"/>
                </v:line>
              </v:group>
            </w:pict>
          </mc:Fallback>
        </mc:AlternateContent>
      </w:r>
      <w:r w:rsidR="00D94970" w:rsidRPr="00D94970">
        <w:t xml:space="preserve"> </w:t>
      </w:r>
      <w:r w:rsidR="006350DE" w:rsidRPr="006350DE">
        <w:drawing>
          <wp:inline distT="0" distB="0" distL="0" distR="0" wp14:anchorId="4B6BEA32" wp14:editId="40EDAA70">
            <wp:extent cx="1879600" cy="2108200"/>
            <wp:effectExtent l="0" t="0" r="6350" b="6350"/>
            <wp:docPr id="165659365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3FA7" w14:textId="77777777" w:rsidR="0097752C" w:rsidRDefault="0097752C" w:rsidP="001D46EF">
      <w:pPr>
        <w:spacing w:after="0" w:line="240" w:lineRule="auto"/>
      </w:pPr>
      <w:r>
        <w:separator/>
      </w:r>
    </w:p>
  </w:endnote>
  <w:endnote w:type="continuationSeparator" w:id="0">
    <w:p w14:paraId="2C69B507" w14:textId="77777777" w:rsidR="0097752C" w:rsidRDefault="0097752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1192" w14:textId="77777777" w:rsidR="0097752C" w:rsidRDefault="0097752C" w:rsidP="001D46EF">
      <w:pPr>
        <w:spacing w:after="0" w:line="240" w:lineRule="auto"/>
      </w:pPr>
      <w:r>
        <w:separator/>
      </w:r>
    </w:p>
  </w:footnote>
  <w:footnote w:type="continuationSeparator" w:id="0">
    <w:p w14:paraId="7D2044E4" w14:textId="77777777" w:rsidR="0097752C" w:rsidRDefault="0097752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6A50"/>
    <w:rsid w:val="00097CBF"/>
    <w:rsid w:val="000A0A88"/>
    <w:rsid w:val="000A2668"/>
    <w:rsid w:val="000A2768"/>
    <w:rsid w:val="000A40BC"/>
    <w:rsid w:val="000A5981"/>
    <w:rsid w:val="000A7A79"/>
    <w:rsid w:val="000B0D3C"/>
    <w:rsid w:val="000B262C"/>
    <w:rsid w:val="000B2A36"/>
    <w:rsid w:val="000B2D0F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6EBD"/>
    <w:rsid w:val="001775F5"/>
    <w:rsid w:val="001806B1"/>
    <w:rsid w:val="0018149A"/>
    <w:rsid w:val="00182728"/>
    <w:rsid w:val="00183093"/>
    <w:rsid w:val="00186615"/>
    <w:rsid w:val="00187508"/>
    <w:rsid w:val="001877C1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90C"/>
    <w:rsid w:val="0034764C"/>
    <w:rsid w:val="00350263"/>
    <w:rsid w:val="00351524"/>
    <w:rsid w:val="003529A0"/>
    <w:rsid w:val="00352B57"/>
    <w:rsid w:val="003530A8"/>
    <w:rsid w:val="00357D21"/>
    <w:rsid w:val="00360E76"/>
    <w:rsid w:val="00361747"/>
    <w:rsid w:val="003621D8"/>
    <w:rsid w:val="003630A5"/>
    <w:rsid w:val="0036508E"/>
    <w:rsid w:val="00366497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6862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0128"/>
    <w:rsid w:val="00753287"/>
    <w:rsid w:val="00753AD2"/>
    <w:rsid w:val="00755514"/>
    <w:rsid w:val="007606BB"/>
    <w:rsid w:val="00761B3E"/>
    <w:rsid w:val="00763C84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5EDC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0F1E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26F5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7904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BF"/>
    <w:rsid w:val="00B50575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DF6862"/>
    <w:rsid w:val="00E0222A"/>
    <w:rsid w:val="00E0567A"/>
    <w:rsid w:val="00E10254"/>
    <w:rsid w:val="00E10642"/>
    <w:rsid w:val="00E121CD"/>
    <w:rsid w:val="00E16871"/>
    <w:rsid w:val="00E177F2"/>
    <w:rsid w:val="00E20B17"/>
    <w:rsid w:val="00E22BD2"/>
    <w:rsid w:val="00E23C52"/>
    <w:rsid w:val="00E249F7"/>
    <w:rsid w:val="00E26465"/>
    <w:rsid w:val="00E26665"/>
    <w:rsid w:val="00E268F7"/>
    <w:rsid w:val="00E27212"/>
    <w:rsid w:val="00E353DA"/>
    <w:rsid w:val="00E35442"/>
    <w:rsid w:val="00E37109"/>
    <w:rsid w:val="00E43124"/>
    <w:rsid w:val="00E448DE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4752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file:///D:\OneDrive\Documents\TCA\TCA%20TENANTS\HANGAR%20WAITING%20LIST\HANGAR%20WAITING%20LIST.xl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4/2024-02%20FEBRUARY/Monthly%20Fuel%20Log%202024-01%20(FEBRUARY)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4/2024-02%20FEBRUARY/Monthly%20Fuel%20Log%202024-01%20(FEBRUARY)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gallon,</a:t>
            </a:r>
            <a:r>
              <a:rPr lang="en-US" baseline="0"/>
              <a:t> </a:t>
            </a:r>
            <a:r>
              <a:rPr lang="en-US"/>
              <a:t>6</a:t>
            </a:r>
            <a:r>
              <a:rPr lang="en-US" baseline="0"/>
              <a:t> months</a:t>
            </a:r>
            <a:r>
              <a:rPr lang="en-US"/>
              <a:t>)</a:t>
            </a:r>
          </a:p>
        </c:rich>
      </c:tx>
      <c:layout>
        <c:manualLayout>
          <c:xMode val="edge"/>
          <c:yMode val="edge"/>
          <c:x val="0.34494497527819223"/>
          <c:y val="6.6006600660066007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7486894158928321E-2"/>
          <c:y val="8.0151269584008644E-2"/>
          <c:w val="0.9136855466070366"/>
          <c:h val="0.69278576806748426"/>
        </c:manualLayout>
      </c:layout>
      <c:scatterChart>
        <c:scatterStyle val="lineMarker"/>
        <c:varyColors val="0"/>
        <c:ser>
          <c:idx val="0"/>
          <c:order val="0"/>
          <c:tx>
            <c:strRef>
              <c:f>'[Monthly Fuel Log 2024-01 (FEBRUARY).xlsm]WFPOTData'!$I$1</c:f>
              <c:strCache>
                <c:ptCount val="1"/>
                <c:pt idx="0">
                  <c:v> JET A 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'[Monthly Fuel Log 2024-01 (FEBRUARY).xlsm]WFPOTData'!$G$2:$G$400</c:f>
              <c:numCache>
                <c:formatCode>[$-409]dd\ mmm\ yyyy;@</c:formatCode>
                <c:ptCount val="322"/>
                <c:pt idx="0">
                  <c:v>45139</c:v>
                </c:pt>
                <c:pt idx="1">
                  <c:v>45146</c:v>
                </c:pt>
                <c:pt idx="2">
                  <c:v>45153</c:v>
                </c:pt>
                <c:pt idx="3">
                  <c:v>45160</c:v>
                </c:pt>
                <c:pt idx="4">
                  <c:v>45167</c:v>
                </c:pt>
                <c:pt idx="5">
                  <c:v>45174</c:v>
                </c:pt>
                <c:pt idx="6">
                  <c:v>45181</c:v>
                </c:pt>
                <c:pt idx="7">
                  <c:v>45188</c:v>
                </c:pt>
                <c:pt idx="8">
                  <c:v>45195</c:v>
                </c:pt>
                <c:pt idx="9">
                  <c:v>45202</c:v>
                </c:pt>
                <c:pt idx="10">
                  <c:v>45209</c:v>
                </c:pt>
                <c:pt idx="11">
                  <c:v>45216</c:v>
                </c:pt>
                <c:pt idx="12">
                  <c:v>45223</c:v>
                </c:pt>
                <c:pt idx="13">
                  <c:v>45230</c:v>
                </c:pt>
                <c:pt idx="14">
                  <c:v>45237</c:v>
                </c:pt>
                <c:pt idx="15">
                  <c:v>45244</c:v>
                </c:pt>
                <c:pt idx="16">
                  <c:v>45251</c:v>
                </c:pt>
                <c:pt idx="17">
                  <c:v>45258</c:v>
                </c:pt>
                <c:pt idx="18">
                  <c:v>45265</c:v>
                </c:pt>
                <c:pt idx="19">
                  <c:v>45272</c:v>
                </c:pt>
                <c:pt idx="20">
                  <c:v>45279</c:v>
                </c:pt>
                <c:pt idx="21">
                  <c:v>45286</c:v>
                </c:pt>
                <c:pt idx="22">
                  <c:v>45293</c:v>
                </c:pt>
                <c:pt idx="23">
                  <c:v>45300</c:v>
                </c:pt>
                <c:pt idx="24">
                  <c:v>45307</c:v>
                </c:pt>
                <c:pt idx="25">
                  <c:v>45314</c:v>
                </c:pt>
                <c:pt idx="26">
                  <c:v>45321</c:v>
                </c:pt>
                <c:pt idx="27">
                  <c:v>45328</c:v>
                </c:pt>
                <c:pt idx="28">
                  <c:v>45335</c:v>
                </c:pt>
                <c:pt idx="29">
                  <c:v>45342</c:v>
                </c:pt>
              </c:numCache>
            </c:numRef>
          </c:xVal>
          <c:yVal>
            <c:numRef>
              <c:f>'[Monthly Fuel Log 2024-01 (FEBRUARY).xlsm]WFPOTData'!$I$2:$I$400</c:f>
              <c:numCache>
                <c:formatCode>_("$"* #,##0.000000_);_("$"* \(#,##0.000000\);_("$"* "-"??????_);_(@_)</c:formatCode>
                <c:ptCount val="322"/>
                <c:pt idx="0">
                  <c:v>3.5133100000000002</c:v>
                </c:pt>
                <c:pt idx="1">
                  <c:v>3.7065139999999999</c:v>
                </c:pt>
                <c:pt idx="2">
                  <c:v>3.7950140000000001</c:v>
                </c:pt>
                <c:pt idx="3">
                  <c:v>3.804214</c:v>
                </c:pt>
                <c:pt idx="4">
                  <c:v>3.878314</c:v>
                </c:pt>
                <c:pt idx="5">
                  <c:v>3.831153</c:v>
                </c:pt>
                <c:pt idx="6">
                  <c:v>3.8467530000000001</c:v>
                </c:pt>
                <c:pt idx="7">
                  <c:v>3.9993530000000002</c:v>
                </c:pt>
                <c:pt idx="8">
                  <c:v>3.9160529999999998</c:v>
                </c:pt>
                <c:pt idx="9">
                  <c:v>3.8794689999999998</c:v>
                </c:pt>
                <c:pt idx="10">
                  <c:v>3.6610689999999999</c:v>
                </c:pt>
                <c:pt idx="11">
                  <c:v>3.681969</c:v>
                </c:pt>
                <c:pt idx="12">
                  <c:v>3.6418689999999998</c:v>
                </c:pt>
                <c:pt idx="13">
                  <c:v>3.7261649999999999</c:v>
                </c:pt>
                <c:pt idx="14">
                  <c:v>3.7261649999999999</c:v>
                </c:pt>
                <c:pt idx="15">
                  <c:v>3.5840649999999998</c:v>
                </c:pt>
                <c:pt idx="16">
                  <c:v>3.5404650000000002</c:v>
                </c:pt>
                <c:pt idx="17">
                  <c:v>3.4239649999999999</c:v>
                </c:pt>
                <c:pt idx="18">
                  <c:v>3.2394500000000002</c:v>
                </c:pt>
                <c:pt idx="19">
                  <c:v>3.126045</c:v>
                </c:pt>
                <c:pt idx="20">
                  <c:v>3.1009449999999998</c:v>
                </c:pt>
                <c:pt idx="21">
                  <c:v>3.3071449999999998</c:v>
                </c:pt>
                <c:pt idx="22">
                  <c:v>3.2008709999999998</c:v>
                </c:pt>
                <c:pt idx="23">
                  <c:v>3.2468710000000001</c:v>
                </c:pt>
                <c:pt idx="24">
                  <c:v>3.3732709999999999</c:v>
                </c:pt>
                <c:pt idx="25">
                  <c:v>3.386371</c:v>
                </c:pt>
                <c:pt idx="26">
                  <c:v>3.4525709999999998</c:v>
                </c:pt>
                <c:pt idx="27">
                  <c:v>3.482364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D59-440A-9534-645D9090E17A}"/>
            </c:ext>
          </c:extLst>
        </c:ser>
        <c:ser>
          <c:idx val="1"/>
          <c:order val="1"/>
          <c:tx>
            <c:strRef>
              <c:f>'[Monthly Fuel Log 2024-01 (FEBRUARY).xlsm]WFPOTData'!$F$1</c:f>
              <c:strCache>
                <c:ptCount val="1"/>
                <c:pt idx="0">
                  <c:v> 100 LL 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'[Monthly Fuel Log 2024-01 (FEBRUARY).xlsm]WFPOTData'!$G$2:$G$400</c:f>
              <c:numCache>
                <c:formatCode>[$-409]dd\ mmm\ yyyy;@</c:formatCode>
                <c:ptCount val="322"/>
                <c:pt idx="0">
                  <c:v>45139</c:v>
                </c:pt>
                <c:pt idx="1">
                  <c:v>45146</c:v>
                </c:pt>
                <c:pt idx="2">
                  <c:v>45153</c:v>
                </c:pt>
                <c:pt idx="3">
                  <c:v>45160</c:v>
                </c:pt>
                <c:pt idx="4">
                  <c:v>45167</c:v>
                </c:pt>
                <c:pt idx="5">
                  <c:v>45174</c:v>
                </c:pt>
                <c:pt idx="6">
                  <c:v>45181</c:v>
                </c:pt>
                <c:pt idx="7">
                  <c:v>45188</c:v>
                </c:pt>
                <c:pt idx="8">
                  <c:v>45195</c:v>
                </c:pt>
                <c:pt idx="9">
                  <c:v>45202</c:v>
                </c:pt>
                <c:pt idx="10">
                  <c:v>45209</c:v>
                </c:pt>
                <c:pt idx="11">
                  <c:v>45216</c:v>
                </c:pt>
                <c:pt idx="12">
                  <c:v>45223</c:v>
                </c:pt>
                <c:pt idx="13">
                  <c:v>45230</c:v>
                </c:pt>
                <c:pt idx="14">
                  <c:v>45237</c:v>
                </c:pt>
                <c:pt idx="15">
                  <c:v>45244</c:v>
                </c:pt>
                <c:pt idx="16">
                  <c:v>45251</c:v>
                </c:pt>
                <c:pt idx="17">
                  <c:v>45258</c:v>
                </c:pt>
                <c:pt idx="18">
                  <c:v>45265</c:v>
                </c:pt>
                <c:pt idx="19">
                  <c:v>45272</c:v>
                </c:pt>
                <c:pt idx="20">
                  <c:v>45279</c:v>
                </c:pt>
                <c:pt idx="21">
                  <c:v>45286</c:v>
                </c:pt>
                <c:pt idx="22">
                  <c:v>45293</c:v>
                </c:pt>
                <c:pt idx="23">
                  <c:v>45300</c:v>
                </c:pt>
                <c:pt idx="24">
                  <c:v>45307</c:v>
                </c:pt>
                <c:pt idx="25">
                  <c:v>45314</c:v>
                </c:pt>
                <c:pt idx="26">
                  <c:v>45321</c:v>
                </c:pt>
                <c:pt idx="27">
                  <c:v>45328</c:v>
                </c:pt>
                <c:pt idx="28">
                  <c:v>45335</c:v>
                </c:pt>
                <c:pt idx="29">
                  <c:v>45342</c:v>
                </c:pt>
              </c:numCache>
            </c:numRef>
          </c:xVal>
          <c:yVal>
            <c:numRef>
              <c:f>'[Monthly Fuel Log 2024-01 (FEBRUARY).xlsm]WFPOTData'!$F$2:$F$400</c:f>
              <c:numCache>
                <c:formatCode>_("$"* #,##0.000000_);_("$"* \(#,##0.000000\);_("$"* "-"??????_);_(@_)</c:formatCode>
                <c:ptCount val="322"/>
                <c:pt idx="0">
                  <c:v>4.9176979999999997</c:v>
                </c:pt>
                <c:pt idx="1">
                  <c:v>4.8875529999999996</c:v>
                </c:pt>
                <c:pt idx="2">
                  <c:v>4.9932530000000002</c:v>
                </c:pt>
                <c:pt idx="3">
                  <c:v>4.9042529999999998</c:v>
                </c:pt>
                <c:pt idx="4">
                  <c:v>4.8442530000000001</c:v>
                </c:pt>
                <c:pt idx="5">
                  <c:v>4.797218</c:v>
                </c:pt>
                <c:pt idx="6">
                  <c:v>4.7940180000000003</c:v>
                </c:pt>
                <c:pt idx="7">
                  <c:v>4.8773179999999998</c:v>
                </c:pt>
                <c:pt idx="8">
                  <c:v>4.7680179999999996</c:v>
                </c:pt>
                <c:pt idx="9">
                  <c:v>4.6658429999999997</c:v>
                </c:pt>
                <c:pt idx="10">
                  <c:v>4.4499430000000002</c:v>
                </c:pt>
                <c:pt idx="11">
                  <c:v>4.2730430000000004</c:v>
                </c:pt>
                <c:pt idx="12">
                  <c:v>4.080743</c:v>
                </c:pt>
                <c:pt idx="13">
                  <c:v>4.0060859999999998</c:v>
                </c:pt>
                <c:pt idx="14">
                  <c:v>4.0060859999999998</c:v>
                </c:pt>
                <c:pt idx="15">
                  <c:v>3.937986</c:v>
                </c:pt>
                <c:pt idx="16">
                  <c:v>3.9506860000000001</c:v>
                </c:pt>
                <c:pt idx="17">
                  <c:v>4.0230860000000002</c:v>
                </c:pt>
                <c:pt idx="18">
                  <c:v>3.9499040000000001</c:v>
                </c:pt>
                <c:pt idx="19">
                  <c:v>3.8024040000000001</c:v>
                </c:pt>
                <c:pt idx="20">
                  <c:v>3.7420040000000001</c:v>
                </c:pt>
                <c:pt idx="21">
                  <c:v>4.0188040000000003</c:v>
                </c:pt>
                <c:pt idx="22">
                  <c:v>4.0560159999999996</c:v>
                </c:pt>
                <c:pt idx="23">
                  <c:v>4.0649160000000002</c:v>
                </c:pt>
                <c:pt idx="24">
                  <c:v>4.0513159999999999</c:v>
                </c:pt>
                <c:pt idx="25">
                  <c:v>4.1946159999999999</c:v>
                </c:pt>
                <c:pt idx="26">
                  <c:v>4.2386160000000004</c:v>
                </c:pt>
                <c:pt idx="27">
                  <c:v>4.2188030000000003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D59-440A-9534-645D9090E1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  <c:max val="45328"/>
          <c:min val="4513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[$-409]dd\ mmm\ yy;@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  <c:majorUnit val="7"/>
        <c:minorUnit val="3.5"/>
      </c:valAx>
      <c:valAx>
        <c:axId val="465680575"/>
        <c:scaling>
          <c:orientation val="minMax"/>
          <c:max val="5.0999999999999996"/>
          <c:min val="2.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_);_(&quot;$&quot;* \(#,##0.00\);_(&quot;$&quot;* &quot;-&quot;??_);_(@_)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  <c:majorUnit val="0.1"/>
        <c:minorUnit val="2.0000000000000004E-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6979479982005333E-2"/>
          <c:y val="0.96137197599084556"/>
          <c:w val="0.89171498444603725"/>
          <c:h val="3.64670299518881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GALLONS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2024-01 (FEBRUARY).xlsm]WFPOT'!$G$29</c:f>
              <c:strCache>
                <c:ptCount val="1"/>
                <c:pt idx="0">
                  <c:v>100 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'[Monthly Fuel Log 2024-01 (FEBRUARY).xlsm]WFPOT'!$G$31</c:f>
              <c:numCache>
                <c:formatCode>#,##0.00</c:formatCode>
                <c:ptCount val="1"/>
                <c:pt idx="0">
                  <c:v>7145.9709569486677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5E-4F89-9CE0-C54C91810E16}"/>
            </c:ext>
          </c:extLst>
        </c:ser>
        <c:ser>
          <c:idx val="1"/>
          <c:order val="1"/>
          <c:tx>
            <c:strRef>
              <c:f>'[Monthly Fuel Log 2024-01 (FEBRUARY).xlsm]WFPOT'!$H$29</c:f>
              <c:strCache>
                <c:ptCount val="1"/>
                <c:pt idx="0">
                  <c:v>JET 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'[Monthly Fuel Log 2024-01 (FEBRUARY).xlsm]WFPOT'!$H$31</c:f>
              <c:numCache>
                <c:formatCode>#,##0.00</c:formatCode>
                <c:ptCount val="1"/>
                <c:pt idx="0">
                  <c:v>3041.6384278384235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5E-4F89-9CE0-C54C91810E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0749536"/>
        <c:axId val="1030749120"/>
      </c:barChart>
      <c:catAx>
        <c:axId val="10307495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030749120"/>
        <c:crosses val="autoZero"/>
        <c:auto val="1"/>
        <c:lblAlgn val="ctr"/>
        <c:lblOffset val="100"/>
        <c:noMultiLvlLbl val="0"/>
      </c:catAx>
      <c:valAx>
        <c:axId val="1030749120"/>
        <c:scaling>
          <c:orientation val="minMax"/>
          <c:max val="12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cross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0749536"/>
        <c:crosses val="autoZero"/>
        <c:crossBetween val="between"/>
        <c:majorUnit val="1000"/>
        <c:minorUnit val="5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471919646396418"/>
          <c:y val="0.86786085605072849"/>
          <c:w val="0.47025006102974248"/>
          <c:h val="6.5826004026703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1474DB"/>
    <w:rsid w:val="001C4910"/>
    <w:rsid w:val="00367FF1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54</TotalTime>
  <Pages>4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January 2024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35</cp:revision>
  <cp:lastPrinted>2022-09-13T16:31:00Z</cp:lastPrinted>
  <dcterms:created xsi:type="dcterms:W3CDTF">2024-01-04T15:45:00Z</dcterms:created>
  <dcterms:modified xsi:type="dcterms:W3CDTF">2024-02-09T15:32:00Z</dcterms:modified>
</cp:coreProperties>
</file>