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B571" w14:textId="5F2568C4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21C6E">
            <w:rPr>
              <w:b/>
              <w:sz w:val="24"/>
              <w:szCs w:val="24"/>
            </w:rPr>
            <w:t>May 8,</w:t>
          </w:r>
          <w:r w:rsidR="000B0267">
            <w:rPr>
              <w:b/>
              <w:sz w:val="24"/>
              <w:szCs w:val="24"/>
            </w:rPr>
            <w:t xml:space="preserve"> 2024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0B208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6A870F6B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 w:rsidR="00126AC4">
        <w:t xml:space="preserve"> </w:t>
      </w:r>
      <w:r w:rsidR="00651408" w:rsidRPr="00126AC4">
        <w:rPr>
          <w:b/>
          <w:color w:val="FF0000"/>
          <w:sz w:val="20"/>
          <w:szCs w:val="20"/>
        </w:rPr>
        <w:t>C</w:t>
      </w:r>
      <w:r w:rsidR="001356E1" w:rsidRPr="00126AC4">
        <w:rPr>
          <w:b/>
          <w:color w:val="FF0000"/>
          <w:sz w:val="20"/>
          <w:szCs w:val="20"/>
        </w:rPr>
        <w:t>4 – Hydraulic motor rebuild</w:t>
      </w:r>
      <w:r w:rsidR="00126AC4" w:rsidRPr="00126AC4">
        <w:rPr>
          <w:b/>
          <w:color w:val="FF0000"/>
          <w:sz w:val="20"/>
          <w:szCs w:val="20"/>
        </w:rPr>
        <w:t xml:space="preserve"> in progress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77777777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0B2087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76AE3FCE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726B219C">
                <wp:simplePos x="0" y="0"/>
                <wp:positionH relativeFrom="column">
                  <wp:posOffset>4344670</wp:posOffset>
                </wp:positionH>
                <wp:positionV relativeFrom="paragraph">
                  <wp:posOffset>97155</wp:posOffset>
                </wp:positionV>
                <wp:extent cx="527050" cy="1454150"/>
                <wp:effectExtent l="0" t="0" r="2540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454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6583EDA2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092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E5B8ADA" w14:textId="6B2798A4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9C7474A" w14:textId="43F660CF" w:rsidR="00B93603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  <w:p w14:paraId="6018E0E7" w14:textId="448CBBC3" w:rsidR="00C1683D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1pt;margin-top:7.65pt;width:41.5pt;height:11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6583EDA2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58092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4</w:t>
                      </w:r>
                    </w:p>
                    <w:p w14:paraId="7E5B8ADA" w14:textId="6B2798A4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  <w:p w14:paraId="09C7474A" w14:textId="43F660CF" w:rsidR="00B93603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37</w:t>
                      </w:r>
                    </w:p>
                    <w:p w14:paraId="6018E0E7" w14:textId="448CBBC3" w:rsidR="00C1683D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14:paraId="5276657F" w14:textId="65A02C7B" w:rsidR="009B6E44" w:rsidRDefault="00F65259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0FA082BA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BD04EC">
        <w:rPr>
          <w:b/>
          <w:bCs/>
          <w:color w:val="2E74B5" w:themeColor="accent5" w:themeShade="BF"/>
          <w:u w:val="single"/>
        </w:rPr>
        <w:t>7</w:t>
      </w:r>
      <w:r w:rsidR="00856C57" w:rsidRPr="006A0A05">
        <w:rPr>
          <w:color w:val="2E74B5" w:themeColor="accent5" w:themeShade="BF"/>
        </w:rPr>
        <w:t xml:space="preserve"> of 3</w:t>
      </w:r>
      <w:r w:rsidR="009B6E44">
        <w:rPr>
          <w:color w:val="2E74B5" w:themeColor="accent5" w:themeShade="BF"/>
        </w:rPr>
        <w:t>7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243F3CA8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AC5866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41CE0D0D" w:rsidR="00725157" w:rsidRPr="00BF5D18" w:rsidRDefault="00000000" w:rsidP="00CB097E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45812">
        <w:rPr>
          <w:color w:val="2E74B5" w:themeColor="accent5" w:themeShade="BF"/>
          <w:u w:val="single"/>
        </w:rPr>
        <w:t>6</w:t>
      </w:r>
      <w:r w:rsidR="00503B03">
        <w:rPr>
          <w:color w:val="2E74B5" w:themeColor="accent5" w:themeShade="BF"/>
          <w:u w:val="single"/>
        </w:rPr>
        <w:t xml:space="preserve"> on waiting list</w:t>
      </w:r>
      <w:r w:rsidR="00B45812">
        <w:rPr>
          <w:color w:val="2E74B5" w:themeColor="accent5" w:themeShade="BF"/>
          <w:u w:val="single"/>
        </w:rPr>
        <w:t xml:space="preserve"> for box hangars.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21CA548C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  <w:r w:rsidR="00EA1BE6">
        <w:rPr>
          <w:bCs/>
          <w:sz w:val="20"/>
          <w:szCs w:val="20"/>
        </w:rPr>
        <w:t xml:space="preserve"> </w:t>
      </w:r>
    </w:p>
    <w:p w14:paraId="36FD77BB" w14:textId="56EAAEB6" w:rsidR="002F5FEB" w:rsidRDefault="002F5FEB" w:rsidP="00E249F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7FC6103D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21C6E">
            <w:rPr>
              <w:b/>
              <w:sz w:val="24"/>
              <w:szCs w:val="24"/>
            </w:rPr>
            <w:t>May 8, 2024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424F489A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End of Month April 2024 on hand:</w:t>
      </w:r>
    </w:p>
    <w:p w14:paraId="76A103F3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1A217079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1) 100 LL</w:t>
      </w:r>
    </w:p>
    <w:p w14:paraId="0FE49AB7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a) Fuel Farm Tank: 7,028.07</w:t>
      </w:r>
    </w:p>
    <w:p w14:paraId="50102044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15B2BCFA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            Total: 7,785.20</w:t>
      </w:r>
    </w:p>
    <w:p w14:paraId="0508885C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363D41D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2) JET A</w:t>
      </w:r>
    </w:p>
    <w:p w14:paraId="17CD3A33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a) Fuel Farm Tank: 6,107.87</w:t>
      </w:r>
    </w:p>
    <w:p w14:paraId="373E6BF4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70C036AC" w14:textId="4A8FC6B1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 xml:space="preserve">              Total:</w:t>
      </w:r>
      <w:r>
        <w:rPr>
          <w:rFonts w:ascii="Consolas" w:hAnsi="Consolas"/>
          <w:iCs/>
          <w:sz w:val="24"/>
          <w:szCs w:val="24"/>
        </w:rPr>
        <w:t xml:space="preserve"> </w:t>
      </w:r>
      <w:r w:rsidRPr="00F80B4E">
        <w:rPr>
          <w:rFonts w:ascii="Consolas" w:hAnsi="Consolas"/>
          <w:iCs/>
          <w:sz w:val="24"/>
          <w:szCs w:val="24"/>
        </w:rPr>
        <w:t xml:space="preserve"> 6,865.00</w:t>
      </w:r>
    </w:p>
    <w:p w14:paraId="18FE45D2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DC93AF7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Jet A fuel delivery: Invoice # 1012552</w:t>
      </w:r>
    </w:p>
    <w:p w14:paraId="5BE7FFFA" w14:textId="3FB3DE0F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Invoice date: April 11, 2024</w:t>
      </w:r>
    </w:p>
    <w:p w14:paraId="6E540989" w14:textId="77777777" w:rsidR="00F80B4E" w:rsidRPr="00F80B4E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7952 Gallons</w:t>
      </w:r>
    </w:p>
    <w:p w14:paraId="07DF60EB" w14:textId="28FEC64E" w:rsidR="0074401D" w:rsidRPr="0074401D" w:rsidRDefault="00F80B4E" w:rsidP="00F80B4E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80B4E">
        <w:rPr>
          <w:rFonts w:ascii="Consolas" w:hAnsi="Consolas"/>
          <w:iCs/>
          <w:sz w:val="24"/>
          <w:szCs w:val="24"/>
        </w:rPr>
        <w:t>$27,965.41</w:t>
      </w:r>
    </w:p>
    <w:p w14:paraId="68582D82" w14:textId="115974F6" w:rsidR="004075CA" w:rsidRPr="00BB1517" w:rsidRDefault="004075CA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7B0D14E1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21C6E">
            <w:rPr>
              <w:b/>
              <w:sz w:val="24"/>
              <w:szCs w:val="24"/>
            </w:rPr>
            <w:t>May 8, 2024</w:t>
          </w:r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481D7555" w:rsidR="008A7EE0" w:rsidRDefault="001C0B82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1C0B82">
        <w:rPr>
          <w:noProof/>
        </w:rPr>
        <w:drawing>
          <wp:inline distT="0" distB="0" distL="0" distR="0" wp14:anchorId="2D2B092F" wp14:editId="4FDFE5AE">
            <wp:extent cx="6272530" cy="3408680"/>
            <wp:effectExtent l="0" t="0" r="0" b="1270"/>
            <wp:docPr id="234194515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194515" name="Picture 1" descr="A table with numbers and numbers&#10;&#10;Description automatically generated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6B65BFF0" w:rsidR="004B4DA8" w:rsidRDefault="00DC2A88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DC2A88">
        <w:rPr>
          <w:noProof/>
        </w:rPr>
        <w:drawing>
          <wp:inline distT="0" distB="0" distL="0" distR="0" wp14:anchorId="3981402A" wp14:editId="234D6B76">
            <wp:extent cx="6272530" cy="3408680"/>
            <wp:effectExtent l="0" t="0" r="0" b="1270"/>
            <wp:docPr id="227928044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928044" name="Picture 1" descr="A table with numbers and numbers&#10;&#10;Description automatically generated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03741" w14:textId="41DE0752" w:rsidR="00581B13" w:rsidRDefault="004B0C7D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4B0C7D">
        <w:rPr>
          <w:noProof/>
        </w:rPr>
        <w:lastRenderedPageBreak/>
        <w:drawing>
          <wp:inline distT="0" distB="0" distL="0" distR="0" wp14:anchorId="7DCBB166" wp14:editId="0A618361">
            <wp:extent cx="5590476" cy="3847619"/>
            <wp:effectExtent l="0" t="0" r="0" b="635"/>
            <wp:docPr id="1178709893" name="Picture 1" descr="A graph of a graph showing the price of fue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709893" name="Picture 1" descr="A graph of a graph showing the price of fuel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0476" cy="3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A245D" w14:textId="11EF9282" w:rsidR="00B67A50" w:rsidRDefault="00A17EC0" w:rsidP="003D076A">
      <w:pPr>
        <w:spacing w:after="0" w:line="240" w:lineRule="auto"/>
        <w:rPr>
          <w:noProof/>
        </w:rPr>
      </w:pPr>
      <w:r w:rsidRPr="00A17EC0">
        <w:rPr>
          <w:noProof/>
        </w:rPr>
        <w:drawing>
          <wp:anchor distT="0" distB="0" distL="114300" distR="114300" simplePos="0" relativeHeight="251680768" behindDoc="0" locked="0" layoutInCell="1" allowOverlap="1" wp14:anchorId="5A626C3C" wp14:editId="15C8BC79">
            <wp:simplePos x="0" y="0"/>
            <wp:positionH relativeFrom="column">
              <wp:posOffset>3318690</wp:posOffset>
            </wp:positionH>
            <wp:positionV relativeFrom="paragraph">
              <wp:posOffset>716295</wp:posOffset>
            </wp:positionV>
            <wp:extent cx="2152015" cy="2104390"/>
            <wp:effectExtent l="0" t="0" r="635" b="0"/>
            <wp:wrapNone/>
            <wp:docPr id="1733373112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73112" name="Picture 1" descr="A screenshot of a graph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C7D" w:rsidRPr="004B0C7D">
        <w:rPr>
          <w:noProof/>
        </w:rPr>
        <w:drawing>
          <wp:anchor distT="0" distB="0" distL="114300" distR="114300" simplePos="0" relativeHeight="251679744" behindDoc="0" locked="0" layoutInCell="1" allowOverlap="1" wp14:anchorId="22596178" wp14:editId="50F325DA">
            <wp:simplePos x="0" y="0"/>
            <wp:positionH relativeFrom="column">
              <wp:posOffset>342926</wp:posOffset>
            </wp:positionH>
            <wp:positionV relativeFrom="paragraph">
              <wp:posOffset>103171</wp:posOffset>
            </wp:positionV>
            <wp:extent cx="2561590" cy="3256915"/>
            <wp:effectExtent l="0" t="0" r="0" b="635"/>
            <wp:wrapNone/>
            <wp:docPr id="403335552" name="Picture 1" descr="A graph on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335552" name="Picture 1" descr="A graph on a pape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67A50" w:rsidSect="000B2087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7176D" w14:textId="77777777" w:rsidR="000B2087" w:rsidRDefault="000B2087" w:rsidP="001D46EF">
      <w:pPr>
        <w:spacing w:after="0" w:line="240" w:lineRule="auto"/>
      </w:pPr>
      <w:r>
        <w:separator/>
      </w:r>
    </w:p>
  </w:endnote>
  <w:endnote w:type="continuationSeparator" w:id="0">
    <w:p w14:paraId="5B11BA7F" w14:textId="77777777" w:rsidR="000B2087" w:rsidRDefault="000B2087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2CA5" w14:textId="77777777" w:rsidR="000B2087" w:rsidRDefault="000B2087" w:rsidP="001D46EF">
      <w:pPr>
        <w:spacing w:after="0" w:line="240" w:lineRule="auto"/>
      </w:pPr>
      <w:r>
        <w:separator/>
      </w:r>
    </w:p>
  </w:footnote>
  <w:footnote w:type="continuationSeparator" w:id="0">
    <w:p w14:paraId="475C73B4" w14:textId="77777777" w:rsidR="000B2087" w:rsidRDefault="000B2087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E24"/>
    <w:rsid w:val="00082FD4"/>
    <w:rsid w:val="0008506B"/>
    <w:rsid w:val="000851EB"/>
    <w:rsid w:val="00085C0C"/>
    <w:rsid w:val="000947E8"/>
    <w:rsid w:val="00096A50"/>
    <w:rsid w:val="00097CBF"/>
    <w:rsid w:val="000A0A88"/>
    <w:rsid w:val="000A2668"/>
    <w:rsid w:val="000A2768"/>
    <w:rsid w:val="000A40BC"/>
    <w:rsid w:val="000A5981"/>
    <w:rsid w:val="000A7A79"/>
    <w:rsid w:val="000B0267"/>
    <w:rsid w:val="000B0D3C"/>
    <w:rsid w:val="000B2087"/>
    <w:rsid w:val="000B262C"/>
    <w:rsid w:val="000B2A36"/>
    <w:rsid w:val="000B2D0F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6AC4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356E1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6EBD"/>
    <w:rsid w:val="001775F5"/>
    <w:rsid w:val="001806B1"/>
    <w:rsid w:val="0018149A"/>
    <w:rsid w:val="00182728"/>
    <w:rsid w:val="00183093"/>
    <w:rsid w:val="00186615"/>
    <w:rsid w:val="00187508"/>
    <w:rsid w:val="001877C1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0B82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D63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90C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6497"/>
    <w:rsid w:val="00370084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37513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0C7D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1C6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2EE7"/>
    <w:rsid w:val="00566862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57B3"/>
    <w:rsid w:val="00646FFC"/>
    <w:rsid w:val="0065049F"/>
    <w:rsid w:val="00651408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4401D"/>
    <w:rsid w:val="00750128"/>
    <w:rsid w:val="00753287"/>
    <w:rsid w:val="00753AD2"/>
    <w:rsid w:val="00755514"/>
    <w:rsid w:val="007600E3"/>
    <w:rsid w:val="007606BB"/>
    <w:rsid w:val="00761B3E"/>
    <w:rsid w:val="00763C84"/>
    <w:rsid w:val="007702A5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6C02"/>
    <w:rsid w:val="008079CB"/>
    <w:rsid w:val="008101D3"/>
    <w:rsid w:val="008105A8"/>
    <w:rsid w:val="008107DB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8709E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5EDC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26F5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04EA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9773A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17EC0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C5866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7904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45D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2A88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DF6862"/>
    <w:rsid w:val="00E0222A"/>
    <w:rsid w:val="00E0567A"/>
    <w:rsid w:val="00E10254"/>
    <w:rsid w:val="00E10642"/>
    <w:rsid w:val="00E121CD"/>
    <w:rsid w:val="00E16871"/>
    <w:rsid w:val="00E177F2"/>
    <w:rsid w:val="00E20B17"/>
    <w:rsid w:val="00E22BD2"/>
    <w:rsid w:val="00E23C52"/>
    <w:rsid w:val="00E24314"/>
    <w:rsid w:val="00E249F7"/>
    <w:rsid w:val="00E26465"/>
    <w:rsid w:val="00E26665"/>
    <w:rsid w:val="00E268F7"/>
    <w:rsid w:val="00E27212"/>
    <w:rsid w:val="00E353DA"/>
    <w:rsid w:val="00E35442"/>
    <w:rsid w:val="00E37109"/>
    <w:rsid w:val="00E43124"/>
    <w:rsid w:val="00E448DE"/>
    <w:rsid w:val="00E44CB6"/>
    <w:rsid w:val="00E4525F"/>
    <w:rsid w:val="00E45734"/>
    <w:rsid w:val="00E45D02"/>
    <w:rsid w:val="00E46B48"/>
    <w:rsid w:val="00E55A4C"/>
    <w:rsid w:val="00E664A6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1BE6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2B5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06AD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0B4E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0D246A"/>
    <w:rsid w:val="001474DB"/>
    <w:rsid w:val="001C4910"/>
    <w:rsid w:val="002D0010"/>
    <w:rsid w:val="00367FF1"/>
    <w:rsid w:val="003F0770"/>
    <w:rsid w:val="00432E84"/>
    <w:rsid w:val="005C374C"/>
    <w:rsid w:val="005E6FB9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E822E8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0</TotalTime>
  <Pages>4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 8, 2024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Ross Statham</cp:lastModifiedBy>
  <cp:revision>2</cp:revision>
  <cp:lastPrinted>2022-09-13T16:31:00Z</cp:lastPrinted>
  <dcterms:created xsi:type="dcterms:W3CDTF">2024-05-08T13:46:00Z</dcterms:created>
  <dcterms:modified xsi:type="dcterms:W3CDTF">2024-05-08T13:46:00Z</dcterms:modified>
</cp:coreProperties>
</file>