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7372D0" w14:textId="70B05111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4C6CAE">
        <w:rPr>
          <w:b/>
          <w:bCs/>
          <w:sz w:val="24"/>
          <w:szCs w:val="24"/>
          <w:u w:val="single"/>
        </w:rPr>
        <w:t>4 JUNE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5228E31" w14:textId="3722DCD5" w:rsidR="00622C5A" w:rsidRDefault="00F407B1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</w:t>
      </w:r>
    </w:p>
    <w:p w14:paraId="5945E379" w14:textId="1C9579E9" w:rsidR="00AF26AE" w:rsidRDefault="00B83C07" w:rsidP="00B57BA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5/20/2024 - </w:t>
      </w:r>
      <w:r>
        <w:rPr>
          <w:sz w:val="24"/>
          <w:szCs w:val="24"/>
        </w:rPr>
        <w:tab/>
        <w:t>Email received from Chastity Clark with FAA indicating that we need to submit a pay request before June 1, 2024</w:t>
      </w:r>
      <w:r w:rsidR="00F24F27">
        <w:rPr>
          <w:sz w:val="24"/>
          <w:szCs w:val="24"/>
        </w:rPr>
        <w:t xml:space="preserve">. </w:t>
      </w:r>
      <w:r w:rsidR="00AF26AE">
        <w:rPr>
          <w:sz w:val="24"/>
          <w:szCs w:val="24"/>
        </w:rPr>
        <w:t>Admin forwarded email to AVCON.</w:t>
      </w:r>
    </w:p>
    <w:p w14:paraId="1EA01134" w14:textId="77777777" w:rsidR="00AF26AE" w:rsidRDefault="00AF26AE" w:rsidP="00B57BAB">
      <w:pPr>
        <w:ind w:left="1440" w:hanging="1440"/>
        <w:rPr>
          <w:sz w:val="24"/>
          <w:szCs w:val="24"/>
        </w:rPr>
      </w:pPr>
    </w:p>
    <w:p w14:paraId="48001E6F" w14:textId="31BB085C" w:rsidR="004C6CAE" w:rsidRDefault="004C6CAE" w:rsidP="00B57BAB">
      <w:pPr>
        <w:ind w:left="1440" w:hanging="1440"/>
        <w:rPr>
          <w:sz w:val="24"/>
          <w:szCs w:val="24"/>
        </w:rPr>
      </w:pPr>
      <w:r w:rsidRPr="004C6CAE">
        <w:rPr>
          <w:sz w:val="24"/>
          <w:szCs w:val="24"/>
        </w:rPr>
        <w:t xml:space="preserve">5/30/2024 - </w:t>
      </w:r>
      <w:r>
        <w:rPr>
          <w:sz w:val="24"/>
          <w:szCs w:val="24"/>
        </w:rPr>
        <w:tab/>
        <w:t>Pay application number 1 from Southeast Site Services in the amount of $6</w:t>
      </w:r>
      <w:r w:rsidR="00B57BAB">
        <w:rPr>
          <w:sz w:val="24"/>
          <w:szCs w:val="24"/>
        </w:rPr>
        <w:t>,</w:t>
      </w:r>
      <w:r>
        <w:rPr>
          <w:sz w:val="24"/>
          <w:szCs w:val="24"/>
        </w:rPr>
        <w:t>745.00</w:t>
      </w:r>
      <w:r w:rsidR="00B57BAB">
        <w:rPr>
          <w:sz w:val="24"/>
          <w:szCs w:val="24"/>
        </w:rPr>
        <w:t xml:space="preserve"> received this date</w:t>
      </w:r>
      <w:r w:rsidR="00F24F27">
        <w:rPr>
          <w:sz w:val="24"/>
          <w:szCs w:val="24"/>
        </w:rPr>
        <w:t xml:space="preserve">. </w:t>
      </w:r>
      <w:r w:rsidR="00B57BAB">
        <w:rPr>
          <w:sz w:val="24"/>
          <w:szCs w:val="24"/>
        </w:rPr>
        <w:t>The FAA portion of this request is $4,926.78</w:t>
      </w:r>
      <w:r w:rsidR="00F24F27">
        <w:rPr>
          <w:sz w:val="24"/>
          <w:szCs w:val="24"/>
        </w:rPr>
        <w:t xml:space="preserve">. </w:t>
      </w:r>
      <w:r w:rsidR="000166AD">
        <w:rPr>
          <w:sz w:val="24"/>
          <w:szCs w:val="24"/>
        </w:rPr>
        <w:t xml:space="preserve">Documents were reviewed for accuracy, corrections made as needed, </w:t>
      </w:r>
      <w:r w:rsidR="006415B1">
        <w:rPr>
          <w:sz w:val="24"/>
          <w:szCs w:val="24"/>
        </w:rPr>
        <w:t>the bills</w:t>
      </w:r>
      <w:r w:rsidR="00B76BF5">
        <w:rPr>
          <w:sz w:val="24"/>
          <w:szCs w:val="24"/>
        </w:rPr>
        <w:t xml:space="preserve"> </w:t>
      </w:r>
      <w:r w:rsidR="006415B1">
        <w:rPr>
          <w:sz w:val="24"/>
          <w:szCs w:val="24"/>
        </w:rPr>
        <w:t xml:space="preserve">were </w:t>
      </w:r>
      <w:r w:rsidR="00F24F27">
        <w:rPr>
          <w:sz w:val="24"/>
          <w:szCs w:val="24"/>
        </w:rPr>
        <w:t xml:space="preserve">entered in </w:t>
      </w:r>
      <w:r w:rsidR="00B76BF5">
        <w:rPr>
          <w:sz w:val="24"/>
          <w:szCs w:val="24"/>
        </w:rPr>
        <w:t>QuickBooks and documents printed</w:t>
      </w:r>
      <w:r w:rsidR="00F24F27">
        <w:rPr>
          <w:sz w:val="24"/>
          <w:szCs w:val="24"/>
        </w:rPr>
        <w:t xml:space="preserve">. </w:t>
      </w:r>
      <w:r w:rsidR="00B76BF5">
        <w:rPr>
          <w:sz w:val="24"/>
          <w:szCs w:val="24"/>
        </w:rPr>
        <w:t>The grant coordinator certification form was prepared</w:t>
      </w:r>
      <w:r w:rsidR="00F24F27">
        <w:rPr>
          <w:sz w:val="24"/>
          <w:szCs w:val="24"/>
        </w:rPr>
        <w:t xml:space="preserve">. </w:t>
      </w:r>
      <w:r w:rsidR="00610E7F">
        <w:rPr>
          <w:sz w:val="24"/>
          <w:szCs w:val="24"/>
        </w:rPr>
        <w:t>Then documents and certification f</w:t>
      </w:r>
      <w:r w:rsidR="0063558B">
        <w:rPr>
          <w:sz w:val="24"/>
          <w:szCs w:val="24"/>
        </w:rPr>
        <w:t>or</w:t>
      </w:r>
      <w:r w:rsidR="00610E7F">
        <w:rPr>
          <w:sz w:val="24"/>
          <w:szCs w:val="24"/>
        </w:rPr>
        <w:t>m were forwarded to coordinator for review and signing</w:t>
      </w:r>
      <w:r w:rsidR="00F24F27">
        <w:rPr>
          <w:sz w:val="24"/>
          <w:szCs w:val="24"/>
        </w:rPr>
        <w:t xml:space="preserve">. </w:t>
      </w:r>
      <w:r w:rsidR="00610E7F">
        <w:rPr>
          <w:sz w:val="24"/>
          <w:szCs w:val="24"/>
        </w:rPr>
        <w:t xml:space="preserve">Admin printed check from </w:t>
      </w:r>
      <w:r w:rsidR="0063558B">
        <w:rPr>
          <w:sz w:val="24"/>
          <w:szCs w:val="24"/>
        </w:rPr>
        <w:t>our operating account and arranged for signatures</w:t>
      </w:r>
      <w:r w:rsidR="00F24F27">
        <w:rPr>
          <w:sz w:val="24"/>
          <w:szCs w:val="24"/>
        </w:rPr>
        <w:t xml:space="preserve">. </w:t>
      </w:r>
      <w:r w:rsidR="0063558B">
        <w:rPr>
          <w:sz w:val="24"/>
          <w:szCs w:val="24"/>
        </w:rPr>
        <w:t>Certification signed and returned via DocHub.</w:t>
      </w:r>
    </w:p>
    <w:p w14:paraId="200D14DC" w14:textId="77777777" w:rsidR="0063558B" w:rsidRDefault="0063558B" w:rsidP="00B57BAB">
      <w:pPr>
        <w:ind w:left="1440" w:hanging="1440"/>
        <w:rPr>
          <w:sz w:val="24"/>
          <w:szCs w:val="24"/>
        </w:rPr>
      </w:pPr>
    </w:p>
    <w:p w14:paraId="47E00BA4" w14:textId="42F20083" w:rsidR="0063558B" w:rsidRDefault="0063558B" w:rsidP="00B57BA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5/31/2024 - </w:t>
      </w:r>
      <w:r>
        <w:rPr>
          <w:sz w:val="24"/>
          <w:szCs w:val="24"/>
        </w:rPr>
        <w:tab/>
        <w:t>Signatures obtained from Chairman Locke and Secretary Statham on check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>Lien release prepared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>Email sent to Southeast Site Services requesting completed W9 form and certificate of insurance</w:t>
      </w:r>
      <w:r w:rsidR="00F24F27">
        <w:rPr>
          <w:sz w:val="24"/>
          <w:szCs w:val="24"/>
        </w:rPr>
        <w:t xml:space="preserve">. </w:t>
      </w:r>
      <w:r w:rsidR="00AF61B4">
        <w:rPr>
          <w:sz w:val="24"/>
          <w:szCs w:val="24"/>
        </w:rPr>
        <w:t>These d</w:t>
      </w:r>
      <w:r w:rsidR="00AF61B4">
        <w:rPr>
          <w:sz w:val="24"/>
          <w:szCs w:val="24"/>
        </w:rPr>
        <w:t>ocuments were received</w:t>
      </w:r>
      <w:r w:rsidR="00F24F27">
        <w:rPr>
          <w:sz w:val="24"/>
          <w:szCs w:val="24"/>
        </w:rPr>
        <w:t xml:space="preserve">. </w:t>
      </w:r>
      <w:r w:rsidR="00E67566">
        <w:rPr>
          <w:sz w:val="24"/>
          <w:szCs w:val="24"/>
        </w:rPr>
        <w:t xml:space="preserve">A second email sent with the lien release and copy of check to be processed. </w:t>
      </w:r>
      <w:r w:rsidR="00AF61B4">
        <w:rPr>
          <w:sz w:val="24"/>
          <w:szCs w:val="24"/>
        </w:rPr>
        <w:t xml:space="preserve">Admin attempted to </w:t>
      </w:r>
      <w:r w:rsidR="001B4385">
        <w:rPr>
          <w:sz w:val="24"/>
          <w:szCs w:val="24"/>
        </w:rPr>
        <w:t xml:space="preserve">submit </w:t>
      </w:r>
      <w:r w:rsidR="00A01597">
        <w:rPr>
          <w:sz w:val="24"/>
          <w:szCs w:val="24"/>
        </w:rPr>
        <w:t>an invoice</w:t>
      </w:r>
      <w:r w:rsidR="001B4385">
        <w:rPr>
          <w:sz w:val="24"/>
          <w:szCs w:val="24"/>
        </w:rPr>
        <w:t xml:space="preserve"> to FAA for reimbursement through the DELPHI system, but </w:t>
      </w:r>
      <w:r w:rsidR="00DE4631">
        <w:rPr>
          <w:sz w:val="24"/>
          <w:szCs w:val="24"/>
        </w:rPr>
        <w:t>the account</w:t>
      </w:r>
      <w:r w:rsidR="001B4385">
        <w:rPr>
          <w:sz w:val="24"/>
          <w:szCs w:val="24"/>
        </w:rPr>
        <w:t xml:space="preserve"> had been deactivated</w:t>
      </w:r>
      <w:r w:rsidR="00F24F27">
        <w:rPr>
          <w:sz w:val="24"/>
          <w:szCs w:val="24"/>
        </w:rPr>
        <w:t xml:space="preserve">. </w:t>
      </w:r>
      <w:r w:rsidR="001B4385">
        <w:rPr>
          <w:sz w:val="24"/>
          <w:szCs w:val="24"/>
        </w:rPr>
        <w:t>The support desk was notified of the issue</w:t>
      </w:r>
      <w:r w:rsidR="00F24F27">
        <w:rPr>
          <w:sz w:val="24"/>
          <w:szCs w:val="24"/>
        </w:rPr>
        <w:t xml:space="preserve">. </w:t>
      </w:r>
      <w:r w:rsidR="001B4385">
        <w:rPr>
          <w:sz w:val="24"/>
          <w:szCs w:val="24"/>
        </w:rPr>
        <w:t>Admin</w:t>
      </w:r>
      <w:r w:rsidR="00A01597">
        <w:rPr>
          <w:sz w:val="24"/>
          <w:szCs w:val="24"/>
        </w:rPr>
        <w:t xml:space="preserve"> sent an email to Chastity Clark with FAA to inform her that Admin was awaiting access to the system and as soon as access was granted, the invoice </w:t>
      </w:r>
      <w:r w:rsidR="00FC64A6">
        <w:rPr>
          <w:sz w:val="24"/>
          <w:szCs w:val="24"/>
        </w:rPr>
        <w:t>would be processed.</w:t>
      </w:r>
    </w:p>
    <w:p w14:paraId="72D23EBC" w14:textId="77777777" w:rsidR="00FC64A6" w:rsidRDefault="00FC64A6" w:rsidP="00B57BAB">
      <w:pPr>
        <w:ind w:left="1440" w:hanging="1440"/>
        <w:rPr>
          <w:sz w:val="24"/>
          <w:szCs w:val="24"/>
        </w:rPr>
      </w:pPr>
    </w:p>
    <w:p w14:paraId="35CEF1C0" w14:textId="33DF64FD" w:rsidR="00FC64A6" w:rsidRPr="004C6CAE" w:rsidRDefault="00FC64A6" w:rsidP="00B57BA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6/3/2024 - </w:t>
      </w:r>
      <w:r>
        <w:rPr>
          <w:sz w:val="24"/>
          <w:szCs w:val="24"/>
        </w:rPr>
        <w:tab/>
        <w:t>Access to DELPHI restored</w:t>
      </w:r>
      <w:r w:rsidR="00F24F27">
        <w:rPr>
          <w:sz w:val="24"/>
          <w:szCs w:val="24"/>
        </w:rPr>
        <w:t xml:space="preserve">. </w:t>
      </w:r>
      <w:r w:rsidR="00AF26AE">
        <w:rPr>
          <w:sz w:val="24"/>
          <w:szCs w:val="24"/>
        </w:rPr>
        <w:t>The i</w:t>
      </w:r>
      <w:r>
        <w:rPr>
          <w:sz w:val="24"/>
          <w:szCs w:val="24"/>
        </w:rPr>
        <w:t>nvoice was submitted and approved</w:t>
      </w:r>
      <w:r w:rsidR="00F24F27">
        <w:rPr>
          <w:sz w:val="24"/>
          <w:szCs w:val="24"/>
        </w:rPr>
        <w:t xml:space="preserve">. </w:t>
      </w:r>
    </w:p>
    <w:p w14:paraId="4D02E310" w14:textId="77777777" w:rsidR="003077A0" w:rsidRPr="004C6CAE" w:rsidRDefault="003077A0" w:rsidP="003077A0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56C94A74" w14:textId="48FC8FF7" w:rsidR="0071256E" w:rsidRDefault="00A6767E" w:rsidP="000151F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5/1</w:t>
      </w:r>
      <w:r w:rsidR="003A1973">
        <w:rPr>
          <w:sz w:val="24"/>
          <w:szCs w:val="24"/>
        </w:rPr>
        <w:t>6</w:t>
      </w:r>
      <w:r>
        <w:rPr>
          <w:sz w:val="24"/>
          <w:szCs w:val="24"/>
        </w:rPr>
        <w:t>/2024 -</w:t>
      </w:r>
      <w:r>
        <w:rPr>
          <w:sz w:val="24"/>
          <w:szCs w:val="24"/>
        </w:rPr>
        <w:tab/>
      </w:r>
      <w:r w:rsidR="003A1973">
        <w:rPr>
          <w:sz w:val="24"/>
          <w:szCs w:val="24"/>
        </w:rPr>
        <w:t xml:space="preserve">Check number 1039 for AVCON Invoice # </w:t>
      </w:r>
      <w:r w:rsidR="00921FD0">
        <w:rPr>
          <w:sz w:val="24"/>
          <w:szCs w:val="24"/>
        </w:rPr>
        <w:t>12</w:t>
      </w:r>
      <w:r w:rsidR="000C135C">
        <w:rPr>
          <w:sz w:val="24"/>
          <w:szCs w:val="24"/>
        </w:rPr>
        <w:t xml:space="preserve">6895 </w:t>
      </w:r>
      <w:r w:rsidR="00921FD0">
        <w:rPr>
          <w:sz w:val="24"/>
          <w:szCs w:val="24"/>
        </w:rPr>
        <w:t>cleared our account</w:t>
      </w:r>
      <w:r w:rsidR="00F24F27">
        <w:rPr>
          <w:sz w:val="24"/>
          <w:szCs w:val="24"/>
        </w:rPr>
        <w:t xml:space="preserve">. </w:t>
      </w:r>
    </w:p>
    <w:p w14:paraId="436CAFCC" w14:textId="77777777" w:rsidR="00921FD0" w:rsidRDefault="00921FD0" w:rsidP="000151FB">
      <w:pPr>
        <w:ind w:left="1440" w:hanging="1440"/>
        <w:rPr>
          <w:sz w:val="24"/>
          <w:szCs w:val="24"/>
        </w:rPr>
      </w:pPr>
    </w:p>
    <w:p w14:paraId="2ABA9DF1" w14:textId="579FA634" w:rsidR="00921FD0" w:rsidRDefault="00921FD0" w:rsidP="000151F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5/17/2024 -</w:t>
      </w:r>
      <w:r>
        <w:rPr>
          <w:sz w:val="24"/>
          <w:szCs w:val="24"/>
        </w:rPr>
        <w:tab/>
        <w:t xml:space="preserve">Admin submitted </w:t>
      </w:r>
      <w:r w:rsidR="003548E9">
        <w:rPr>
          <w:sz w:val="24"/>
          <w:szCs w:val="24"/>
        </w:rPr>
        <w:t>pay request G2834-9 in the amount of $5,006.78</w:t>
      </w:r>
      <w:r w:rsidR="00D86E09">
        <w:rPr>
          <w:sz w:val="24"/>
          <w:szCs w:val="24"/>
        </w:rPr>
        <w:t xml:space="preserve"> to FDOT for processing</w:t>
      </w:r>
      <w:r w:rsidR="00F24F27">
        <w:rPr>
          <w:sz w:val="24"/>
          <w:szCs w:val="24"/>
        </w:rPr>
        <w:t xml:space="preserve">. </w:t>
      </w:r>
    </w:p>
    <w:p w14:paraId="70CC296D" w14:textId="77777777" w:rsidR="0091220E" w:rsidRDefault="0091220E" w:rsidP="000151FB">
      <w:pPr>
        <w:ind w:left="1440" w:hanging="1440"/>
        <w:rPr>
          <w:sz w:val="24"/>
          <w:szCs w:val="24"/>
        </w:rPr>
      </w:pPr>
    </w:p>
    <w:p w14:paraId="0B19FACC" w14:textId="0543E8FB" w:rsidR="00D86E09" w:rsidRDefault="00D86E09" w:rsidP="000151F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5/23/2024 - </w:t>
      </w:r>
      <w:r>
        <w:rPr>
          <w:sz w:val="24"/>
          <w:szCs w:val="24"/>
        </w:rPr>
        <w:tab/>
        <w:t>Funds received from FDOT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Payment recorded in QuickBooks, check number 1042 printed for payment of AVCON Invoice # </w:t>
      </w:r>
      <w:r w:rsidR="000C135C">
        <w:rPr>
          <w:sz w:val="24"/>
          <w:szCs w:val="24"/>
        </w:rPr>
        <w:t>127358</w:t>
      </w:r>
      <w:r w:rsidR="00FB1BBA">
        <w:rPr>
          <w:sz w:val="24"/>
          <w:szCs w:val="24"/>
        </w:rPr>
        <w:t>, lien release prepared, and signatures obtained.</w:t>
      </w:r>
    </w:p>
    <w:p w14:paraId="309B20E0" w14:textId="77777777" w:rsidR="0091220E" w:rsidRDefault="0091220E" w:rsidP="000151FB">
      <w:pPr>
        <w:ind w:left="1440" w:hanging="1440"/>
        <w:rPr>
          <w:sz w:val="24"/>
          <w:szCs w:val="24"/>
        </w:rPr>
      </w:pPr>
    </w:p>
    <w:p w14:paraId="7FA302FD" w14:textId="09C6AB06" w:rsidR="00FB1BBA" w:rsidRDefault="00FB1BBA" w:rsidP="000151F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5/24/2024 - </w:t>
      </w:r>
      <w:r>
        <w:rPr>
          <w:sz w:val="24"/>
          <w:szCs w:val="24"/>
        </w:rPr>
        <w:tab/>
      </w:r>
      <w:r w:rsidR="0091220E">
        <w:rPr>
          <w:sz w:val="24"/>
          <w:szCs w:val="24"/>
        </w:rPr>
        <w:t xml:space="preserve">Lien release and copy of check emailed to AVCON for processing and check mailed. </w:t>
      </w:r>
    </w:p>
    <w:p w14:paraId="60177C1E" w14:textId="7B675AE2" w:rsidR="00E6404F" w:rsidRDefault="00E6404F" w:rsidP="00E6404F">
      <w:pPr>
        <w:ind w:left="1440" w:hanging="1440"/>
        <w:rPr>
          <w:sz w:val="24"/>
          <w:szCs w:val="24"/>
        </w:rPr>
      </w:pPr>
      <w:r w:rsidRPr="004C6CAE">
        <w:rPr>
          <w:sz w:val="24"/>
          <w:szCs w:val="24"/>
        </w:rPr>
        <w:lastRenderedPageBreak/>
        <w:t xml:space="preserve">5/30/2024 - </w:t>
      </w:r>
      <w:r>
        <w:rPr>
          <w:sz w:val="24"/>
          <w:szCs w:val="24"/>
        </w:rPr>
        <w:tab/>
        <w:t>Pay application number 1 from Southeast Site Services in the amount of $6,745.00 received this date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</w:rPr>
        <w:t>FDOT</w:t>
      </w:r>
      <w:r>
        <w:rPr>
          <w:sz w:val="24"/>
          <w:szCs w:val="24"/>
        </w:rPr>
        <w:t xml:space="preserve"> portion of this request is $</w:t>
      </w:r>
      <w:r>
        <w:rPr>
          <w:sz w:val="24"/>
          <w:szCs w:val="24"/>
        </w:rPr>
        <w:t>1,818.22</w:t>
      </w:r>
      <w:r w:rsidR="007940FE">
        <w:rPr>
          <w:sz w:val="24"/>
          <w:szCs w:val="24"/>
        </w:rPr>
        <w:t>. The d</w:t>
      </w:r>
      <w:r>
        <w:rPr>
          <w:sz w:val="24"/>
          <w:szCs w:val="24"/>
        </w:rPr>
        <w:t xml:space="preserve">ocuments were reviewed for accuracy, corrections made as needed, bill </w:t>
      </w:r>
      <w:r w:rsidR="002C6BDB">
        <w:rPr>
          <w:sz w:val="24"/>
          <w:szCs w:val="24"/>
        </w:rPr>
        <w:t>entered</w:t>
      </w:r>
      <w:r>
        <w:rPr>
          <w:sz w:val="24"/>
          <w:szCs w:val="24"/>
        </w:rPr>
        <w:t xml:space="preserve"> QuickBooks and documents printed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>The grant coordinator certification form was prepared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>Then documents and certification form were forwarded to coordinator for review and signing</w:t>
      </w:r>
      <w:r w:rsidR="00F24F27">
        <w:rPr>
          <w:sz w:val="24"/>
          <w:szCs w:val="24"/>
        </w:rPr>
        <w:t xml:space="preserve">. </w:t>
      </w:r>
      <w:r>
        <w:rPr>
          <w:sz w:val="24"/>
          <w:szCs w:val="24"/>
        </w:rPr>
        <w:t>Certification signed and returned via DocHub.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25E45DAE" w14:textId="60587BF6" w:rsidR="007940FE" w:rsidRDefault="007940FE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5/31/2024 - </w:t>
      </w:r>
      <w:r>
        <w:rPr>
          <w:sz w:val="24"/>
          <w:szCs w:val="24"/>
        </w:rPr>
        <w:tab/>
      </w:r>
      <w:r w:rsidR="006B58ED">
        <w:rPr>
          <w:sz w:val="24"/>
          <w:szCs w:val="24"/>
        </w:rPr>
        <w:t>Chairman signed required documents for pay request G2834-10</w:t>
      </w:r>
      <w:r w:rsidR="00F24F27">
        <w:rPr>
          <w:sz w:val="24"/>
          <w:szCs w:val="24"/>
        </w:rPr>
        <w:t xml:space="preserve">. </w:t>
      </w:r>
      <w:r w:rsidR="006B58ED">
        <w:rPr>
          <w:sz w:val="24"/>
          <w:szCs w:val="24"/>
        </w:rPr>
        <w:t xml:space="preserve">However, this cannot be submitted until </w:t>
      </w:r>
      <w:r w:rsidR="00811D02">
        <w:rPr>
          <w:sz w:val="24"/>
          <w:szCs w:val="24"/>
        </w:rPr>
        <w:t>check number 1042 clears our bank</w:t>
      </w:r>
      <w:r w:rsidR="00F24F27">
        <w:rPr>
          <w:sz w:val="24"/>
          <w:szCs w:val="24"/>
        </w:rPr>
        <w:t xml:space="preserve">. </w:t>
      </w:r>
    </w:p>
    <w:p w14:paraId="6330BEA2" w14:textId="77777777" w:rsidR="00E919C1" w:rsidRPr="00642535" w:rsidRDefault="00E919C1" w:rsidP="000151FB">
      <w:pPr>
        <w:ind w:left="1440" w:hanging="1440"/>
        <w:rPr>
          <w:sz w:val="24"/>
          <w:szCs w:val="24"/>
        </w:rPr>
      </w:pPr>
    </w:p>
    <w:p w14:paraId="1335C2BD" w14:textId="5EF055A2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715F47">
        <w:rPr>
          <w:b/>
          <w:bCs/>
          <w:sz w:val="24"/>
          <w:szCs w:val="24"/>
        </w:rPr>
        <w:t>- NO ACTIVITY</w:t>
      </w: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47645E0F" w14:textId="503DED82" w:rsidR="00F87647" w:rsidRDefault="00FF4D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</w:t>
      </w:r>
      <w:r w:rsidR="004067D4">
        <w:rPr>
          <w:b/>
          <w:bCs/>
          <w:sz w:val="24"/>
          <w:szCs w:val="24"/>
        </w:rPr>
        <w:t>- NO ACTIVITY</w:t>
      </w:r>
    </w:p>
    <w:p w14:paraId="4AA326DA" w14:textId="5201ED85" w:rsidR="00B76F20" w:rsidRDefault="00B76F20" w:rsidP="004067D4">
      <w:pPr>
        <w:ind w:left="1440" w:hanging="1440"/>
        <w:rPr>
          <w:sz w:val="24"/>
          <w:szCs w:val="24"/>
        </w:rPr>
      </w:pPr>
    </w:p>
    <w:p w14:paraId="701656EE" w14:textId="77777777" w:rsidR="00B76F20" w:rsidRPr="00642535" w:rsidRDefault="00B76F20" w:rsidP="00B76F20">
      <w:pPr>
        <w:ind w:left="1440" w:hanging="1440"/>
        <w:rPr>
          <w:sz w:val="24"/>
          <w:szCs w:val="24"/>
        </w:rPr>
      </w:pPr>
    </w:p>
    <w:p w14:paraId="4E347302" w14:textId="2411CB38" w:rsidR="00C0799A" w:rsidRDefault="00C0799A" w:rsidP="00646BF6">
      <w:pPr>
        <w:ind w:left="1440" w:hanging="1440"/>
        <w:rPr>
          <w:sz w:val="24"/>
          <w:szCs w:val="24"/>
        </w:rPr>
      </w:pPr>
    </w:p>
    <w:p w14:paraId="13335F73" w14:textId="77777777" w:rsidR="00F87647" w:rsidRDefault="00DF16D6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- NO ACTIVITY</w:t>
      </w:r>
    </w:p>
    <w:p w14:paraId="4E805269" w14:textId="34E17866" w:rsidR="00C0799A" w:rsidRDefault="00C0799A" w:rsidP="00646BF6">
      <w:pPr>
        <w:ind w:left="1440" w:hanging="1440"/>
        <w:rPr>
          <w:b/>
          <w:bCs/>
          <w:sz w:val="24"/>
          <w:szCs w:val="24"/>
        </w:rPr>
      </w:pPr>
    </w:p>
    <w:p w14:paraId="0A70E06E" w14:textId="77777777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1EB0AC5" w14:textId="5F25F357" w:rsidR="005B28EC" w:rsidRPr="005B28EC" w:rsidRDefault="005B28EC" w:rsidP="00646BF6">
      <w:pPr>
        <w:ind w:left="1440" w:hanging="1440"/>
        <w:rPr>
          <w:sz w:val="24"/>
          <w:szCs w:val="24"/>
        </w:rPr>
      </w:pPr>
    </w:p>
    <w:sectPr w:rsidR="005B28EC" w:rsidRPr="005B28EC" w:rsidSect="001F7205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D76BD" w14:textId="77777777" w:rsidR="002453F8" w:rsidRDefault="002453F8">
      <w:r>
        <w:separator/>
      </w:r>
    </w:p>
  </w:endnote>
  <w:endnote w:type="continuationSeparator" w:id="0">
    <w:p w14:paraId="717F41BA" w14:textId="77777777" w:rsidR="002453F8" w:rsidRDefault="0024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BF20F" w14:textId="77777777" w:rsidR="002453F8" w:rsidRDefault="002453F8">
      <w:r>
        <w:separator/>
      </w:r>
    </w:p>
  </w:footnote>
  <w:footnote w:type="continuationSeparator" w:id="0">
    <w:p w14:paraId="2444175A" w14:textId="77777777" w:rsidR="002453F8" w:rsidRDefault="0024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89C"/>
    <w:rsid w:val="000414D4"/>
    <w:rsid w:val="00043BFF"/>
    <w:rsid w:val="00046249"/>
    <w:rsid w:val="00046883"/>
    <w:rsid w:val="000500B3"/>
    <w:rsid w:val="000561AC"/>
    <w:rsid w:val="00060126"/>
    <w:rsid w:val="00072554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35D"/>
    <w:rsid w:val="00096280"/>
    <w:rsid w:val="000A1524"/>
    <w:rsid w:val="000A16A7"/>
    <w:rsid w:val="000A1988"/>
    <w:rsid w:val="000A3BA8"/>
    <w:rsid w:val="000A4BF2"/>
    <w:rsid w:val="000A5359"/>
    <w:rsid w:val="000B18FB"/>
    <w:rsid w:val="000B337B"/>
    <w:rsid w:val="000B42F5"/>
    <w:rsid w:val="000B5767"/>
    <w:rsid w:val="000B5E7C"/>
    <w:rsid w:val="000B6129"/>
    <w:rsid w:val="000C135C"/>
    <w:rsid w:val="000C1381"/>
    <w:rsid w:val="000C1BA8"/>
    <w:rsid w:val="000C208F"/>
    <w:rsid w:val="000C3BD8"/>
    <w:rsid w:val="000C6AD0"/>
    <w:rsid w:val="000D57F4"/>
    <w:rsid w:val="000D5C9F"/>
    <w:rsid w:val="000D6ACB"/>
    <w:rsid w:val="000E1EC7"/>
    <w:rsid w:val="000E29FD"/>
    <w:rsid w:val="000E59B5"/>
    <w:rsid w:val="000F139B"/>
    <w:rsid w:val="000F64EC"/>
    <w:rsid w:val="001024C1"/>
    <w:rsid w:val="00104351"/>
    <w:rsid w:val="00107F87"/>
    <w:rsid w:val="00111C89"/>
    <w:rsid w:val="00115099"/>
    <w:rsid w:val="00115234"/>
    <w:rsid w:val="001155E4"/>
    <w:rsid w:val="00116C0A"/>
    <w:rsid w:val="001211E9"/>
    <w:rsid w:val="00123821"/>
    <w:rsid w:val="001319B7"/>
    <w:rsid w:val="00135739"/>
    <w:rsid w:val="00140964"/>
    <w:rsid w:val="0014449F"/>
    <w:rsid w:val="001505EC"/>
    <w:rsid w:val="0015084E"/>
    <w:rsid w:val="0015157C"/>
    <w:rsid w:val="00152824"/>
    <w:rsid w:val="00154C8E"/>
    <w:rsid w:val="001601F1"/>
    <w:rsid w:val="00161FD7"/>
    <w:rsid w:val="00171579"/>
    <w:rsid w:val="00175622"/>
    <w:rsid w:val="00175C89"/>
    <w:rsid w:val="00182CE8"/>
    <w:rsid w:val="00185AF1"/>
    <w:rsid w:val="0018671C"/>
    <w:rsid w:val="00186EC2"/>
    <w:rsid w:val="001872F3"/>
    <w:rsid w:val="001874C6"/>
    <w:rsid w:val="0019164F"/>
    <w:rsid w:val="001A14E9"/>
    <w:rsid w:val="001A6027"/>
    <w:rsid w:val="001B0B37"/>
    <w:rsid w:val="001B0C91"/>
    <w:rsid w:val="001B4385"/>
    <w:rsid w:val="001B7955"/>
    <w:rsid w:val="001C27F6"/>
    <w:rsid w:val="001C55A5"/>
    <w:rsid w:val="001C762C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3FB5"/>
    <w:rsid w:val="002053DC"/>
    <w:rsid w:val="00214895"/>
    <w:rsid w:val="002154BD"/>
    <w:rsid w:val="002210DE"/>
    <w:rsid w:val="00232082"/>
    <w:rsid w:val="0023490F"/>
    <w:rsid w:val="00235F43"/>
    <w:rsid w:val="00236CE0"/>
    <w:rsid w:val="002372B1"/>
    <w:rsid w:val="00237C19"/>
    <w:rsid w:val="00240FA1"/>
    <w:rsid w:val="00241A5A"/>
    <w:rsid w:val="002438CC"/>
    <w:rsid w:val="002453F8"/>
    <w:rsid w:val="00250634"/>
    <w:rsid w:val="00251EA9"/>
    <w:rsid w:val="002625AF"/>
    <w:rsid w:val="0026479F"/>
    <w:rsid w:val="00265E1C"/>
    <w:rsid w:val="0027157B"/>
    <w:rsid w:val="00275A13"/>
    <w:rsid w:val="00283564"/>
    <w:rsid w:val="002845A2"/>
    <w:rsid w:val="00285F0B"/>
    <w:rsid w:val="002922C2"/>
    <w:rsid w:val="00295D0D"/>
    <w:rsid w:val="00297CD2"/>
    <w:rsid w:val="002A3923"/>
    <w:rsid w:val="002B2F63"/>
    <w:rsid w:val="002B648E"/>
    <w:rsid w:val="002C6BDB"/>
    <w:rsid w:val="002C7539"/>
    <w:rsid w:val="002D4030"/>
    <w:rsid w:val="002D4510"/>
    <w:rsid w:val="002D55AE"/>
    <w:rsid w:val="002D66A1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23420"/>
    <w:rsid w:val="00330184"/>
    <w:rsid w:val="003333A2"/>
    <w:rsid w:val="003344FA"/>
    <w:rsid w:val="00336C6B"/>
    <w:rsid w:val="00336DEE"/>
    <w:rsid w:val="003376EC"/>
    <w:rsid w:val="0034397A"/>
    <w:rsid w:val="003444FF"/>
    <w:rsid w:val="00344F94"/>
    <w:rsid w:val="003548E9"/>
    <w:rsid w:val="00357726"/>
    <w:rsid w:val="00357BEC"/>
    <w:rsid w:val="00361008"/>
    <w:rsid w:val="0036177B"/>
    <w:rsid w:val="003637B4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B0B41"/>
    <w:rsid w:val="003B0F1D"/>
    <w:rsid w:val="003B20D1"/>
    <w:rsid w:val="003B3EF3"/>
    <w:rsid w:val="003B68E9"/>
    <w:rsid w:val="003C065F"/>
    <w:rsid w:val="003C11D5"/>
    <w:rsid w:val="003C3E23"/>
    <w:rsid w:val="003C47B8"/>
    <w:rsid w:val="003C6CFB"/>
    <w:rsid w:val="003D1E05"/>
    <w:rsid w:val="003D3E45"/>
    <w:rsid w:val="003D4FC2"/>
    <w:rsid w:val="003D50C8"/>
    <w:rsid w:val="003D6483"/>
    <w:rsid w:val="003E0267"/>
    <w:rsid w:val="003E0735"/>
    <w:rsid w:val="003E15C9"/>
    <w:rsid w:val="003E4EC4"/>
    <w:rsid w:val="003E55B8"/>
    <w:rsid w:val="003E7947"/>
    <w:rsid w:val="003E7BD1"/>
    <w:rsid w:val="003E7BF0"/>
    <w:rsid w:val="003F1D6F"/>
    <w:rsid w:val="003F2F2A"/>
    <w:rsid w:val="003F66C5"/>
    <w:rsid w:val="003F6E63"/>
    <w:rsid w:val="004003AC"/>
    <w:rsid w:val="0040139F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AF"/>
    <w:rsid w:val="004210DC"/>
    <w:rsid w:val="004211BE"/>
    <w:rsid w:val="00423550"/>
    <w:rsid w:val="00423901"/>
    <w:rsid w:val="00427147"/>
    <w:rsid w:val="00430B26"/>
    <w:rsid w:val="00431051"/>
    <w:rsid w:val="00432F62"/>
    <w:rsid w:val="0044086F"/>
    <w:rsid w:val="00441C55"/>
    <w:rsid w:val="00442756"/>
    <w:rsid w:val="00445E3C"/>
    <w:rsid w:val="00447481"/>
    <w:rsid w:val="00451FD5"/>
    <w:rsid w:val="0045228D"/>
    <w:rsid w:val="0045445E"/>
    <w:rsid w:val="00464749"/>
    <w:rsid w:val="0047084B"/>
    <w:rsid w:val="00475ED8"/>
    <w:rsid w:val="00480BEC"/>
    <w:rsid w:val="00481365"/>
    <w:rsid w:val="0048375E"/>
    <w:rsid w:val="00485326"/>
    <w:rsid w:val="004911A8"/>
    <w:rsid w:val="00492CC6"/>
    <w:rsid w:val="00496E3F"/>
    <w:rsid w:val="004A28A6"/>
    <w:rsid w:val="004A3BA2"/>
    <w:rsid w:val="004A5C7A"/>
    <w:rsid w:val="004A7AC2"/>
    <w:rsid w:val="004B0383"/>
    <w:rsid w:val="004B4A1D"/>
    <w:rsid w:val="004B5180"/>
    <w:rsid w:val="004C540C"/>
    <w:rsid w:val="004C6CAE"/>
    <w:rsid w:val="004C7624"/>
    <w:rsid w:val="004D194C"/>
    <w:rsid w:val="004D23E8"/>
    <w:rsid w:val="004E2C54"/>
    <w:rsid w:val="004E6B85"/>
    <w:rsid w:val="004F01BD"/>
    <w:rsid w:val="004F0760"/>
    <w:rsid w:val="004F5969"/>
    <w:rsid w:val="004F6537"/>
    <w:rsid w:val="004F6F79"/>
    <w:rsid w:val="004F71D8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2A17"/>
    <w:rsid w:val="0052460E"/>
    <w:rsid w:val="00525579"/>
    <w:rsid w:val="005307CF"/>
    <w:rsid w:val="005318F9"/>
    <w:rsid w:val="005321F8"/>
    <w:rsid w:val="00535D25"/>
    <w:rsid w:val="005365AB"/>
    <w:rsid w:val="0054160C"/>
    <w:rsid w:val="005433AA"/>
    <w:rsid w:val="00544064"/>
    <w:rsid w:val="00550CC6"/>
    <w:rsid w:val="00550F48"/>
    <w:rsid w:val="00552488"/>
    <w:rsid w:val="00555B81"/>
    <w:rsid w:val="0055621B"/>
    <w:rsid w:val="00560CA9"/>
    <w:rsid w:val="00562016"/>
    <w:rsid w:val="00564BA6"/>
    <w:rsid w:val="00570000"/>
    <w:rsid w:val="00581D01"/>
    <w:rsid w:val="00582A71"/>
    <w:rsid w:val="00587EA4"/>
    <w:rsid w:val="005904AF"/>
    <w:rsid w:val="005939E4"/>
    <w:rsid w:val="00594807"/>
    <w:rsid w:val="00595FD0"/>
    <w:rsid w:val="005A07E2"/>
    <w:rsid w:val="005A31FC"/>
    <w:rsid w:val="005A3F9E"/>
    <w:rsid w:val="005A5701"/>
    <w:rsid w:val="005A5ABE"/>
    <w:rsid w:val="005B28EC"/>
    <w:rsid w:val="005B40ED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BE"/>
    <w:rsid w:val="005E7C59"/>
    <w:rsid w:val="005F0213"/>
    <w:rsid w:val="005F03A0"/>
    <w:rsid w:val="005F1F5B"/>
    <w:rsid w:val="005F468C"/>
    <w:rsid w:val="006016A9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2DC6"/>
    <w:rsid w:val="00653253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706E7F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62E54"/>
    <w:rsid w:val="007631AA"/>
    <w:rsid w:val="00764B9C"/>
    <w:rsid w:val="00766FC5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A2680"/>
    <w:rsid w:val="007A2C9D"/>
    <w:rsid w:val="007A6770"/>
    <w:rsid w:val="007B1397"/>
    <w:rsid w:val="007B1932"/>
    <w:rsid w:val="007B1FAE"/>
    <w:rsid w:val="007C0E60"/>
    <w:rsid w:val="007C6B81"/>
    <w:rsid w:val="007D05EA"/>
    <w:rsid w:val="007D08B2"/>
    <w:rsid w:val="007D22FA"/>
    <w:rsid w:val="007D2F5C"/>
    <w:rsid w:val="007D576D"/>
    <w:rsid w:val="007D62ED"/>
    <w:rsid w:val="007E2C8F"/>
    <w:rsid w:val="007E4F94"/>
    <w:rsid w:val="007E57FE"/>
    <w:rsid w:val="007E7806"/>
    <w:rsid w:val="007E7915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21646"/>
    <w:rsid w:val="008218C5"/>
    <w:rsid w:val="00823820"/>
    <w:rsid w:val="00823DC2"/>
    <w:rsid w:val="008261AA"/>
    <w:rsid w:val="00826A8F"/>
    <w:rsid w:val="00831FF3"/>
    <w:rsid w:val="00834D0F"/>
    <w:rsid w:val="0084565D"/>
    <w:rsid w:val="008464E6"/>
    <w:rsid w:val="00846C66"/>
    <w:rsid w:val="0084789C"/>
    <w:rsid w:val="00852996"/>
    <w:rsid w:val="0085347A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5D01"/>
    <w:rsid w:val="008768A5"/>
    <w:rsid w:val="0088190D"/>
    <w:rsid w:val="00882FEE"/>
    <w:rsid w:val="00883220"/>
    <w:rsid w:val="00895C01"/>
    <w:rsid w:val="00895EB3"/>
    <w:rsid w:val="008B1385"/>
    <w:rsid w:val="008B3EE1"/>
    <w:rsid w:val="008C2631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7049"/>
    <w:rsid w:val="00904546"/>
    <w:rsid w:val="0091220E"/>
    <w:rsid w:val="00915194"/>
    <w:rsid w:val="00915F4D"/>
    <w:rsid w:val="00921FD0"/>
    <w:rsid w:val="009220D2"/>
    <w:rsid w:val="00922C5D"/>
    <w:rsid w:val="0092386E"/>
    <w:rsid w:val="0092783D"/>
    <w:rsid w:val="00927F2C"/>
    <w:rsid w:val="009307CF"/>
    <w:rsid w:val="0093231D"/>
    <w:rsid w:val="0093378B"/>
    <w:rsid w:val="00935292"/>
    <w:rsid w:val="00940052"/>
    <w:rsid w:val="00942010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B376F"/>
    <w:rsid w:val="009B3BDC"/>
    <w:rsid w:val="009B7B88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442F"/>
    <w:rsid w:val="009F02EE"/>
    <w:rsid w:val="009F114B"/>
    <w:rsid w:val="009F349E"/>
    <w:rsid w:val="009F7F26"/>
    <w:rsid w:val="00A01597"/>
    <w:rsid w:val="00A14824"/>
    <w:rsid w:val="00A26CC5"/>
    <w:rsid w:val="00A31183"/>
    <w:rsid w:val="00A3233F"/>
    <w:rsid w:val="00A331DF"/>
    <w:rsid w:val="00A337DA"/>
    <w:rsid w:val="00A350AD"/>
    <w:rsid w:val="00A40E87"/>
    <w:rsid w:val="00A41CCF"/>
    <w:rsid w:val="00A436E6"/>
    <w:rsid w:val="00A43ED9"/>
    <w:rsid w:val="00A526C2"/>
    <w:rsid w:val="00A57C19"/>
    <w:rsid w:val="00A63CC0"/>
    <w:rsid w:val="00A65F5D"/>
    <w:rsid w:val="00A663FE"/>
    <w:rsid w:val="00A6767E"/>
    <w:rsid w:val="00A70ABC"/>
    <w:rsid w:val="00A73F31"/>
    <w:rsid w:val="00A847B5"/>
    <w:rsid w:val="00A86D09"/>
    <w:rsid w:val="00A91DA5"/>
    <w:rsid w:val="00A931F6"/>
    <w:rsid w:val="00A94137"/>
    <w:rsid w:val="00A94AA8"/>
    <w:rsid w:val="00A94BB3"/>
    <w:rsid w:val="00AA2DA4"/>
    <w:rsid w:val="00AA6D9E"/>
    <w:rsid w:val="00AA7BAE"/>
    <w:rsid w:val="00AB0799"/>
    <w:rsid w:val="00AB7D46"/>
    <w:rsid w:val="00AC2E7F"/>
    <w:rsid w:val="00AC44BE"/>
    <w:rsid w:val="00AC4647"/>
    <w:rsid w:val="00AC6B1B"/>
    <w:rsid w:val="00AD6959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105C2"/>
    <w:rsid w:val="00B10636"/>
    <w:rsid w:val="00B13AC3"/>
    <w:rsid w:val="00B15B87"/>
    <w:rsid w:val="00B176AF"/>
    <w:rsid w:val="00B25EB9"/>
    <w:rsid w:val="00B322D6"/>
    <w:rsid w:val="00B33AA5"/>
    <w:rsid w:val="00B360C2"/>
    <w:rsid w:val="00B40346"/>
    <w:rsid w:val="00B429D0"/>
    <w:rsid w:val="00B42C8C"/>
    <w:rsid w:val="00B462A2"/>
    <w:rsid w:val="00B47E0C"/>
    <w:rsid w:val="00B51035"/>
    <w:rsid w:val="00B57BAB"/>
    <w:rsid w:val="00B65287"/>
    <w:rsid w:val="00B71458"/>
    <w:rsid w:val="00B714AD"/>
    <w:rsid w:val="00B720D6"/>
    <w:rsid w:val="00B74071"/>
    <w:rsid w:val="00B7485A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7703"/>
    <w:rsid w:val="00BA603E"/>
    <w:rsid w:val="00BB56EE"/>
    <w:rsid w:val="00BC1125"/>
    <w:rsid w:val="00BC12CE"/>
    <w:rsid w:val="00BC42F6"/>
    <w:rsid w:val="00BC4E27"/>
    <w:rsid w:val="00BC5183"/>
    <w:rsid w:val="00BC547C"/>
    <w:rsid w:val="00BD34F9"/>
    <w:rsid w:val="00BD379A"/>
    <w:rsid w:val="00BE0102"/>
    <w:rsid w:val="00BE27F7"/>
    <w:rsid w:val="00BE2D76"/>
    <w:rsid w:val="00BE2EE0"/>
    <w:rsid w:val="00BF4D37"/>
    <w:rsid w:val="00BF55BA"/>
    <w:rsid w:val="00BF5E7E"/>
    <w:rsid w:val="00C0799A"/>
    <w:rsid w:val="00C11F3E"/>
    <w:rsid w:val="00C15739"/>
    <w:rsid w:val="00C17288"/>
    <w:rsid w:val="00C17DEC"/>
    <w:rsid w:val="00C2035A"/>
    <w:rsid w:val="00C21E55"/>
    <w:rsid w:val="00C244D2"/>
    <w:rsid w:val="00C34181"/>
    <w:rsid w:val="00C35C8E"/>
    <w:rsid w:val="00C52991"/>
    <w:rsid w:val="00C661AB"/>
    <w:rsid w:val="00C663DC"/>
    <w:rsid w:val="00C72334"/>
    <w:rsid w:val="00C72A99"/>
    <w:rsid w:val="00C72CAA"/>
    <w:rsid w:val="00C74374"/>
    <w:rsid w:val="00C75AC4"/>
    <w:rsid w:val="00C81A5D"/>
    <w:rsid w:val="00C81B68"/>
    <w:rsid w:val="00C863FB"/>
    <w:rsid w:val="00C87A7E"/>
    <w:rsid w:val="00CA2A47"/>
    <w:rsid w:val="00CA4FE6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4092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7366"/>
    <w:rsid w:val="00D77CCC"/>
    <w:rsid w:val="00D85530"/>
    <w:rsid w:val="00D86E09"/>
    <w:rsid w:val="00D8775F"/>
    <w:rsid w:val="00D9022E"/>
    <w:rsid w:val="00D9527B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B66"/>
    <w:rsid w:val="00DD1ACE"/>
    <w:rsid w:val="00DD38BB"/>
    <w:rsid w:val="00DD3C2A"/>
    <w:rsid w:val="00DE08F1"/>
    <w:rsid w:val="00DE1457"/>
    <w:rsid w:val="00DE18B5"/>
    <w:rsid w:val="00DE28F4"/>
    <w:rsid w:val="00DE4631"/>
    <w:rsid w:val="00DF0379"/>
    <w:rsid w:val="00DF162E"/>
    <w:rsid w:val="00DF16D6"/>
    <w:rsid w:val="00DF3482"/>
    <w:rsid w:val="00DF5E10"/>
    <w:rsid w:val="00DF7C6B"/>
    <w:rsid w:val="00E02F71"/>
    <w:rsid w:val="00E07ADB"/>
    <w:rsid w:val="00E10809"/>
    <w:rsid w:val="00E129CD"/>
    <w:rsid w:val="00E14DD4"/>
    <w:rsid w:val="00E20B74"/>
    <w:rsid w:val="00E21644"/>
    <w:rsid w:val="00E2617E"/>
    <w:rsid w:val="00E30575"/>
    <w:rsid w:val="00E413EB"/>
    <w:rsid w:val="00E41CFB"/>
    <w:rsid w:val="00E463E1"/>
    <w:rsid w:val="00E55B47"/>
    <w:rsid w:val="00E55B99"/>
    <w:rsid w:val="00E611BE"/>
    <w:rsid w:val="00E62988"/>
    <w:rsid w:val="00E6396F"/>
    <w:rsid w:val="00E6404F"/>
    <w:rsid w:val="00E64D07"/>
    <w:rsid w:val="00E67566"/>
    <w:rsid w:val="00E7329A"/>
    <w:rsid w:val="00E73A50"/>
    <w:rsid w:val="00E76B83"/>
    <w:rsid w:val="00E85CA3"/>
    <w:rsid w:val="00E9053F"/>
    <w:rsid w:val="00E9102E"/>
    <w:rsid w:val="00E919C1"/>
    <w:rsid w:val="00E926A9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7A65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24F27"/>
    <w:rsid w:val="00F302B3"/>
    <w:rsid w:val="00F3051F"/>
    <w:rsid w:val="00F30A52"/>
    <w:rsid w:val="00F31DDD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537D"/>
    <w:rsid w:val="00F66E71"/>
    <w:rsid w:val="00F71713"/>
    <w:rsid w:val="00F71BA3"/>
    <w:rsid w:val="00F73D00"/>
    <w:rsid w:val="00F7436A"/>
    <w:rsid w:val="00F77846"/>
    <w:rsid w:val="00F81700"/>
    <w:rsid w:val="00F87647"/>
    <w:rsid w:val="00F9370B"/>
    <w:rsid w:val="00F96286"/>
    <w:rsid w:val="00F965AA"/>
    <w:rsid w:val="00F9714C"/>
    <w:rsid w:val="00FA43D2"/>
    <w:rsid w:val="00FA4CB5"/>
    <w:rsid w:val="00FA5D63"/>
    <w:rsid w:val="00FB1BBA"/>
    <w:rsid w:val="00FB76A7"/>
    <w:rsid w:val="00FB7CA7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34</cp:revision>
  <cp:lastPrinted>2024-06-04T17:11:00Z</cp:lastPrinted>
  <dcterms:created xsi:type="dcterms:W3CDTF">2024-06-04T16:48:00Z</dcterms:created>
  <dcterms:modified xsi:type="dcterms:W3CDTF">2024-06-04T17:18:00Z</dcterms:modified>
</cp:coreProperties>
</file>