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B571" w14:textId="2FA0C71E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F339F6">
            <w:rPr>
              <w:b/>
              <w:sz w:val="24"/>
              <w:szCs w:val="24"/>
            </w:rPr>
            <w:t>December 6,</w:t>
          </w:r>
          <w:r w:rsidR="002A48DD">
            <w:rPr>
              <w:b/>
              <w:sz w:val="24"/>
              <w:szCs w:val="24"/>
            </w:rPr>
            <w:t xml:space="preserve"> 2024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99773A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8D1454">
      <w:pPr>
        <w:pStyle w:val="ListParagraph"/>
        <w:numPr>
          <w:ilvl w:val="1"/>
          <w:numId w:val="3"/>
        </w:numPr>
        <w:tabs>
          <w:tab w:val="left" w:pos="2880"/>
          <w:tab w:val="left" w:pos="4140"/>
          <w:tab w:val="left" w:pos="531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2628CFF" w:rsidR="00C30BD5" w:rsidRPr="00A25880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u w:val="single"/>
        </w:rPr>
        <w:t>Gate, North</w:t>
      </w:r>
      <w:r w:rsidR="001E59D8">
        <w:rPr>
          <w:b/>
          <w:u w:val="single"/>
        </w:rPr>
        <w:t>, auto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7062B025" w:rsidR="00C30BD5" w:rsidRPr="004357A3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>Gate, South</w:t>
      </w:r>
      <w:r w:rsidR="001E59D8">
        <w:rPr>
          <w:b/>
          <w:bCs/>
          <w:u w:val="single"/>
        </w:rPr>
        <w:t>, auto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7B027ED3" w14:textId="14050EAE" w:rsidR="004357A3" w:rsidRPr="00751EBC" w:rsidRDefault="00751EBC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 xml:space="preserve">Gate, </w:t>
      </w:r>
      <w:r w:rsidR="008D1454">
        <w:rPr>
          <w:b/>
          <w:bCs/>
          <w:u w:val="single"/>
        </w:rPr>
        <w:t>passthrough</w:t>
      </w:r>
      <w:r>
        <w:rPr>
          <w:b/>
          <w:bCs/>
          <w:u w:val="single"/>
        </w:rPr>
        <w:t xml:space="preserve"> N</w:t>
      </w:r>
      <w:r w:rsidR="008D1454">
        <w:rPr>
          <w:b/>
          <w:bCs/>
        </w:rPr>
        <w:tab/>
      </w:r>
      <w:r w:rsidR="009B341F" w:rsidRPr="00942B9A">
        <w:rPr>
          <w:b/>
          <w:bCs/>
          <w:color w:val="538135" w:themeColor="accent6" w:themeShade="BF"/>
        </w:rPr>
        <w:t>Full-Op</w:t>
      </w:r>
    </w:p>
    <w:p w14:paraId="16DFCB5E" w14:textId="01A54A05" w:rsidR="00751EBC" w:rsidRPr="00685A5A" w:rsidRDefault="00751EBC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>
        <w:rPr>
          <w:b/>
          <w:bCs/>
          <w:u w:val="single"/>
        </w:rPr>
        <w:t xml:space="preserve">Gate, </w:t>
      </w:r>
      <w:r w:rsidR="008D1454">
        <w:rPr>
          <w:b/>
          <w:bCs/>
          <w:u w:val="single"/>
        </w:rPr>
        <w:t>passthrough</w:t>
      </w:r>
      <w:r>
        <w:rPr>
          <w:b/>
          <w:bCs/>
          <w:u w:val="single"/>
        </w:rPr>
        <w:t xml:space="preserve"> </w:t>
      </w:r>
      <w:r w:rsidR="0093106C">
        <w:rPr>
          <w:b/>
          <w:bCs/>
          <w:u w:val="single"/>
        </w:rPr>
        <w:t>S</w:t>
      </w:r>
      <w:r w:rsidR="0093106C">
        <w:rPr>
          <w:b/>
          <w:bCs/>
        </w:rPr>
        <w:tab/>
      </w:r>
      <w:r w:rsidR="0093106C">
        <w:rPr>
          <w:b/>
          <w:color w:val="538135" w:themeColor="accent6" w:themeShade="BF"/>
        </w:rPr>
        <w:t>Full-Op</w:t>
      </w:r>
    </w:p>
    <w:p w14:paraId="13079CFC" w14:textId="5E4E1FC1" w:rsidR="00C30BD5" w:rsidRPr="008936B9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</w:rPr>
      </w:pPr>
      <w:r w:rsidRPr="00C223DF">
        <w:rPr>
          <w:b/>
          <w:u w:val="single"/>
        </w:rPr>
        <w:t>Hangars</w:t>
      </w:r>
      <w:proofErr w:type="gramStart"/>
      <w:r w:rsidRPr="00C223DF">
        <w:rPr>
          <w:b/>
          <w:bCs/>
        </w:rPr>
        <w:t>:</w:t>
      </w:r>
      <w:r w:rsidR="006E3DAF" w:rsidRPr="006E3DAF">
        <w:rPr>
          <w:b/>
        </w:rPr>
        <w:t xml:space="preserve"> </w:t>
      </w:r>
      <w:r w:rsidR="006E3DAF">
        <w:rPr>
          <w:b/>
        </w:rPr>
        <w:tab/>
      </w:r>
      <w:r w:rsidR="006E3DAF">
        <w:rPr>
          <w:b/>
          <w:color w:val="538135" w:themeColor="accent6" w:themeShade="BF"/>
        </w:rPr>
        <w:t>Full</w:t>
      </w:r>
      <w:proofErr w:type="gramEnd"/>
      <w:r w:rsidR="006E3DAF">
        <w:rPr>
          <w:b/>
          <w:color w:val="538135" w:themeColor="accent6" w:themeShade="BF"/>
        </w:rPr>
        <w:t>-Op</w:t>
      </w:r>
    </w:p>
    <w:p w14:paraId="70B0078F" w14:textId="77777777" w:rsidR="0058019A" w:rsidRPr="00C96997" w:rsidRDefault="0058019A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proofErr w:type="spellStart"/>
      <w:r w:rsidRPr="00C223DF">
        <w:rPr>
          <w:b/>
          <w:u w:val="single"/>
        </w:rPr>
        <w:t>Lektro</w:t>
      </w:r>
      <w:proofErr w:type="spellEnd"/>
      <w:r w:rsidRPr="00C223DF">
        <w:rPr>
          <w:b/>
          <w:u w:val="single"/>
        </w:rPr>
        <w:t xml:space="preserve"> Tug</w:t>
      </w:r>
      <w:r w:rsidRPr="00C223DF">
        <w:rPr>
          <w:b/>
          <w:bCs/>
        </w:rPr>
        <w:t>:</w:t>
      </w:r>
      <w:r>
        <w:tab/>
      </w:r>
      <w:r>
        <w:rPr>
          <w:b/>
          <w:color w:val="538135" w:themeColor="accent6" w:themeShade="BF"/>
        </w:rPr>
        <w:t>Full-Op</w:t>
      </w:r>
    </w:p>
    <w:p w14:paraId="261E2F63" w14:textId="71287B1E" w:rsidR="00C30BD5" w:rsidRPr="00DD1B5F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Mower</w:t>
      </w:r>
      <w:r w:rsidR="0058019A">
        <w:rPr>
          <w:b/>
          <w:u w:val="single"/>
        </w:rPr>
        <w:t xml:space="preserve"> (Stihl)</w:t>
      </w:r>
      <w:r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D04C3EB" w14:textId="74C10393" w:rsidR="00DD1B5F" w:rsidRPr="00F50B51" w:rsidRDefault="00DD1B5F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>
        <w:rPr>
          <w:b/>
          <w:u w:val="single"/>
        </w:rPr>
        <w:t>PAPI Lights:</w:t>
      </w:r>
      <w:r>
        <w:rPr>
          <w:bCs/>
        </w:rPr>
        <w:tab/>
      </w:r>
      <w:r w:rsidRPr="00DD1B5F">
        <w:rPr>
          <w:b/>
          <w:color w:val="FF0000"/>
        </w:rPr>
        <w:t>Inoperative</w:t>
      </w:r>
      <w:r w:rsidR="004357A3">
        <w:rPr>
          <w:b/>
          <w:color w:val="FF0000"/>
        </w:rPr>
        <w:t xml:space="preserve"> (Note </w:t>
      </w:r>
      <w:r w:rsidR="0093106C">
        <w:rPr>
          <w:b/>
          <w:color w:val="FF0000"/>
        </w:rPr>
        <w:t>1</w:t>
      </w:r>
      <w:r w:rsidR="004357A3">
        <w:rPr>
          <w:b/>
          <w:color w:val="FF0000"/>
        </w:rPr>
        <w:t>)</w:t>
      </w:r>
    </w:p>
    <w:p w14:paraId="5635BA8B" w14:textId="77693268" w:rsidR="00C30BD5" w:rsidRPr="00C223DF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bookmarkEnd w:id="0"/>
      <w:r w:rsidR="00861B21">
        <w:rPr>
          <w:b/>
          <w:bCs/>
          <w:color w:val="538135" w:themeColor="accent6" w:themeShade="BF"/>
        </w:rPr>
        <w:t>Full-Op</w:t>
      </w:r>
    </w:p>
    <w:p w14:paraId="1876E03A" w14:textId="4D8793AF" w:rsidR="00C30BD5" w:rsidRPr="00FF1860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</w:pPr>
      <w:proofErr w:type="spellStart"/>
      <w:r>
        <w:rPr>
          <w:b/>
          <w:u w:val="single"/>
        </w:rPr>
        <w:t>Siteminder</w:t>
      </w:r>
      <w:proofErr w:type="spellEnd"/>
      <w:r>
        <w:rPr>
          <w:b/>
          <w:u w:val="single"/>
        </w:rPr>
        <w:t>:</w:t>
      </w:r>
      <w:r>
        <w:tab/>
      </w:r>
      <w:bookmarkStart w:id="1" w:name="_Hlk181944302"/>
      <w:r w:rsidR="00D738EC">
        <w:rPr>
          <w:b/>
          <w:bCs/>
          <w:color w:val="538135" w:themeColor="accent6" w:themeShade="BF"/>
        </w:rPr>
        <w:t>Full-Op</w:t>
      </w:r>
      <w:bookmarkEnd w:id="1"/>
    </w:p>
    <w:p w14:paraId="2384BCE8" w14:textId="548C60BC" w:rsidR="00C30BD5" w:rsidRPr="00C30BD5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8D1454">
      <w:pPr>
        <w:pStyle w:val="ListParagraph"/>
        <w:numPr>
          <w:ilvl w:val="1"/>
          <w:numId w:val="3"/>
        </w:numPr>
        <w:tabs>
          <w:tab w:val="left" w:pos="2880"/>
        </w:tabs>
        <w:spacing w:before="60" w:after="0" w:line="240" w:lineRule="auto"/>
        <w:ind w:right="-18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33002259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8D1454">
          <w:type w:val="continuous"/>
          <w:pgSz w:w="12240" w:h="15840"/>
          <w:pgMar w:top="1440" w:right="1354" w:bottom="720" w:left="1008" w:header="720" w:footer="720" w:gutter="0"/>
          <w:cols w:num="2" w:sep="1" w:space="14"/>
          <w:docGrid w:linePitch="360"/>
        </w:sectPr>
      </w:pPr>
    </w:p>
    <w:p w14:paraId="351B6419" w14:textId="2A9FC647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184AADF5">
                <wp:simplePos x="0" y="0"/>
                <wp:positionH relativeFrom="column">
                  <wp:posOffset>3995347</wp:posOffset>
                </wp:positionH>
                <wp:positionV relativeFrom="paragraph">
                  <wp:posOffset>99431</wp:posOffset>
                </wp:positionV>
                <wp:extent cx="1003895" cy="1067681"/>
                <wp:effectExtent l="0" t="0" r="25400" b="184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895" cy="106768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5F83DDE1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E5B8ADA" w14:textId="6B2798A4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B96030" w:rsidRDefault="00580925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6pt;margin-top:7.85pt;width:79.05pt;height:84.0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5F83DDE1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</w:p>
                    <w:p w14:paraId="7E5B8ADA" w14:textId="6B2798A4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B96030" w:rsidRDefault="00580925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6657F" w14:textId="2732824E" w:rsidR="009B6E44" w:rsidRDefault="00B96030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B96030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8189D62" wp14:editId="785360B9">
                <wp:simplePos x="0" y="0"/>
                <wp:positionH relativeFrom="column">
                  <wp:posOffset>4048966</wp:posOffset>
                </wp:positionH>
                <wp:positionV relativeFrom="paragraph">
                  <wp:posOffset>222250</wp:posOffset>
                </wp:positionV>
                <wp:extent cx="480152" cy="332989"/>
                <wp:effectExtent l="0" t="0" r="0" b="0"/>
                <wp:wrapNone/>
                <wp:docPr id="33730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52" cy="332989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7E3B" w14:textId="4692028F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A827087" w14:textId="77777777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  <w:p w14:paraId="4CC24025" w14:textId="01196706" w:rsidR="00B96030" w:rsidRDefault="00B960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89D62" id="_x0000_s1027" type="#_x0000_t202" style="position:absolute;left:0;text-align:left;margin-left:318.8pt;margin-top:17.5pt;width:37.8pt;height:26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" fillcolor="white [3201]" stroked="f" strokeweight="1pt">
                <v:textbox>
                  <w:txbxContent>
                    <w:p w14:paraId="50077E3B" w14:textId="4692028F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6</w:t>
                      </w:r>
                    </w:p>
                    <w:p w14:paraId="4A827087" w14:textId="77777777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  <w:p w14:paraId="4CC24025" w14:textId="01196706" w:rsidR="00B96030" w:rsidRDefault="00B96030"/>
                  </w:txbxContent>
                </v:textbox>
              </v:shape>
            </w:pict>
          </mc:Fallback>
        </mc:AlternateContent>
      </w:r>
      <w:r w:rsidR="00F65259" w:rsidRPr="006A0A05">
        <w:rPr>
          <w:b/>
          <w:color w:val="2E74B5" w:themeColor="accent5" w:themeShade="BF"/>
          <w:u w:val="single"/>
        </w:rPr>
        <w:t>Hangar Rental</w:t>
      </w:r>
      <w:r w:rsidR="00F65259" w:rsidRPr="006A0A05">
        <w:rPr>
          <w:b/>
          <w:bCs/>
          <w:color w:val="2E74B5" w:themeColor="accent5" w:themeShade="BF"/>
        </w:rPr>
        <w:t>:</w:t>
      </w:r>
    </w:p>
    <w:p w14:paraId="73E93814" w14:textId="2FE67E90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A838EF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A838EF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3624D817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C07819">
        <w:rPr>
          <w:b/>
          <w:bCs/>
          <w:color w:val="2E74B5" w:themeColor="accent5" w:themeShade="BF"/>
          <w:u w:val="single"/>
        </w:rPr>
        <w:t>5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658271E7" w:rsidR="00725157" w:rsidRPr="00BF5D18" w:rsidRDefault="005A664C" w:rsidP="00174EE4">
      <w:pPr>
        <w:spacing w:before="120" w:after="0" w:line="240" w:lineRule="auto"/>
        <w:ind w:left="1800" w:hanging="1440"/>
        <w:rPr>
          <w:color w:val="2E74B5" w:themeColor="accent5" w:themeShade="BF"/>
        </w:rPr>
      </w:pPr>
      <w:hyperlink r:id="rId10" w:history="1">
        <w:r w:rsidRPr="00221E08">
          <w:rPr>
            <w:rStyle w:val="Hyperlink"/>
            <w:b/>
            <w:bCs/>
          </w:rPr>
          <w:t>WAITING LIST</w:t>
        </w:r>
      </w:hyperlink>
      <w:r w:rsidRPr="00F36531">
        <w:rPr>
          <w:color w:val="2E74B5" w:themeColor="accent5" w:themeShade="BF"/>
        </w:rPr>
        <w:t>:</w:t>
      </w:r>
      <w:r w:rsidR="004D3C43">
        <w:rPr>
          <w:color w:val="2E74B5" w:themeColor="accent5" w:themeShade="BF"/>
        </w:rPr>
        <w:t xml:space="preserve"> </w:t>
      </w:r>
      <w:r w:rsidR="004D3C43">
        <w:rPr>
          <w:color w:val="2E74B5" w:themeColor="accent5" w:themeShade="BF"/>
          <w:u w:val="single"/>
        </w:rPr>
        <w:t>1</w:t>
      </w:r>
      <w:r w:rsidR="00450845">
        <w:rPr>
          <w:color w:val="2E74B5" w:themeColor="accent5" w:themeShade="BF"/>
          <w:u w:val="single"/>
        </w:rPr>
        <w:t>2</w:t>
      </w:r>
      <w:r w:rsidR="00503B03">
        <w:rPr>
          <w:color w:val="2E74B5" w:themeColor="accent5" w:themeShade="BF"/>
          <w:u w:val="single"/>
        </w:rPr>
        <w:t xml:space="preserve"> on waiting list</w:t>
      </w:r>
      <w:r w:rsidR="00B45812">
        <w:rPr>
          <w:color w:val="2E74B5" w:themeColor="accent5" w:themeShade="BF"/>
          <w:u w:val="single"/>
        </w:rPr>
        <w:t xml:space="preserve"> for box hangars</w:t>
      </w:r>
      <w:r w:rsidR="0023045B">
        <w:rPr>
          <w:color w:val="2E74B5" w:themeColor="accent5" w:themeShade="BF"/>
          <w:u w:val="single"/>
        </w:rPr>
        <w:t>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1813E4BF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07EC65F3" w14:textId="7949BA2F" w:rsidR="00CC4FCD" w:rsidRPr="008877AC" w:rsidRDefault="005F11B8" w:rsidP="008877AC">
      <w:pPr>
        <w:pStyle w:val="ListParagraph"/>
        <w:numPr>
          <w:ilvl w:val="6"/>
          <w:numId w:val="4"/>
        </w:numPr>
        <w:tabs>
          <w:tab w:val="left" w:pos="9360"/>
        </w:tabs>
        <w:spacing w:after="0" w:line="240" w:lineRule="auto"/>
        <w:ind w:left="720"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The PAPI lights are inoperative</w:t>
      </w:r>
      <w:r w:rsidR="00BA219C">
        <w:rPr>
          <w:bCs/>
          <w:sz w:val="20"/>
          <w:szCs w:val="20"/>
        </w:rPr>
        <w:t xml:space="preserve"> and </w:t>
      </w:r>
      <w:proofErr w:type="spellStart"/>
      <w:r w:rsidR="00BA219C">
        <w:rPr>
          <w:bCs/>
          <w:sz w:val="20"/>
          <w:szCs w:val="20"/>
        </w:rPr>
        <w:t>NOTAM’d</w:t>
      </w:r>
      <w:proofErr w:type="spellEnd"/>
      <w:r w:rsidR="00BA219C">
        <w:rPr>
          <w:bCs/>
          <w:sz w:val="20"/>
          <w:szCs w:val="20"/>
        </w:rPr>
        <w:t xml:space="preserve"> out.</w:t>
      </w:r>
      <w:r w:rsidR="007300C6">
        <w:br w:type="page"/>
      </w:r>
    </w:p>
    <w:p w14:paraId="06298E52" w14:textId="67A9574D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F339F6">
            <w:rPr>
              <w:b/>
              <w:sz w:val="24"/>
              <w:szCs w:val="24"/>
            </w:rPr>
            <w:t>December 6, 2024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1C1EE2B6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>End of Month November 2024 on hand:</w:t>
      </w:r>
    </w:p>
    <w:p w14:paraId="67EC2E91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AC35155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>1) 100 LL</w:t>
      </w:r>
    </w:p>
    <w:p w14:paraId="62140FDB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a) Fuel Farm Tank: 2,920.82</w:t>
      </w:r>
    </w:p>
    <w:p w14:paraId="36B12691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b) Fuel Truck:       325.94</w:t>
      </w:r>
    </w:p>
    <w:p w14:paraId="452152A1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            Total: 3,246.76</w:t>
      </w:r>
    </w:p>
    <w:p w14:paraId="2A6BCF0B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04F2A9B3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>2) JET A</w:t>
      </w:r>
    </w:p>
    <w:p w14:paraId="6C64DD30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a) Fuel Farm Tank: 1,387.39</w:t>
      </w:r>
    </w:p>
    <w:p w14:paraId="74867E3C" w14:textId="77777777" w:rsidR="002A48DD" w:rsidRPr="002A48DD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b) Fuel Truck:       246.17</w:t>
      </w:r>
    </w:p>
    <w:p w14:paraId="003DAB60" w14:textId="77777777" w:rsidR="00136A31" w:rsidRDefault="002A48DD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A48DD">
        <w:rPr>
          <w:rFonts w:ascii="Consolas" w:hAnsi="Consolas"/>
          <w:iCs/>
          <w:sz w:val="24"/>
          <w:szCs w:val="24"/>
        </w:rPr>
        <w:t xml:space="preserve">              Total: 1,633.56</w:t>
      </w:r>
    </w:p>
    <w:p w14:paraId="44082494" w14:textId="77777777" w:rsidR="00136A31" w:rsidRDefault="00136A31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8582D82" w14:textId="50EB58F5" w:rsidR="004075CA" w:rsidRPr="00BB1517" w:rsidRDefault="00136A31" w:rsidP="002A48DD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>
        <w:rPr>
          <w:rFonts w:ascii="Consolas" w:hAnsi="Consolas"/>
          <w:iCs/>
          <w:sz w:val="24"/>
          <w:szCs w:val="24"/>
        </w:rPr>
        <w:t>No fuel purchased during the month of November 2024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10240F95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F339F6">
            <w:rPr>
              <w:b/>
              <w:sz w:val="24"/>
              <w:szCs w:val="24"/>
            </w:rPr>
            <w:t>December 6, 2024</w:t>
          </w:r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56BA9980" w:rsidR="008A7EE0" w:rsidRDefault="007D4E41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7D4E41">
        <w:rPr>
          <w:noProof/>
        </w:rPr>
        <w:drawing>
          <wp:inline distT="0" distB="0" distL="0" distR="0" wp14:anchorId="734BA1C4" wp14:editId="5BF826AF">
            <wp:extent cx="6272530" cy="3408680"/>
            <wp:effectExtent l="0" t="0" r="0" b="1270"/>
            <wp:docPr id="6227604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3FF5337D" w:rsidR="004B4DA8" w:rsidRDefault="00D43D6E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D43D6E">
        <w:rPr>
          <w:noProof/>
        </w:rPr>
        <w:drawing>
          <wp:inline distT="0" distB="0" distL="0" distR="0" wp14:anchorId="78B48F2E" wp14:editId="23645EB2">
            <wp:extent cx="6272530" cy="3430905"/>
            <wp:effectExtent l="0" t="0" r="0" b="0"/>
            <wp:docPr id="2788302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3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BCAF6" w14:textId="3AC382F8" w:rsidR="00175273" w:rsidRDefault="00E32933" w:rsidP="00801B63">
      <w:pPr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  <w:r w:rsidR="00C6347C" w:rsidRPr="00C6347C">
        <w:rPr>
          <w:noProof/>
        </w:rPr>
        <w:lastRenderedPageBreak/>
        <w:drawing>
          <wp:inline distT="0" distB="0" distL="0" distR="0" wp14:anchorId="798430D1" wp14:editId="4B850A7B">
            <wp:extent cx="5438095" cy="8200000"/>
            <wp:effectExtent l="0" t="0" r="0" b="0"/>
            <wp:docPr id="175300709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00709" name="Picture 1" descr="A screenshot of a graph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38095" cy="8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5273" w:rsidSect="0099773A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EA2E1" w14:textId="77777777" w:rsidR="004340C0" w:rsidRDefault="004340C0" w:rsidP="001D46EF">
      <w:pPr>
        <w:spacing w:after="0" w:line="240" w:lineRule="auto"/>
      </w:pPr>
      <w:r>
        <w:separator/>
      </w:r>
    </w:p>
  </w:endnote>
  <w:endnote w:type="continuationSeparator" w:id="0">
    <w:p w14:paraId="0DE377E7" w14:textId="77777777" w:rsidR="004340C0" w:rsidRDefault="004340C0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7BE6F" w14:textId="77777777" w:rsidR="004340C0" w:rsidRDefault="004340C0" w:rsidP="001D46EF">
      <w:pPr>
        <w:spacing w:after="0" w:line="240" w:lineRule="auto"/>
      </w:pPr>
      <w:r>
        <w:separator/>
      </w:r>
    </w:p>
  </w:footnote>
  <w:footnote w:type="continuationSeparator" w:id="0">
    <w:p w14:paraId="45E0A4B2" w14:textId="77777777" w:rsidR="004340C0" w:rsidRDefault="004340C0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D8A4CB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3B99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6329F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E24"/>
    <w:rsid w:val="00082EDA"/>
    <w:rsid w:val="00082FD4"/>
    <w:rsid w:val="000831FB"/>
    <w:rsid w:val="0008506B"/>
    <w:rsid w:val="000851EB"/>
    <w:rsid w:val="00085C0C"/>
    <w:rsid w:val="000945DB"/>
    <w:rsid w:val="000947E8"/>
    <w:rsid w:val="000967D2"/>
    <w:rsid w:val="00096A50"/>
    <w:rsid w:val="00096DFE"/>
    <w:rsid w:val="00097CBF"/>
    <w:rsid w:val="000A0A88"/>
    <w:rsid w:val="000A1FBE"/>
    <w:rsid w:val="000A2668"/>
    <w:rsid w:val="000A2768"/>
    <w:rsid w:val="000A40BC"/>
    <w:rsid w:val="000A5981"/>
    <w:rsid w:val="000A7A79"/>
    <w:rsid w:val="000B0267"/>
    <w:rsid w:val="000B0D3C"/>
    <w:rsid w:val="000B262C"/>
    <w:rsid w:val="000B2A36"/>
    <w:rsid w:val="000B2D0F"/>
    <w:rsid w:val="000B32F9"/>
    <w:rsid w:val="000B3432"/>
    <w:rsid w:val="000B4275"/>
    <w:rsid w:val="000B5E5A"/>
    <w:rsid w:val="000B678A"/>
    <w:rsid w:val="000C17A1"/>
    <w:rsid w:val="000C2553"/>
    <w:rsid w:val="000C5570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846"/>
    <w:rsid w:val="000F5C53"/>
    <w:rsid w:val="000F6048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6AC4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356E1"/>
    <w:rsid w:val="00136A31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4238"/>
    <w:rsid w:val="00174EE4"/>
    <w:rsid w:val="00175273"/>
    <w:rsid w:val="00176EBD"/>
    <w:rsid w:val="001775F5"/>
    <w:rsid w:val="001806B1"/>
    <w:rsid w:val="0018149A"/>
    <w:rsid w:val="00182728"/>
    <w:rsid w:val="00183093"/>
    <w:rsid w:val="00186615"/>
    <w:rsid w:val="0018710F"/>
    <w:rsid w:val="00187508"/>
    <w:rsid w:val="001877C1"/>
    <w:rsid w:val="00187986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0B82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070"/>
    <w:rsid w:val="001E59D8"/>
    <w:rsid w:val="001E5AA6"/>
    <w:rsid w:val="001E6558"/>
    <w:rsid w:val="001E7CA5"/>
    <w:rsid w:val="001F1592"/>
    <w:rsid w:val="001F3A8A"/>
    <w:rsid w:val="001F4BC9"/>
    <w:rsid w:val="001F5782"/>
    <w:rsid w:val="001F632C"/>
    <w:rsid w:val="001F7744"/>
    <w:rsid w:val="002001EE"/>
    <w:rsid w:val="00200834"/>
    <w:rsid w:val="00201EC7"/>
    <w:rsid w:val="00204278"/>
    <w:rsid w:val="00211E8F"/>
    <w:rsid w:val="00212722"/>
    <w:rsid w:val="00212891"/>
    <w:rsid w:val="00215024"/>
    <w:rsid w:val="002165E3"/>
    <w:rsid w:val="00217296"/>
    <w:rsid w:val="00221E08"/>
    <w:rsid w:val="0022425B"/>
    <w:rsid w:val="00225B49"/>
    <w:rsid w:val="0022704F"/>
    <w:rsid w:val="0023045B"/>
    <w:rsid w:val="00233D63"/>
    <w:rsid w:val="00233F14"/>
    <w:rsid w:val="0023659F"/>
    <w:rsid w:val="00237A89"/>
    <w:rsid w:val="00240698"/>
    <w:rsid w:val="00243417"/>
    <w:rsid w:val="002472CD"/>
    <w:rsid w:val="002475C0"/>
    <w:rsid w:val="00247907"/>
    <w:rsid w:val="00247EEE"/>
    <w:rsid w:val="00250364"/>
    <w:rsid w:val="0025496D"/>
    <w:rsid w:val="00255447"/>
    <w:rsid w:val="00255CAE"/>
    <w:rsid w:val="00257BBA"/>
    <w:rsid w:val="00257E1E"/>
    <w:rsid w:val="00260123"/>
    <w:rsid w:val="00263274"/>
    <w:rsid w:val="0026423D"/>
    <w:rsid w:val="002644FD"/>
    <w:rsid w:val="002646B0"/>
    <w:rsid w:val="00272363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8DD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0360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16B17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5EB"/>
    <w:rsid w:val="00340B0E"/>
    <w:rsid w:val="00341EF1"/>
    <w:rsid w:val="00342E86"/>
    <w:rsid w:val="00343BB5"/>
    <w:rsid w:val="00344136"/>
    <w:rsid w:val="003444CF"/>
    <w:rsid w:val="00344846"/>
    <w:rsid w:val="00346894"/>
    <w:rsid w:val="0034690C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6497"/>
    <w:rsid w:val="00370084"/>
    <w:rsid w:val="00374B69"/>
    <w:rsid w:val="00374D53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36AA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481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1DE7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6A0"/>
    <w:rsid w:val="00412AF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40C0"/>
    <w:rsid w:val="004357A3"/>
    <w:rsid w:val="00435853"/>
    <w:rsid w:val="00435B3F"/>
    <w:rsid w:val="00435EFD"/>
    <w:rsid w:val="00437513"/>
    <w:rsid w:val="004424A6"/>
    <w:rsid w:val="00445990"/>
    <w:rsid w:val="00445B3D"/>
    <w:rsid w:val="00446A36"/>
    <w:rsid w:val="004502C7"/>
    <w:rsid w:val="00450845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1B8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0C7D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3C43"/>
    <w:rsid w:val="004D428E"/>
    <w:rsid w:val="004D55C1"/>
    <w:rsid w:val="004D5A8B"/>
    <w:rsid w:val="004D799C"/>
    <w:rsid w:val="004E1FAA"/>
    <w:rsid w:val="004E2E04"/>
    <w:rsid w:val="004E2E78"/>
    <w:rsid w:val="004E46D4"/>
    <w:rsid w:val="004E4E8F"/>
    <w:rsid w:val="004E62BA"/>
    <w:rsid w:val="004F0832"/>
    <w:rsid w:val="004F1BB9"/>
    <w:rsid w:val="004F1D5E"/>
    <w:rsid w:val="004F237B"/>
    <w:rsid w:val="004F281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077B"/>
    <w:rsid w:val="005313F6"/>
    <w:rsid w:val="005315D6"/>
    <w:rsid w:val="00532AE3"/>
    <w:rsid w:val="00532C58"/>
    <w:rsid w:val="005330FF"/>
    <w:rsid w:val="0053423E"/>
    <w:rsid w:val="005360CA"/>
    <w:rsid w:val="00536AEF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2CA"/>
    <w:rsid w:val="00552810"/>
    <w:rsid w:val="00552880"/>
    <w:rsid w:val="00552AF6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2EE7"/>
    <w:rsid w:val="00566862"/>
    <w:rsid w:val="00566AEF"/>
    <w:rsid w:val="00566D7A"/>
    <w:rsid w:val="00567E8B"/>
    <w:rsid w:val="0057054E"/>
    <w:rsid w:val="00570895"/>
    <w:rsid w:val="005714F1"/>
    <w:rsid w:val="0057369D"/>
    <w:rsid w:val="005736AC"/>
    <w:rsid w:val="00573BCF"/>
    <w:rsid w:val="00573E56"/>
    <w:rsid w:val="00573E6D"/>
    <w:rsid w:val="0058019A"/>
    <w:rsid w:val="00580925"/>
    <w:rsid w:val="00581B13"/>
    <w:rsid w:val="00582552"/>
    <w:rsid w:val="00583041"/>
    <w:rsid w:val="005833A5"/>
    <w:rsid w:val="00583941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47F6"/>
    <w:rsid w:val="005C51DD"/>
    <w:rsid w:val="005C6BDF"/>
    <w:rsid w:val="005C7196"/>
    <w:rsid w:val="005C73B7"/>
    <w:rsid w:val="005D0B0D"/>
    <w:rsid w:val="005D2174"/>
    <w:rsid w:val="005D4A14"/>
    <w:rsid w:val="005D52C0"/>
    <w:rsid w:val="005D565C"/>
    <w:rsid w:val="005D56BC"/>
    <w:rsid w:val="005D573A"/>
    <w:rsid w:val="005E0E25"/>
    <w:rsid w:val="005E55D1"/>
    <w:rsid w:val="005E60FA"/>
    <w:rsid w:val="005E7967"/>
    <w:rsid w:val="005F10E2"/>
    <w:rsid w:val="005F11B8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4091"/>
    <w:rsid w:val="006457B3"/>
    <w:rsid w:val="00646FFC"/>
    <w:rsid w:val="00647F7B"/>
    <w:rsid w:val="0065049F"/>
    <w:rsid w:val="00651408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1E9F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3DAF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4401D"/>
    <w:rsid w:val="00750128"/>
    <w:rsid w:val="00751EBC"/>
    <w:rsid w:val="00753287"/>
    <w:rsid w:val="00753AD2"/>
    <w:rsid w:val="00755514"/>
    <w:rsid w:val="007600E3"/>
    <w:rsid w:val="007606BB"/>
    <w:rsid w:val="00761B3E"/>
    <w:rsid w:val="00763C84"/>
    <w:rsid w:val="007702A5"/>
    <w:rsid w:val="00772033"/>
    <w:rsid w:val="007721CE"/>
    <w:rsid w:val="00774505"/>
    <w:rsid w:val="007756DD"/>
    <w:rsid w:val="007759A9"/>
    <w:rsid w:val="00775E05"/>
    <w:rsid w:val="00775F85"/>
    <w:rsid w:val="007762DB"/>
    <w:rsid w:val="007800D1"/>
    <w:rsid w:val="00780283"/>
    <w:rsid w:val="00784159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4E41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1B63"/>
    <w:rsid w:val="0080201C"/>
    <w:rsid w:val="00806C02"/>
    <w:rsid w:val="008079CB"/>
    <w:rsid w:val="008101D3"/>
    <w:rsid w:val="008105A8"/>
    <w:rsid w:val="008107DB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1E1F"/>
    <w:rsid w:val="008326BD"/>
    <w:rsid w:val="00833BB6"/>
    <w:rsid w:val="00834F3A"/>
    <w:rsid w:val="00841654"/>
    <w:rsid w:val="008429A0"/>
    <w:rsid w:val="00842BEE"/>
    <w:rsid w:val="00844368"/>
    <w:rsid w:val="008501EF"/>
    <w:rsid w:val="00852767"/>
    <w:rsid w:val="00852798"/>
    <w:rsid w:val="0085586C"/>
    <w:rsid w:val="00855D3E"/>
    <w:rsid w:val="00856886"/>
    <w:rsid w:val="00856C57"/>
    <w:rsid w:val="00857E9F"/>
    <w:rsid w:val="008601B8"/>
    <w:rsid w:val="00860B08"/>
    <w:rsid w:val="00861B21"/>
    <w:rsid w:val="00862853"/>
    <w:rsid w:val="00862A27"/>
    <w:rsid w:val="00863C1F"/>
    <w:rsid w:val="008640BA"/>
    <w:rsid w:val="008641F4"/>
    <w:rsid w:val="0087499A"/>
    <w:rsid w:val="00875254"/>
    <w:rsid w:val="008760D6"/>
    <w:rsid w:val="008774D3"/>
    <w:rsid w:val="0088050E"/>
    <w:rsid w:val="00880870"/>
    <w:rsid w:val="00881938"/>
    <w:rsid w:val="008830DF"/>
    <w:rsid w:val="00884D5B"/>
    <w:rsid w:val="008863EA"/>
    <w:rsid w:val="00886896"/>
    <w:rsid w:val="0088709E"/>
    <w:rsid w:val="008877AC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454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69EF"/>
    <w:rsid w:val="008E77EF"/>
    <w:rsid w:val="008E7A67"/>
    <w:rsid w:val="008E7E34"/>
    <w:rsid w:val="008F6B78"/>
    <w:rsid w:val="008F75EB"/>
    <w:rsid w:val="009002FB"/>
    <w:rsid w:val="00900BA6"/>
    <w:rsid w:val="009028AF"/>
    <w:rsid w:val="00904E5B"/>
    <w:rsid w:val="00905121"/>
    <w:rsid w:val="009055AE"/>
    <w:rsid w:val="00905C5A"/>
    <w:rsid w:val="00905EDC"/>
    <w:rsid w:val="00906597"/>
    <w:rsid w:val="009074D9"/>
    <w:rsid w:val="009075E6"/>
    <w:rsid w:val="0090794C"/>
    <w:rsid w:val="00907986"/>
    <w:rsid w:val="00910657"/>
    <w:rsid w:val="009118E4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7D4"/>
    <w:rsid w:val="0093011A"/>
    <w:rsid w:val="009304B4"/>
    <w:rsid w:val="00930E8F"/>
    <w:rsid w:val="0093106C"/>
    <w:rsid w:val="009310E1"/>
    <w:rsid w:val="0093150D"/>
    <w:rsid w:val="009316A3"/>
    <w:rsid w:val="00934BF6"/>
    <w:rsid w:val="00941C7F"/>
    <w:rsid w:val="009426F5"/>
    <w:rsid w:val="00942B9A"/>
    <w:rsid w:val="00946969"/>
    <w:rsid w:val="00947182"/>
    <w:rsid w:val="00947D44"/>
    <w:rsid w:val="00950B18"/>
    <w:rsid w:val="009511AE"/>
    <w:rsid w:val="0095231E"/>
    <w:rsid w:val="00952E3C"/>
    <w:rsid w:val="00953493"/>
    <w:rsid w:val="00955913"/>
    <w:rsid w:val="00956033"/>
    <w:rsid w:val="009567D2"/>
    <w:rsid w:val="00957249"/>
    <w:rsid w:val="009604EA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3AE3"/>
    <w:rsid w:val="00985D0C"/>
    <w:rsid w:val="009866DC"/>
    <w:rsid w:val="00990025"/>
    <w:rsid w:val="00990F81"/>
    <w:rsid w:val="00991189"/>
    <w:rsid w:val="00991F85"/>
    <w:rsid w:val="00994D31"/>
    <w:rsid w:val="00995A60"/>
    <w:rsid w:val="0099773A"/>
    <w:rsid w:val="009A0636"/>
    <w:rsid w:val="009A06F0"/>
    <w:rsid w:val="009A0893"/>
    <w:rsid w:val="009A433E"/>
    <w:rsid w:val="009A46E1"/>
    <w:rsid w:val="009A58E7"/>
    <w:rsid w:val="009A5BE9"/>
    <w:rsid w:val="009A7FE7"/>
    <w:rsid w:val="009B0B5D"/>
    <w:rsid w:val="009B12F4"/>
    <w:rsid w:val="009B29A1"/>
    <w:rsid w:val="009B341F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5E13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17EC0"/>
    <w:rsid w:val="00A21D18"/>
    <w:rsid w:val="00A23E1C"/>
    <w:rsid w:val="00A23F1E"/>
    <w:rsid w:val="00A24099"/>
    <w:rsid w:val="00A250F5"/>
    <w:rsid w:val="00A25880"/>
    <w:rsid w:val="00A30A69"/>
    <w:rsid w:val="00A30AA4"/>
    <w:rsid w:val="00A30C6F"/>
    <w:rsid w:val="00A32DB1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2355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67EE5"/>
    <w:rsid w:val="00A71933"/>
    <w:rsid w:val="00A73F3D"/>
    <w:rsid w:val="00A74145"/>
    <w:rsid w:val="00A74629"/>
    <w:rsid w:val="00A75723"/>
    <w:rsid w:val="00A76465"/>
    <w:rsid w:val="00A76841"/>
    <w:rsid w:val="00A774BE"/>
    <w:rsid w:val="00A834CB"/>
    <w:rsid w:val="00A8385F"/>
    <w:rsid w:val="00A838E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C5866"/>
    <w:rsid w:val="00AD128B"/>
    <w:rsid w:val="00AD1295"/>
    <w:rsid w:val="00AD2C19"/>
    <w:rsid w:val="00AD4785"/>
    <w:rsid w:val="00AD62E4"/>
    <w:rsid w:val="00AD74E2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5884"/>
    <w:rsid w:val="00B27904"/>
    <w:rsid w:val="00B35887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703"/>
    <w:rsid w:val="00B879DA"/>
    <w:rsid w:val="00B87BA1"/>
    <w:rsid w:val="00B9118D"/>
    <w:rsid w:val="00B93603"/>
    <w:rsid w:val="00B954D0"/>
    <w:rsid w:val="00B95C28"/>
    <w:rsid w:val="00B96030"/>
    <w:rsid w:val="00B97693"/>
    <w:rsid w:val="00BA02CF"/>
    <w:rsid w:val="00BA03D1"/>
    <w:rsid w:val="00BA04F7"/>
    <w:rsid w:val="00BA1A77"/>
    <w:rsid w:val="00BA1BC6"/>
    <w:rsid w:val="00BA219C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406F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470A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06F77"/>
    <w:rsid w:val="00C07819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766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575C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347C"/>
    <w:rsid w:val="00C649FA"/>
    <w:rsid w:val="00C65932"/>
    <w:rsid w:val="00C66A52"/>
    <w:rsid w:val="00C7079C"/>
    <w:rsid w:val="00C70FCB"/>
    <w:rsid w:val="00C716F9"/>
    <w:rsid w:val="00C7485A"/>
    <w:rsid w:val="00C755C9"/>
    <w:rsid w:val="00C75D35"/>
    <w:rsid w:val="00C76C31"/>
    <w:rsid w:val="00C76DB5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45D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05A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1BBD"/>
    <w:rsid w:val="00CF2464"/>
    <w:rsid w:val="00CF54CB"/>
    <w:rsid w:val="00CF59D5"/>
    <w:rsid w:val="00CF70F4"/>
    <w:rsid w:val="00D0179A"/>
    <w:rsid w:val="00D043C5"/>
    <w:rsid w:val="00D0495A"/>
    <w:rsid w:val="00D04BD4"/>
    <w:rsid w:val="00D06285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3D6E"/>
    <w:rsid w:val="00D44A96"/>
    <w:rsid w:val="00D47B34"/>
    <w:rsid w:val="00D50093"/>
    <w:rsid w:val="00D50811"/>
    <w:rsid w:val="00D515CC"/>
    <w:rsid w:val="00D518A6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3D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2A88"/>
    <w:rsid w:val="00DC5216"/>
    <w:rsid w:val="00DC65B6"/>
    <w:rsid w:val="00DC6B5F"/>
    <w:rsid w:val="00DD185F"/>
    <w:rsid w:val="00DD1B5F"/>
    <w:rsid w:val="00DD2B75"/>
    <w:rsid w:val="00DD55D5"/>
    <w:rsid w:val="00DD5B25"/>
    <w:rsid w:val="00DD5FFD"/>
    <w:rsid w:val="00DD7389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DF6862"/>
    <w:rsid w:val="00E00FD9"/>
    <w:rsid w:val="00E0222A"/>
    <w:rsid w:val="00E0567A"/>
    <w:rsid w:val="00E10254"/>
    <w:rsid w:val="00E10642"/>
    <w:rsid w:val="00E121CD"/>
    <w:rsid w:val="00E165AE"/>
    <w:rsid w:val="00E16871"/>
    <w:rsid w:val="00E177F2"/>
    <w:rsid w:val="00E206CC"/>
    <w:rsid w:val="00E20B17"/>
    <w:rsid w:val="00E22BD2"/>
    <w:rsid w:val="00E23C52"/>
    <w:rsid w:val="00E24314"/>
    <w:rsid w:val="00E249F7"/>
    <w:rsid w:val="00E26465"/>
    <w:rsid w:val="00E26665"/>
    <w:rsid w:val="00E268F7"/>
    <w:rsid w:val="00E269F4"/>
    <w:rsid w:val="00E27212"/>
    <w:rsid w:val="00E32933"/>
    <w:rsid w:val="00E353DA"/>
    <w:rsid w:val="00E35442"/>
    <w:rsid w:val="00E37109"/>
    <w:rsid w:val="00E42FA6"/>
    <w:rsid w:val="00E43124"/>
    <w:rsid w:val="00E448DE"/>
    <w:rsid w:val="00E44CB6"/>
    <w:rsid w:val="00E4525F"/>
    <w:rsid w:val="00E45734"/>
    <w:rsid w:val="00E45D02"/>
    <w:rsid w:val="00E46B48"/>
    <w:rsid w:val="00E50A80"/>
    <w:rsid w:val="00E52570"/>
    <w:rsid w:val="00E55A4C"/>
    <w:rsid w:val="00E650B7"/>
    <w:rsid w:val="00E664A6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1BE6"/>
    <w:rsid w:val="00EA2C71"/>
    <w:rsid w:val="00EA463A"/>
    <w:rsid w:val="00EA569A"/>
    <w:rsid w:val="00EA6A25"/>
    <w:rsid w:val="00EA6E0F"/>
    <w:rsid w:val="00EB0C2C"/>
    <w:rsid w:val="00EB275B"/>
    <w:rsid w:val="00EB4BA0"/>
    <w:rsid w:val="00EB5C1B"/>
    <w:rsid w:val="00EB5E14"/>
    <w:rsid w:val="00EC0AE7"/>
    <w:rsid w:val="00EC1CBC"/>
    <w:rsid w:val="00EC2B5C"/>
    <w:rsid w:val="00EC337F"/>
    <w:rsid w:val="00EC3649"/>
    <w:rsid w:val="00EC3982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21"/>
    <w:rsid w:val="00F042A2"/>
    <w:rsid w:val="00F05444"/>
    <w:rsid w:val="00F05ADB"/>
    <w:rsid w:val="00F066E3"/>
    <w:rsid w:val="00F10647"/>
    <w:rsid w:val="00F106AD"/>
    <w:rsid w:val="00F108B5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39CC"/>
    <w:rsid w:val="00F339F6"/>
    <w:rsid w:val="00F342D3"/>
    <w:rsid w:val="00F36531"/>
    <w:rsid w:val="00F3765C"/>
    <w:rsid w:val="00F41A83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0B4E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77"/>
    <w:rsid w:val="00FE2FC8"/>
    <w:rsid w:val="00FE376F"/>
    <w:rsid w:val="00FF1860"/>
    <w:rsid w:val="00FF5126"/>
    <w:rsid w:val="00FF5BE1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1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B9603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603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0B678A"/>
    <w:rsid w:val="000D246A"/>
    <w:rsid w:val="000E2D6C"/>
    <w:rsid w:val="001474DB"/>
    <w:rsid w:val="001853AF"/>
    <w:rsid w:val="001C4910"/>
    <w:rsid w:val="002D0010"/>
    <w:rsid w:val="00316B17"/>
    <w:rsid w:val="00367FF1"/>
    <w:rsid w:val="00374D53"/>
    <w:rsid w:val="003D60D4"/>
    <w:rsid w:val="003F0770"/>
    <w:rsid w:val="00432E84"/>
    <w:rsid w:val="0053423E"/>
    <w:rsid w:val="00573E56"/>
    <w:rsid w:val="005C374C"/>
    <w:rsid w:val="005E6FB9"/>
    <w:rsid w:val="00605010"/>
    <w:rsid w:val="00627FD9"/>
    <w:rsid w:val="006A552B"/>
    <w:rsid w:val="00784159"/>
    <w:rsid w:val="007A0FE1"/>
    <w:rsid w:val="007B62C7"/>
    <w:rsid w:val="00806532"/>
    <w:rsid w:val="00893BF0"/>
    <w:rsid w:val="008F0C48"/>
    <w:rsid w:val="009B7262"/>
    <w:rsid w:val="009F4811"/>
    <w:rsid w:val="00A50D57"/>
    <w:rsid w:val="00AD758B"/>
    <w:rsid w:val="00B13EC7"/>
    <w:rsid w:val="00B50350"/>
    <w:rsid w:val="00B95C28"/>
    <w:rsid w:val="00CC679E"/>
    <w:rsid w:val="00D14BB2"/>
    <w:rsid w:val="00D72B3D"/>
    <w:rsid w:val="00DC5C71"/>
    <w:rsid w:val="00E036D0"/>
    <w:rsid w:val="00E650B7"/>
    <w:rsid w:val="00F339CC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0</TotalTime>
  <Pages>4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NOVEMBER 2024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Ross Statham</cp:lastModifiedBy>
  <cp:revision>2</cp:revision>
  <cp:lastPrinted>2024-12-09T12:21:00Z</cp:lastPrinted>
  <dcterms:created xsi:type="dcterms:W3CDTF">2024-12-09T12:22:00Z</dcterms:created>
  <dcterms:modified xsi:type="dcterms:W3CDTF">2024-12-09T12:22:00Z</dcterms:modified>
</cp:coreProperties>
</file>